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enums-and-pattern-matching"/>
    <w:bookmarkEnd w:id="0"/>
    <w:p w14:paraId="56A65B51" w14:textId="5FD4EA25" w:rsidR="00424D46" w:rsidRDefault="006466BF">
      <w:pPr>
        <w:pStyle w:val="TOC1"/>
        <w:rPr>
          <w:rFonts w:asciiTheme="minorHAnsi" w:eastAsiaTheme="minorEastAsia" w:hAnsiTheme="minorHAnsi" w:cstheme="minorBidi"/>
          <w:noProof/>
          <w:sz w:val="24"/>
          <w:szCs w:val="24"/>
          <w:lang w:val="en-US" w:eastAsia="en-US"/>
        </w:rPr>
      </w:pPr>
      <w:r>
        <w:rPr>
          <w:lang w:eastAsia="en-GB"/>
        </w:rPr>
        <w:fldChar w:fldCharType="begin"/>
      </w:r>
      <w:r>
        <w:rPr>
          <w:lang w:eastAsia="en-GB"/>
        </w:rPr>
        <w:instrText xml:space="preserve"> TOC \o "1-3" \h \z \t "HeadA,1,HeadB,2,HeadC,3" </w:instrText>
      </w:r>
      <w:r>
        <w:rPr>
          <w:lang w:eastAsia="en-GB"/>
        </w:rPr>
        <w:fldChar w:fldCharType="separate"/>
      </w:r>
      <w:hyperlink w:anchor="_Toc111491333" w:history="1">
        <w:r w:rsidR="00424D46" w:rsidRPr="00AB7253">
          <w:rPr>
            <w:rStyle w:val="Hyperlink"/>
            <w:noProof/>
            <w:lang w:eastAsia="en-GB"/>
          </w:rPr>
          <w:t>Defining an Enum</w:t>
        </w:r>
        <w:r w:rsidR="00424D46">
          <w:rPr>
            <w:noProof/>
            <w:webHidden/>
          </w:rPr>
          <w:tab/>
        </w:r>
        <w:r w:rsidR="00424D46">
          <w:rPr>
            <w:noProof/>
            <w:webHidden/>
          </w:rPr>
          <w:fldChar w:fldCharType="begin"/>
        </w:r>
        <w:r w:rsidR="00424D46">
          <w:rPr>
            <w:noProof/>
            <w:webHidden/>
          </w:rPr>
          <w:instrText xml:space="preserve"> PAGEREF _Toc111491333 \h </w:instrText>
        </w:r>
        <w:r w:rsidR="00424D46">
          <w:rPr>
            <w:noProof/>
            <w:webHidden/>
          </w:rPr>
        </w:r>
        <w:r w:rsidR="00424D46">
          <w:rPr>
            <w:noProof/>
            <w:webHidden/>
          </w:rPr>
          <w:fldChar w:fldCharType="separate"/>
        </w:r>
        <w:r w:rsidR="00424D46">
          <w:rPr>
            <w:noProof/>
            <w:webHidden/>
          </w:rPr>
          <w:t>2</w:t>
        </w:r>
        <w:r w:rsidR="00424D46">
          <w:rPr>
            <w:noProof/>
            <w:webHidden/>
          </w:rPr>
          <w:fldChar w:fldCharType="end"/>
        </w:r>
      </w:hyperlink>
    </w:p>
    <w:p w14:paraId="470A1422" w14:textId="7CE44776" w:rsidR="00424D46" w:rsidRDefault="00424D46">
      <w:pPr>
        <w:pStyle w:val="TOC2"/>
        <w:rPr>
          <w:rFonts w:asciiTheme="minorHAnsi" w:eastAsiaTheme="minorEastAsia" w:hAnsiTheme="minorHAnsi" w:cstheme="minorBidi"/>
          <w:noProof/>
          <w:sz w:val="24"/>
          <w:szCs w:val="24"/>
          <w:lang w:val="en-US" w:eastAsia="en-US"/>
        </w:rPr>
      </w:pPr>
      <w:hyperlink w:anchor="_Toc111491334" w:history="1">
        <w:r w:rsidRPr="00AB7253">
          <w:rPr>
            <w:rStyle w:val="Hyperlink"/>
            <w:noProof/>
            <w:lang w:eastAsia="en-GB"/>
          </w:rPr>
          <w:t>Enum Values</w:t>
        </w:r>
        <w:r>
          <w:rPr>
            <w:noProof/>
            <w:webHidden/>
          </w:rPr>
          <w:tab/>
        </w:r>
        <w:r>
          <w:rPr>
            <w:noProof/>
            <w:webHidden/>
          </w:rPr>
          <w:fldChar w:fldCharType="begin"/>
        </w:r>
        <w:r>
          <w:rPr>
            <w:noProof/>
            <w:webHidden/>
          </w:rPr>
          <w:instrText xml:space="preserve"> PAGEREF _Toc111491334 \h </w:instrText>
        </w:r>
        <w:r>
          <w:rPr>
            <w:noProof/>
            <w:webHidden/>
          </w:rPr>
        </w:r>
        <w:r>
          <w:rPr>
            <w:noProof/>
            <w:webHidden/>
          </w:rPr>
          <w:fldChar w:fldCharType="separate"/>
        </w:r>
        <w:r>
          <w:rPr>
            <w:noProof/>
            <w:webHidden/>
          </w:rPr>
          <w:t>3</w:t>
        </w:r>
        <w:r>
          <w:rPr>
            <w:noProof/>
            <w:webHidden/>
          </w:rPr>
          <w:fldChar w:fldCharType="end"/>
        </w:r>
      </w:hyperlink>
    </w:p>
    <w:p w14:paraId="68B330CB" w14:textId="20E1BDF0" w:rsidR="00424D46" w:rsidRDefault="00424D46">
      <w:pPr>
        <w:pStyle w:val="TOC2"/>
        <w:rPr>
          <w:rFonts w:asciiTheme="minorHAnsi" w:eastAsiaTheme="minorEastAsia" w:hAnsiTheme="minorHAnsi" w:cstheme="minorBidi"/>
          <w:noProof/>
          <w:sz w:val="24"/>
          <w:szCs w:val="24"/>
          <w:lang w:val="en-US" w:eastAsia="en-US"/>
        </w:rPr>
      </w:pPr>
      <w:hyperlink w:anchor="_Toc111491335" w:history="1">
        <w:r w:rsidRPr="00AB7253">
          <w:rPr>
            <w:rStyle w:val="Hyperlink"/>
            <w:noProof/>
          </w:rPr>
          <w:t>The Option</w:t>
        </w:r>
        <w:r w:rsidRPr="00AB7253">
          <w:rPr>
            <w:rStyle w:val="Hyperlink"/>
            <w:noProof/>
            <w:lang w:eastAsia="en-GB"/>
          </w:rPr>
          <w:t xml:space="preserve"> Enum and Its Advantages Over Null Values</w:t>
        </w:r>
        <w:r>
          <w:rPr>
            <w:noProof/>
            <w:webHidden/>
          </w:rPr>
          <w:tab/>
        </w:r>
        <w:r>
          <w:rPr>
            <w:noProof/>
            <w:webHidden/>
          </w:rPr>
          <w:fldChar w:fldCharType="begin"/>
        </w:r>
        <w:r>
          <w:rPr>
            <w:noProof/>
            <w:webHidden/>
          </w:rPr>
          <w:instrText xml:space="preserve"> PAGEREF _Toc111491335 \h </w:instrText>
        </w:r>
        <w:r>
          <w:rPr>
            <w:noProof/>
            <w:webHidden/>
          </w:rPr>
        </w:r>
        <w:r>
          <w:rPr>
            <w:noProof/>
            <w:webHidden/>
          </w:rPr>
          <w:fldChar w:fldCharType="separate"/>
        </w:r>
        <w:r>
          <w:rPr>
            <w:noProof/>
            <w:webHidden/>
          </w:rPr>
          <w:t>6</w:t>
        </w:r>
        <w:r>
          <w:rPr>
            <w:noProof/>
            <w:webHidden/>
          </w:rPr>
          <w:fldChar w:fldCharType="end"/>
        </w:r>
      </w:hyperlink>
    </w:p>
    <w:p w14:paraId="3D63D0C9" w14:textId="0681B2B6" w:rsidR="00424D46" w:rsidRDefault="00424D46">
      <w:pPr>
        <w:pStyle w:val="TOC1"/>
        <w:rPr>
          <w:rFonts w:asciiTheme="minorHAnsi" w:eastAsiaTheme="minorEastAsia" w:hAnsiTheme="minorHAnsi" w:cstheme="minorBidi"/>
          <w:noProof/>
          <w:sz w:val="24"/>
          <w:szCs w:val="24"/>
          <w:lang w:val="en-US" w:eastAsia="en-US"/>
        </w:rPr>
      </w:pPr>
      <w:hyperlink w:anchor="_Toc111491336" w:history="1">
        <w:r w:rsidRPr="00AB7253">
          <w:rPr>
            <w:rStyle w:val="Hyperlink"/>
            <w:noProof/>
          </w:rPr>
          <w:t>The match Control Flow Construct</w:t>
        </w:r>
        <w:r>
          <w:rPr>
            <w:noProof/>
            <w:webHidden/>
          </w:rPr>
          <w:tab/>
        </w:r>
        <w:r>
          <w:rPr>
            <w:noProof/>
            <w:webHidden/>
          </w:rPr>
          <w:fldChar w:fldCharType="begin"/>
        </w:r>
        <w:r>
          <w:rPr>
            <w:noProof/>
            <w:webHidden/>
          </w:rPr>
          <w:instrText xml:space="preserve"> PAGEREF _Toc111491336 \h </w:instrText>
        </w:r>
        <w:r>
          <w:rPr>
            <w:noProof/>
            <w:webHidden/>
          </w:rPr>
        </w:r>
        <w:r>
          <w:rPr>
            <w:noProof/>
            <w:webHidden/>
          </w:rPr>
          <w:fldChar w:fldCharType="separate"/>
        </w:r>
        <w:r>
          <w:rPr>
            <w:noProof/>
            <w:webHidden/>
          </w:rPr>
          <w:t>9</w:t>
        </w:r>
        <w:r>
          <w:rPr>
            <w:noProof/>
            <w:webHidden/>
          </w:rPr>
          <w:fldChar w:fldCharType="end"/>
        </w:r>
      </w:hyperlink>
    </w:p>
    <w:p w14:paraId="394D7E38" w14:textId="3E45A36A" w:rsidR="00424D46" w:rsidRDefault="00424D46">
      <w:pPr>
        <w:pStyle w:val="TOC2"/>
        <w:rPr>
          <w:rFonts w:asciiTheme="minorHAnsi" w:eastAsiaTheme="minorEastAsia" w:hAnsiTheme="minorHAnsi" w:cstheme="minorBidi"/>
          <w:noProof/>
          <w:sz w:val="24"/>
          <w:szCs w:val="24"/>
          <w:lang w:val="en-US" w:eastAsia="en-US"/>
        </w:rPr>
      </w:pPr>
      <w:hyperlink w:anchor="_Toc111491337" w:history="1">
        <w:r w:rsidRPr="00AB7253">
          <w:rPr>
            <w:rStyle w:val="Hyperlink"/>
            <w:noProof/>
            <w:lang w:eastAsia="en-GB"/>
          </w:rPr>
          <w:t>Patterns That Bind to Values</w:t>
        </w:r>
        <w:r>
          <w:rPr>
            <w:noProof/>
            <w:webHidden/>
          </w:rPr>
          <w:tab/>
        </w:r>
        <w:r>
          <w:rPr>
            <w:noProof/>
            <w:webHidden/>
          </w:rPr>
          <w:fldChar w:fldCharType="begin"/>
        </w:r>
        <w:r>
          <w:rPr>
            <w:noProof/>
            <w:webHidden/>
          </w:rPr>
          <w:instrText xml:space="preserve"> PAGEREF _Toc111491337 \h </w:instrText>
        </w:r>
        <w:r>
          <w:rPr>
            <w:noProof/>
            <w:webHidden/>
          </w:rPr>
        </w:r>
        <w:r>
          <w:rPr>
            <w:noProof/>
            <w:webHidden/>
          </w:rPr>
          <w:fldChar w:fldCharType="separate"/>
        </w:r>
        <w:r>
          <w:rPr>
            <w:noProof/>
            <w:webHidden/>
          </w:rPr>
          <w:t>10</w:t>
        </w:r>
        <w:r>
          <w:rPr>
            <w:noProof/>
            <w:webHidden/>
          </w:rPr>
          <w:fldChar w:fldCharType="end"/>
        </w:r>
      </w:hyperlink>
    </w:p>
    <w:p w14:paraId="6CF003F5" w14:textId="7D6F6C33" w:rsidR="00424D46" w:rsidRDefault="00424D46">
      <w:pPr>
        <w:pStyle w:val="TOC2"/>
        <w:rPr>
          <w:rFonts w:asciiTheme="minorHAnsi" w:eastAsiaTheme="minorEastAsia" w:hAnsiTheme="minorHAnsi" w:cstheme="minorBidi"/>
          <w:noProof/>
          <w:sz w:val="24"/>
          <w:szCs w:val="24"/>
          <w:lang w:val="en-US" w:eastAsia="en-US"/>
        </w:rPr>
      </w:pPr>
      <w:hyperlink w:anchor="_Toc111491338" w:history="1">
        <w:r w:rsidRPr="00AB7253">
          <w:rPr>
            <w:rStyle w:val="Hyperlink"/>
            <w:noProof/>
          </w:rPr>
          <w:t>Matching with Option&lt;T&gt;</w:t>
        </w:r>
        <w:r>
          <w:rPr>
            <w:noProof/>
            <w:webHidden/>
          </w:rPr>
          <w:tab/>
        </w:r>
        <w:r>
          <w:rPr>
            <w:noProof/>
            <w:webHidden/>
          </w:rPr>
          <w:fldChar w:fldCharType="begin"/>
        </w:r>
        <w:r>
          <w:rPr>
            <w:noProof/>
            <w:webHidden/>
          </w:rPr>
          <w:instrText xml:space="preserve"> PAGEREF _Toc111491338 \h </w:instrText>
        </w:r>
        <w:r>
          <w:rPr>
            <w:noProof/>
            <w:webHidden/>
          </w:rPr>
        </w:r>
        <w:r>
          <w:rPr>
            <w:noProof/>
            <w:webHidden/>
          </w:rPr>
          <w:fldChar w:fldCharType="separate"/>
        </w:r>
        <w:r>
          <w:rPr>
            <w:noProof/>
            <w:webHidden/>
          </w:rPr>
          <w:t>11</w:t>
        </w:r>
        <w:r>
          <w:rPr>
            <w:noProof/>
            <w:webHidden/>
          </w:rPr>
          <w:fldChar w:fldCharType="end"/>
        </w:r>
      </w:hyperlink>
    </w:p>
    <w:p w14:paraId="4ED4B122" w14:textId="257E027F" w:rsidR="00424D46" w:rsidRDefault="00424D46">
      <w:pPr>
        <w:pStyle w:val="TOC2"/>
        <w:rPr>
          <w:rFonts w:asciiTheme="minorHAnsi" w:eastAsiaTheme="minorEastAsia" w:hAnsiTheme="minorHAnsi" w:cstheme="minorBidi"/>
          <w:noProof/>
          <w:sz w:val="24"/>
          <w:szCs w:val="24"/>
          <w:lang w:val="en-US" w:eastAsia="en-US"/>
        </w:rPr>
      </w:pPr>
      <w:hyperlink w:anchor="_Toc111491339" w:history="1">
        <w:r w:rsidRPr="00AB7253">
          <w:rPr>
            <w:rStyle w:val="Hyperlink"/>
            <w:noProof/>
            <w:lang w:eastAsia="en-GB"/>
          </w:rPr>
          <w:t>Matches Are Exhaustive</w:t>
        </w:r>
        <w:r>
          <w:rPr>
            <w:noProof/>
            <w:webHidden/>
          </w:rPr>
          <w:tab/>
        </w:r>
        <w:r>
          <w:rPr>
            <w:noProof/>
            <w:webHidden/>
          </w:rPr>
          <w:fldChar w:fldCharType="begin"/>
        </w:r>
        <w:r>
          <w:rPr>
            <w:noProof/>
            <w:webHidden/>
          </w:rPr>
          <w:instrText xml:space="preserve"> PAGEREF _Toc111491339 \h </w:instrText>
        </w:r>
        <w:r>
          <w:rPr>
            <w:noProof/>
            <w:webHidden/>
          </w:rPr>
        </w:r>
        <w:r>
          <w:rPr>
            <w:noProof/>
            <w:webHidden/>
          </w:rPr>
          <w:fldChar w:fldCharType="separate"/>
        </w:r>
        <w:r>
          <w:rPr>
            <w:noProof/>
            <w:webHidden/>
          </w:rPr>
          <w:t>12</w:t>
        </w:r>
        <w:r>
          <w:rPr>
            <w:noProof/>
            <w:webHidden/>
          </w:rPr>
          <w:fldChar w:fldCharType="end"/>
        </w:r>
      </w:hyperlink>
    </w:p>
    <w:p w14:paraId="509C4B2E" w14:textId="324F3B37" w:rsidR="00424D46" w:rsidRDefault="00424D46">
      <w:pPr>
        <w:pStyle w:val="TOC2"/>
        <w:rPr>
          <w:rFonts w:asciiTheme="minorHAnsi" w:eastAsiaTheme="minorEastAsia" w:hAnsiTheme="minorHAnsi" w:cstheme="minorBidi"/>
          <w:noProof/>
          <w:sz w:val="24"/>
          <w:szCs w:val="24"/>
          <w:lang w:val="en-US" w:eastAsia="en-US"/>
        </w:rPr>
      </w:pPr>
      <w:hyperlink w:anchor="_Toc111491340" w:history="1">
        <w:r w:rsidRPr="00AB7253">
          <w:rPr>
            <w:rStyle w:val="Hyperlink"/>
            <w:noProof/>
          </w:rPr>
          <w:t>Catch-all Patterns and the _</w:t>
        </w:r>
        <w:r w:rsidRPr="00AB7253">
          <w:rPr>
            <w:rStyle w:val="Hyperlink"/>
            <w:noProof/>
            <w:lang w:eastAsia="en-GB"/>
          </w:rPr>
          <w:t xml:space="preserve"> Placeholder</w:t>
        </w:r>
        <w:r>
          <w:rPr>
            <w:noProof/>
            <w:webHidden/>
          </w:rPr>
          <w:tab/>
        </w:r>
        <w:r>
          <w:rPr>
            <w:noProof/>
            <w:webHidden/>
          </w:rPr>
          <w:fldChar w:fldCharType="begin"/>
        </w:r>
        <w:r>
          <w:rPr>
            <w:noProof/>
            <w:webHidden/>
          </w:rPr>
          <w:instrText xml:space="preserve"> PAGEREF _Toc111491340 \h </w:instrText>
        </w:r>
        <w:r>
          <w:rPr>
            <w:noProof/>
            <w:webHidden/>
          </w:rPr>
        </w:r>
        <w:r>
          <w:rPr>
            <w:noProof/>
            <w:webHidden/>
          </w:rPr>
          <w:fldChar w:fldCharType="separate"/>
        </w:r>
        <w:r>
          <w:rPr>
            <w:noProof/>
            <w:webHidden/>
          </w:rPr>
          <w:t>13</w:t>
        </w:r>
        <w:r>
          <w:rPr>
            <w:noProof/>
            <w:webHidden/>
          </w:rPr>
          <w:fldChar w:fldCharType="end"/>
        </w:r>
      </w:hyperlink>
    </w:p>
    <w:p w14:paraId="16FCF7C9" w14:textId="5F450647" w:rsidR="00424D46" w:rsidRDefault="00424D46">
      <w:pPr>
        <w:pStyle w:val="TOC1"/>
        <w:rPr>
          <w:rFonts w:asciiTheme="minorHAnsi" w:eastAsiaTheme="minorEastAsia" w:hAnsiTheme="minorHAnsi" w:cstheme="minorBidi"/>
          <w:noProof/>
          <w:sz w:val="24"/>
          <w:szCs w:val="24"/>
          <w:lang w:val="en-US" w:eastAsia="en-US"/>
        </w:rPr>
      </w:pPr>
      <w:hyperlink w:anchor="_Toc111491341" w:history="1">
        <w:r w:rsidRPr="00AB7253">
          <w:rPr>
            <w:rStyle w:val="Hyperlink"/>
            <w:noProof/>
          </w:rPr>
          <w:t>Concise Control Flow with if let</w:t>
        </w:r>
        <w:r>
          <w:rPr>
            <w:noProof/>
            <w:webHidden/>
          </w:rPr>
          <w:tab/>
        </w:r>
        <w:r>
          <w:rPr>
            <w:noProof/>
            <w:webHidden/>
          </w:rPr>
          <w:fldChar w:fldCharType="begin"/>
        </w:r>
        <w:r>
          <w:rPr>
            <w:noProof/>
            <w:webHidden/>
          </w:rPr>
          <w:instrText xml:space="preserve"> PAGEREF _Toc111491341 \h </w:instrText>
        </w:r>
        <w:r>
          <w:rPr>
            <w:noProof/>
            <w:webHidden/>
          </w:rPr>
        </w:r>
        <w:r>
          <w:rPr>
            <w:noProof/>
            <w:webHidden/>
          </w:rPr>
          <w:fldChar w:fldCharType="separate"/>
        </w:r>
        <w:r>
          <w:rPr>
            <w:noProof/>
            <w:webHidden/>
          </w:rPr>
          <w:t>14</w:t>
        </w:r>
        <w:r>
          <w:rPr>
            <w:noProof/>
            <w:webHidden/>
          </w:rPr>
          <w:fldChar w:fldCharType="end"/>
        </w:r>
      </w:hyperlink>
    </w:p>
    <w:p w14:paraId="01BA85DB" w14:textId="0B5600FB" w:rsidR="00424D46" w:rsidRDefault="00424D46">
      <w:pPr>
        <w:pStyle w:val="TOC1"/>
        <w:rPr>
          <w:rFonts w:asciiTheme="minorHAnsi" w:eastAsiaTheme="minorEastAsia" w:hAnsiTheme="minorHAnsi" w:cstheme="minorBidi"/>
          <w:noProof/>
          <w:sz w:val="24"/>
          <w:szCs w:val="24"/>
          <w:lang w:val="en-US" w:eastAsia="en-US"/>
        </w:rPr>
      </w:pPr>
      <w:hyperlink w:anchor="_Toc111491342" w:history="1">
        <w:r w:rsidRPr="00AB7253">
          <w:rPr>
            <w:rStyle w:val="Hyperlink"/>
            <w:noProof/>
            <w:lang w:eastAsia="en-GB"/>
          </w:rPr>
          <w:t>Summary</w:t>
        </w:r>
        <w:r>
          <w:rPr>
            <w:noProof/>
            <w:webHidden/>
          </w:rPr>
          <w:tab/>
        </w:r>
        <w:r>
          <w:rPr>
            <w:noProof/>
            <w:webHidden/>
          </w:rPr>
          <w:fldChar w:fldCharType="begin"/>
        </w:r>
        <w:r>
          <w:rPr>
            <w:noProof/>
            <w:webHidden/>
          </w:rPr>
          <w:instrText xml:space="preserve"> PAGEREF _Toc111491342 \h </w:instrText>
        </w:r>
        <w:r>
          <w:rPr>
            <w:noProof/>
            <w:webHidden/>
          </w:rPr>
        </w:r>
        <w:r>
          <w:rPr>
            <w:noProof/>
            <w:webHidden/>
          </w:rPr>
          <w:fldChar w:fldCharType="separate"/>
        </w:r>
        <w:r>
          <w:rPr>
            <w:noProof/>
            <w:webHidden/>
          </w:rPr>
          <w:t>16</w:t>
        </w:r>
        <w:r>
          <w:rPr>
            <w:noProof/>
            <w:webHidden/>
          </w:rPr>
          <w:fldChar w:fldCharType="end"/>
        </w:r>
      </w:hyperlink>
    </w:p>
    <w:p w14:paraId="294673CD" w14:textId="12C51D8A" w:rsidR="009C2243" w:rsidRDefault="006466BF" w:rsidP="00C43DAE">
      <w:pPr>
        <w:pStyle w:val="ChapterNumber"/>
        <w:numPr>
          <w:ilvl w:val="0"/>
          <w:numId w:val="0"/>
        </w:numPr>
        <w:rPr>
          <w:lang w:eastAsia="en-GB"/>
        </w:rPr>
      </w:pPr>
      <w:r>
        <w:rPr>
          <w:lang w:eastAsia="en-GB"/>
        </w:rPr>
        <w:fldChar w:fldCharType="end"/>
      </w:r>
      <w:r w:rsidR="008B209C">
        <w:rPr>
          <w:lang w:eastAsia="en-GB"/>
        </w:rPr>
        <w:t>6</w:t>
      </w:r>
    </w:p>
    <w:p w14:paraId="14AC9631" w14:textId="47933357" w:rsidR="009C2243" w:rsidRPr="009C2243" w:rsidRDefault="00F21806" w:rsidP="009C2243">
      <w:pPr>
        <w:pStyle w:val="ChapterTitle"/>
        <w:rPr>
          <w:lang w:eastAsia="en-GB"/>
        </w:rPr>
      </w:pPr>
      <w:r>
        <w:rPr>
          <w:lang w:eastAsia="en-GB"/>
        </w:rPr>
        <w:fldChar w:fldCharType="begin"/>
      </w:r>
      <w:r>
        <w:instrText xml:space="preserve"> XE "</w:instrText>
      </w:r>
      <w:r w:rsidRPr="00D35126">
        <w:instrText>enums startRange</w:instrText>
      </w:r>
      <w:r>
        <w:instrText xml:space="preserve">" </w:instrText>
      </w:r>
      <w:r>
        <w:rPr>
          <w:lang w:eastAsia="en-GB"/>
        </w:rPr>
        <w:fldChar w:fldCharType="end"/>
      </w:r>
      <w:r w:rsidR="009C2243" w:rsidRPr="009C2243">
        <w:rPr>
          <w:lang w:eastAsia="en-GB"/>
        </w:rPr>
        <w:t>Enums and Pattern Matching</w:t>
      </w:r>
    </w:p>
    <w:p w14:paraId="3C0A8C0D" w14:textId="592DEF61" w:rsidR="009C2243" w:rsidRPr="009C2243" w:rsidRDefault="009C2243" w:rsidP="009C2243">
      <w:pPr>
        <w:pStyle w:val="ChapterIntro"/>
        <w:rPr>
          <w:lang w:eastAsia="en-GB"/>
        </w:rPr>
      </w:pPr>
      <w:r w:rsidRPr="009C2243">
        <w:rPr>
          <w:lang w:eastAsia="en-GB"/>
        </w:rPr>
        <w:t>In this chapter</w:t>
      </w:r>
      <w:r w:rsidR="00AE5782">
        <w:rPr>
          <w:lang w:eastAsia="en-GB"/>
        </w:rPr>
        <w:t>,</w:t>
      </w:r>
      <w:r w:rsidRPr="009C2243">
        <w:rPr>
          <w:lang w:eastAsia="en-GB"/>
        </w:rPr>
        <w:t xml:space="preserve"> we’ll look at </w:t>
      </w:r>
      <w:r w:rsidRPr="00EF44DA">
        <w:rPr>
          <w:rStyle w:val="Italic"/>
        </w:rPr>
        <w:t>enumerations</w:t>
      </w:r>
      <w:r w:rsidRPr="009C2243">
        <w:rPr>
          <w:lang w:eastAsia="en-GB"/>
        </w:rPr>
        <w:t xml:space="preserve">, also referred to as </w:t>
      </w:r>
      <w:r w:rsidRPr="00EF44DA">
        <w:rPr>
          <w:rStyle w:val="Italic"/>
        </w:rPr>
        <w:t>enums</w:t>
      </w:r>
      <w:r w:rsidRPr="009C2243">
        <w:rPr>
          <w:lang w:eastAsia="en-GB"/>
        </w:rPr>
        <w:t>.</w:t>
      </w:r>
      <w:r>
        <w:rPr>
          <w:lang w:eastAsia="en-GB"/>
        </w:rPr>
        <w:t xml:space="preserve"> </w:t>
      </w:r>
      <w:r w:rsidRPr="009C2243">
        <w:rPr>
          <w:lang w:eastAsia="en-GB"/>
        </w:rPr>
        <w:t xml:space="preserve">Enums allow you to define a type by </w:t>
      </w:r>
      <w:r w:rsidRPr="009C2243">
        <w:rPr>
          <w:lang w:eastAsia="en-GB"/>
        </w:rPr>
        <w:lastRenderedPageBreak/>
        <w:t xml:space="preserve">enumerating its possible </w:t>
      </w:r>
      <w:r w:rsidRPr="00EF44DA">
        <w:rPr>
          <w:rStyle w:val="Italic"/>
        </w:rPr>
        <w:t>variants</w:t>
      </w:r>
      <w:r w:rsidRPr="009C2243">
        <w:rPr>
          <w:lang w:eastAsia="en-GB"/>
        </w:rPr>
        <w:t>. First</w:t>
      </w:r>
      <w:r>
        <w:rPr>
          <w:lang w:eastAsia="en-GB"/>
        </w:rPr>
        <w:t xml:space="preserve"> </w:t>
      </w:r>
      <w:r w:rsidRPr="009C2243">
        <w:rPr>
          <w:lang w:eastAsia="en-GB"/>
        </w:rPr>
        <w:t>we’ll define and use an enum to show how an enum can encode meaning along with</w:t>
      </w:r>
      <w:r>
        <w:rPr>
          <w:lang w:eastAsia="en-GB"/>
        </w:rPr>
        <w:t xml:space="preserve"> </w:t>
      </w:r>
      <w:r w:rsidRPr="009C2243">
        <w:rPr>
          <w:lang w:eastAsia="en-GB"/>
        </w:rPr>
        <w:t xml:space="preserve">data. Next, we’ll explore a particularly useful enum, called </w:t>
      </w:r>
      <w:r w:rsidRPr="00EF44DA">
        <w:rPr>
          <w:rStyle w:val="Literal"/>
        </w:rPr>
        <w:t>Option</w:t>
      </w:r>
      <w:r w:rsidRPr="009C2243">
        <w:rPr>
          <w:lang w:eastAsia="en-GB"/>
        </w:rPr>
        <w:t>, which</w:t>
      </w:r>
      <w:r>
        <w:rPr>
          <w:lang w:eastAsia="en-GB"/>
        </w:rPr>
        <w:t xml:space="preserve"> </w:t>
      </w:r>
      <w:r w:rsidRPr="009C2243">
        <w:rPr>
          <w:lang w:eastAsia="en-GB"/>
        </w:rPr>
        <w:t>expresses that a value can be either something or nothing. Then we’ll look at</w:t>
      </w:r>
      <w:r>
        <w:rPr>
          <w:lang w:eastAsia="en-GB"/>
        </w:rPr>
        <w:t xml:space="preserve"> </w:t>
      </w:r>
      <w:r w:rsidRPr="009C2243">
        <w:rPr>
          <w:lang w:eastAsia="en-GB"/>
        </w:rPr>
        <w:t xml:space="preserve">how pattern matching in the </w:t>
      </w:r>
      <w:r w:rsidRPr="00EF44DA">
        <w:rPr>
          <w:rStyle w:val="Literal"/>
        </w:rPr>
        <w:t>match</w:t>
      </w:r>
      <w:r w:rsidRPr="009C2243">
        <w:rPr>
          <w:lang w:eastAsia="en-GB"/>
        </w:rPr>
        <w:t xml:space="preserve"> expression makes it easy to run different</w:t>
      </w:r>
      <w:r>
        <w:rPr>
          <w:lang w:eastAsia="en-GB"/>
        </w:rPr>
        <w:t xml:space="preserve"> </w:t>
      </w:r>
      <w:r w:rsidRPr="009C2243">
        <w:rPr>
          <w:lang w:eastAsia="en-GB"/>
        </w:rPr>
        <w:t xml:space="preserve">code for different values of an enum. Finally, we’ll cover how the </w:t>
      </w:r>
      <w:r w:rsidRPr="00EF44DA">
        <w:rPr>
          <w:rStyle w:val="Literal"/>
        </w:rPr>
        <w:t>if let</w:t>
      </w:r>
      <w:r>
        <w:rPr>
          <w:lang w:eastAsia="en-GB"/>
        </w:rPr>
        <w:t xml:space="preserve"> </w:t>
      </w:r>
      <w:r w:rsidRPr="009C2243">
        <w:rPr>
          <w:lang w:eastAsia="en-GB"/>
        </w:rPr>
        <w:t>construct is another convenient and concise idiom available to handle enums in</w:t>
      </w:r>
      <w:r>
        <w:rPr>
          <w:lang w:eastAsia="en-GB"/>
        </w:rPr>
        <w:t xml:space="preserve"> </w:t>
      </w:r>
      <w:r w:rsidRPr="009C2243">
        <w:rPr>
          <w:lang w:eastAsia="en-GB"/>
        </w:rPr>
        <w:t>your code.</w:t>
      </w:r>
    </w:p>
    <w:bookmarkStart w:id="1" w:name="defining-an-enum"/>
    <w:bookmarkStart w:id="2" w:name="_Toc111491333"/>
    <w:bookmarkEnd w:id="1"/>
    <w:p w14:paraId="009A0E94" w14:textId="1A2537C2" w:rsidR="009C2243" w:rsidRPr="009C2243" w:rsidRDefault="00305F5C" w:rsidP="009C2243">
      <w:pPr>
        <w:pStyle w:val="HeadA"/>
        <w:rPr>
          <w:lang w:eastAsia="en-GB"/>
        </w:rPr>
      </w:pPr>
      <w:r>
        <w:rPr>
          <w:lang w:eastAsia="en-GB"/>
        </w:rPr>
        <w:fldChar w:fldCharType="begin"/>
      </w:r>
      <w:r>
        <w:instrText xml:space="preserve"> XE "</w:instrText>
      </w:r>
      <w:r w:rsidRPr="00AC00B2">
        <w:instrText>enums</w:instrText>
      </w:r>
      <w:r>
        <w:instrText>:defining</w:instrText>
      </w:r>
      <w:r w:rsidRPr="00AC00B2">
        <w:instrText xml:space="preserve"> startRange</w:instrText>
      </w:r>
      <w:r>
        <w:instrText xml:space="preserve">" </w:instrText>
      </w:r>
      <w:r>
        <w:rPr>
          <w:lang w:eastAsia="en-GB"/>
        </w:rPr>
        <w:fldChar w:fldCharType="end"/>
      </w:r>
      <w:r w:rsidR="009C2243" w:rsidRPr="009C2243">
        <w:rPr>
          <w:lang w:eastAsia="en-GB"/>
        </w:rPr>
        <w:t>Defining an Enum</w:t>
      </w:r>
      <w:bookmarkEnd w:id="2"/>
    </w:p>
    <w:p w14:paraId="4BCED30F" w14:textId="03D9DFA5" w:rsidR="009C2243" w:rsidRPr="009C2243" w:rsidRDefault="009C2243" w:rsidP="00EF44DA">
      <w:pPr>
        <w:pStyle w:val="Body"/>
        <w:rPr>
          <w:lang w:eastAsia="en-GB"/>
        </w:rPr>
      </w:pPr>
      <w:r w:rsidRPr="009C2243">
        <w:t xml:space="preserve">Where structs give you a way of grouping together related fields and data, like a </w:t>
      </w:r>
      <w:r w:rsidRPr="00EF44DA">
        <w:rPr>
          <w:rStyle w:val="Literal"/>
        </w:rPr>
        <w:t>Rectangle</w:t>
      </w:r>
      <w:r w:rsidRPr="009C2243">
        <w:t xml:space="preserve"> with its </w:t>
      </w:r>
      <w:r w:rsidRPr="00EF44DA">
        <w:rPr>
          <w:rStyle w:val="Literal"/>
        </w:rPr>
        <w:t>width</w:t>
      </w:r>
      <w:r w:rsidRPr="009C2243">
        <w:t xml:space="preserve"> and </w:t>
      </w:r>
      <w:r w:rsidRPr="00EF44DA">
        <w:rPr>
          <w:rStyle w:val="Literal"/>
        </w:rPr>
        <w:t>height</w:t>
      </w:r>
      <w:r w:rsidRPr="009C2243">
        <w:t xml:space="preserve">, enums give you a way of saying a value is one of a possible set of values. For example, we may want to say that </w:t>
      </w:r>
      <w:r w:rsidRPr="00EF44DA">
        <w:rPr>
          <w:rStyle w:val="Literal"/>
        </w:rPr>
        <w:t>Rectangle</w:t>
      </w:r>
      <w:r w:rsidRPr="009C2243">
        <w:t xml:space="preserve"> is one of a set of possible shapes that also includes </w:t>
      </w:r>
      <w:r w:rsidRPr="00EF44DA">
        <w:rPr>
          <w:rStyle w:val="Literal"/>
        </w:rPr>
        <w:t>Circle</w:t>
      </w:r>
      <w:r w:rsidRPr="009C2243">
        <w:t xml:space="preserve"> and </w:t>
      </w:r>
      <w:r w:rsidRPr="00EF44DA">
        <w:rPr>
          <w:rStyle w:val="Literal"/>
        </w:rPr>
        <w:t>Triangle</w:t>
      </w:r>
      <w:r w:rsidRPr="009C2243">
        <w:rPr>
          <w:lang w:eastAsia="en-GB"/>
        </w:rPr>
        <w:t>. To do this, Rust allows us to encode these possibilities as an enum.</w:t>
      </w:r>
    </w:p>
    <w:p w14:paraId="5883BA8E" w14:textId="059AD4F7" w:rsidR="009C2243" w:rsidRPr="009C2243" w:rsidRDefault="009C2243" w:rsidP="009C2243">
      <w:pPr>
        <w:pStyle w:val="Body"/>
        <w:rPr>
          <w:lang w:eastAsia="en-GB"/>
        </w:rPr>
      </w:pPr>
      <w:r w:rsidRPr="009C2243">
        <w:rPr>
          <w:lang w:eastAsia="en-GB"/>
        </w:rPr>
        <w:t>Let’s look at a situation we might want to express in code and see why enums</w:t>
      </w:r>
      <w:r>
        <w:rPr>
          <w:lang w:eastAsia="en-GB"/>
        </w:rPr>
        <w:t xml:space="preserve"> </w:t>
      </w:r>
      <w:r w:rsidRPr="009C2243">
        <w:rPr>
          <w:lang w:eastAsia="en-GB"/>
        </w:rPr>
        <w:t>are useful and more appropriate than structs in this case. Say we need to work</w:t>
      </w:r>
      <w:r>
        <w:rPr>
          <w:lang w:eastAsia="en-GB"/>
        </w:rPr>
        <w:t xml:space="preserve"> </w:t>
      </w:r>
      <w:r w:rsidRPr="009C2243">
        <w:rPr>
          <w:lang w:eastAsia="en-GB"/>
        </w:rPr>
        <w:t>with IP addresses. Currently, two major standards are used for IP addresses:</w:t>
      </w:r>
      <w:r>
        <w:rPr>
          <w:lang w:eastAsia="en-GB"/>
        </w:rPr>
        <w:t xml:space="preserve"> </w:t>
      </w:r>
      <w:r w:rsidRPr="009C2243">
        <w:rPr>
          <w:lang w:eastAsia="en-GB"/>
        </w:rPr>
        <w:t>version four and version six. Because these are the only possibilities for an</w:t>
      </w:r>
      <w:r>
        <w:rPr>
          <w:lang w:eastAsia="en-GB"/>
        </w:rPr>
        <w:t xml:space="preserve"> </w:t>
      </w:r>
      <w:r w:rsidRPr="009C2243">
        <w:rPr>
          <w:lang w:eastAsia="en-GB"/>
        </w:rPr>
        <w:t xml:space="preserve">IP address that our program will come across, </w:t>
      </w:r>
      <w:r w:rsidR="00060211">
        <w:rPr>
          <w:lang w:eastAsia="en-GB"/>
        </w:rPr>
        <w:fldChar w:fldCharType="begin"/>
      </w:r>
      <w:r w:rsidR="00060211">
        <w:instrText xml:space="preserve"> XE "</w:instrText>
      </w:r>
      <w:r w:rsidR="00060211" w:rsidRPr="00AC00B2">
        <w:instrText>enums</w:instrText>
      </w:r>
      <w:r w:rsidR="00060211">
        <w:instrText>:variants of</w:instrText>
      </w:r>
      <w:r w:rsidR="00060211" w:rsidRPr="00AC00B2">
        <w:instrText xml:space="preserve"> startRange</w:instrText>
      </w:r>
      <w:r w:rsidR="00060211">
        <w:instrText xml:space="preserve">" </w:instrText>
      </w:r>
      <w:r w:rsidR="00060211">
        <w:rPr>
          <w:lang w:eastAsia="en-GB"/>
        </w:rPr>
        <w:fldChar w:fldCharType="end"/>
      </w:r>
      <w:r w:rsidR="009745BC">
        <w:rPr>
          <w:lang w:eastAsia="en-GB"/>
        </w:rPr>
        <w:fldChar w:fldCharType="begin"/>
      </w:r>
      <w:r w:rsidR="009745BC">
        <w:instrText xml:space="preserve"> XE "variants</w:instrText>
      </w:r>
      <w:r w:rsidR="009745BC" w:rsidRPr="00AC00B2">
        <w:instrText xml:space="preserve"> startRange</w:instrText>
      </w:r>
      <w:r w:rsidR="009745BC">
        <w:instrText xml:space="preserve">" </w:instrText>
      </w:r>
      <w:r w:rsidR="009745BC">
        <w:rPr>
          <w:lang w:eastAsia="en-GB"/>
        </w:rPr>
        <w:fldChar w:fldCharType="end"/>
      </w:r>
      <w:r w:rsidRPr="009C2243">
        <w:rPr>
          <w:lang w:eastAsia="en-GB"/>
        </w:rPr>
        <w:t xml:space="preserve">we can </w:t>
      </w:r>
      <w:r w:rsidRPr="00EF44DA">
        <w:rPr>
          <w:rStyle w:val="Italic"/>
        </w:rPr>
        <w:t>enumerate</w:t>
      </w:r>
      <w:r w:rsidRPr="009C2243">
        <w:rPr>
          <w:lang w:eastAsia="en-GB"/>
        </w:rPr>
        <w:t xml:space="preserve"> all possible</w:t>
      </w:r>
      <w:r>
        <w:rPr>
          <w:lang w:eastAsia="en-GB"/>
        </w:rPr>
        <w:t xml:space="preserve"> </w:t>
      </w:r>
      <w:r w:rsidRPr="009C2243">
        <w:rPr>
          <w:lang w:eastAsia="en-GB"/>
        </w:rPr>
        <w:t>variants, which is where enumeration gets its name.</w:t>
      </w:r>
    </w:p>
    <w:p w14:paraId="5098C27C" w14:textId="075234FE" w:rsidR="009C2243" w:rsidRPr="009C2243" w:rsidRDefault="009C2243" w:rsidP="00EF44DA">
      <w:pPr>
        <w:pStyle w:val="Body"/>
        <w:rPr>
          <w:lang w:eastAsia="en-GB"/>
        </w:rPr>
      </w:pPr>
      <w:r w:rsidRPr="009C2243">
        <w:rPr>
          <w:lang w:eastAsia="en-GB"/>
        </w:rPr>
        <w:t>Any IP address can be either a version four or a version six address, but not</w:t>
      </w:r>
      <w:r>
        <w:rPr>
          <w:lang w:eastAsia="en-GB"/>
        </w:rPr>
        <w:t xml:space="preserve"> </w:t>
      </w:r>
      <w:r w:rsidRPr="009C2243">
        <w:rPr>
          <w:lang w:eastAsia="en-GB"/>
        </w:rPr>
        <w:t>both at the same time. That property of IP addresses makes the enum data</w:t>
      </w:r>
      <w:r>
        <w:rPr>
          <w:lang w:eastAsia="en-GB"/>
        </w:rPr>
        <w:t xml:space="preserve"> </w:t>
      </w:r>
      <w:r w:rsidRPr="009C2243">
        <w:rPr>
          <w:lang w:eastAsia="en-GB"/>
        </w:rPr>
        <w:t>structure appropriate because an enum value can only be one of its variants.</w:t>
      </w:r>
      <w:r w:rsidR="002C04E7">
        <w:rPr>
          <w:lang w:eastAsia="en-GB"/>
        </w:rPr>
        <w:fldChar w:fldCharType="begin"/>
      </w:r>
      <w:r w:rsidR="002C04E7">
        <w:instrText xml:space="preserve"> XE "</w:instrText>
      </w:r>
      <w:r w:rsidR="002C04E7" w:rsidRPr="00AC00B2">
        <w:instrText>enums</w:instrText>
      </w:r>
      <w:r w:rsidR="002C04E7">
        <w:instrText>:variants of</w:instrText>
      </w:r>
      <w:r w:rsidR="002C04E7" w:rsidRPr="00AC00B2">
        <w:instrText xml:space="preserve"> </w:instrText>
      </w:r>
      <w:r w:rsidR="002C04E7">
        <w:instrText>end</w:instrText>
      </w:r>
      <w:r w:rsidR="002C04E7" w:rsidRPr="00AC00B2">
        <w:instrText>Range</w:instrText>
      </w:r>
      <w:r w:rsidR="002C04E7">
        <w:instrText xml:space="preserve">" </w:instrText>
      </w:r>
      <w:r w:rsidR="002C04E7">
        <w:rPr>
          <w:lang w:eastAsia="en-GB"/>
        </w:rPr>
        <w:fldChar w:fldCharType="end"/>
      </w:r>
      <w:r w:rsidR="00C91801">
        <w:rPr>
          <w:lang w:eastAsia="en-GB"/>
        </w:rPr>
        <w:fldChar w:fldCharType="begin"/>
      </w:r>
      <w:r w:rsidR="00C91801">
        <w:instrText xml:space="preserve"> XE "variants endRange" </w:instrText>
      </w:r>
      <w:r w:rsidR="00C91801">
        <w:rPr>
          <w:lang w:eastAsia="en-GB"/>
        </w:rPr>
        <w:fldChar w:fldCharType="end"/>
      </w:r>
      <w:r>
        <w:rPr>
          <w:lang w:eastAsia="en-GB"/>
        </w:rPr>
        <w:t xml:space="preserve"> </w:t>
      </w:r>
      <w:r w:rsidRPr="009C2243">
        <w:rPr>
          <w:lang w:eastAsia="en-GB"/>
        </w:rPr>
        <w:t>Both version four and version six addresses are still fundamentally IP</w:t>
      </w:r>
      <w:r>
        <w:rPr>
          <w:lang w:eastAsia="en-GB"/>
        </w:rPr>
        <w:t xml:space="preserve"> </w:t>
      </w:r>
      <w:r w:rsidRPr="009C2243">
        <w:rPr>
          <w:lang w:eastAsia="en-GB"/>
        </w:rPr>
        <w:t>addresses, so they should be treated as the same type when the code is handling</w:t>
      </w:r>
      <w:r>
        <w:rPr>
          <w:lang w:eastAsia="en-GB"/>
        </w:rPr>
        <w:t xml:space="preserve"> </w:t>
      </w:r>
      <w:r w:rsidRPr="009C2243">
        <w:rPr>
          <w:lang w:eastAsia="en-GB"/>
        </w:rPr>
        <w:t>situations that apply to any kind of IP address.</w:t>
      </w:r>
    </w:p>
    <w:p w14:paraId="0F69F447" w14:textId="2D742B7C" w:rsidR="009C2243" w:rsidRPr="009C2243" w:rsidRDefault="009C2243" w:rsidP="009C2243">
      <w:pPr>
        <w:pStyle w:val="Body"/>
        <w:rPr>
          <w:lang w:eastAsia="en-GB"/>
        </w:rPr>
      </w:pPr>
      <w:r w:rsidRPr="009C2243">
        <w:t xml:space="preserve">We can express this concept in code by defining an </w:t>
      </w:r>
      <w:r w:rsidRPr="00EF44DA">
        <w:rPr>
          <w:rStyle w:val="Literal"/>
        </w:rPr>
        <w:t>IpAddrKind</w:t>
      </w:r>
      <w:r w:rsidRPr="009C2243">
        <w:t xml:space="preserve"> enumeration and listing the possible kinds an IP address can be, </w:t>
      </w:r>
      <w:r w:rsidRPr="00EF44DA">
        <w:rPr>
          <w:rStyle w:val="Literal"/>
        </w:rPr>
        <w:t>V4</w:t>
      </w:r>
      <w:r w:rsidRPr="009C2243">
        <w:t xml:space="preserve"> and </w:t>
      </w:r>
      <w:r w:rsidRPr="00EF44DA">
        <w:rPr>
          <w:rStyle w:val="Literal"/>
        </w:rPr>
        <w:t>V6</w:t>
      </w:r>
      <w:r w:rsidRPr="009C2243">
        <w:rPr>
          <w:lang w:eastAsia="en-GB"/>
        </w:rPr>
        <w:t>. These are the</w:t>
      </w:r>
      <w:r>
        <w:rPr>
          <w:lang w:eastAsia="en-GB"/>
        </w:rPr>
        <w:t xml:space="preserve"> </w:t>
      </w:r>
      <w:r w:rsidRPr="009C2243">
        <w:rPr>
          <w:lang w:eastAsia="en-GB"/>
        </w:rPr>
        <w:t>variants of the enum:</w:t>
      </w:r>
    </w:p>
    <w:p w14:paraId="6ECD0A7A" w14:textId="77777777" w:rsidR="009C2243" w:rsidRPr="009C2243" w:rsidRDefault="009C2243" w:rsidP="009C2243">
      <w:pPr>
        <w:pStyle w:val="Code"/>
        <w:rPr>
          <w:lang w:eastAsia="en-GB"/>
        </w:rPr>
      </w:pPr>
      <w:r w:rsidRPr="009C2243">
        <w:rPr>
          <w:lang w:eastAsia="en-GB"/>
        </w:rPr>
        <w:t>enum IpAddrKind {</w:t>
      </w:r>
    </w:p>
    <w:p w14:paraId="4B17DD7C" w14:textId="77777777" w:rsidR="009C2243" w:rsidRPr="009C2243" w:rsidRDefault="009C2243" w:rsidP="009C2243">
      <w:pPr>
        <w:pStyle w:val="Code"/>
        <w:rPr>
          <w:lang w:eastAsia="en-GB"/>
        </w:rPr>
      </w:pPr>
      <w:r w:rsidRPr="009C2243">
        <w:rPr>
          <w:lang w:eastAsia="en-GB"/>
        </w:rPr>
        <w:t xml:space="preserve">    V4,</w:t>
      </w:r>
    </w:p>
    <w:p w14:paraId="6D98BEED" w14:textId="77777777" w:rsidR="009C2243" w:rsidRPr="009C2243" w:rsidRDefault="009C2243" w:rsidP="009C2243">
      <w:pPr>
        <w:pStyle w:val="Code"/>
        <w:rPr>
          <w:lang w:eastAsia="en-GB"/>
        </w:rPr>
      </w:pPr>
      <w:r w:rsidRPr="009C2243">
        <w:rPr>
          <w:lang w:eastAsia="en-GB"/>
        </w:rPr>
        <w:t xml:space="preserve">    V6,</w:t>
      </w:r>
    </w:p>
    <w:p w14:paraId="17E184FC" w14:textId="77777777" w:rsidR="009C2243" w:rsidRPr="009C2243" w:rsidRDefault="009C2243" w:rsidP="009C2243">
      <w:pPr>
        <w:pStyle w:val="Code"/>
        <w:rPr>
          <w:lang w:eastAsia="en-GB"/>
        </w:rPr>
      </w:pPr>
      <w:r w:rsidRPr="009C2243">
        <w:rPr>
          <w:lang w:eastAsia="en-GB"/>
        </w:rPr>
        <w:t>}</w:t>
      </w:r>
    </w:p>
    <w:p w14:paraId="41B766D4" w14:textId="20CCC719" w:rsidR="009C2243" w:rsidRPr="009C2243" w:rsidRDefault="009C2243" w:rsidP="009C2243">
      <w:pPr>
        <w:pStyle w:val="Body"/>
        <w:rPr>
          <w:lang w:eastAsia="en-GB"/>
        </w:rPr>
      </w:pPr>
      <w:r w:rsidRPr="00EF44DA">
        <w:rPr>
          <w:rStyle w:val="Literal"/>
        </w:rPr>
        <w:t>IpAddrKind</w:t>
      </w:r>
      <w:r w:rsidRPr="009C2243">
        <w:rPr>
          <w:lang w:eastAsia="en-GB"/>
        </w:rPr>
        <w:t xml:space="preserve"> is now a custom data type that we can use elsewhere in our code.</w:t>
      </w:r>
      <w:r w:rsidR="00FE783D">
        <w:rPr>
          <w:lang w:eastAsia="en-GB"/>
        </w:rPr>
        <w:fldChar w:fldCharType="begin"/>
      </w:r>
      <w:r w:rsidR="00FE783D">
        <w:instrText xml:space="preserve"> XE "</w:instrText>
      </w:r>
      <w:r w:rsidR="00FE783D" w:rsidRPr="00AC00B2">
        <w:instrText>enums</w:instrText>
      </w:r>
      <w:r w:rsidR="00FE783D">
        <w:instrText>:defining</w:instrText>
      </w:r>
      <w:r w:rsidR="00FE783D" w:rsidRPr="00AC00B2">
        <w:instrText xml:space="preserve"> </w:instrText>
      </w:r>
      <w:r w:rsidR="00FE783D">
        <w:instrText>end</w:instrText>
      </w:r>
      <w:r w:rsidR="00FE783D" w:rsidRPr="00AC00B2">
        <w:instrText>Range</w:instrText>
      </w:r>
      <w:r w:rsidR="00FE783D">
        <w:instrText xml:space="preserve">" </w:instrText>
      </w:r>
      <w:r w:rsidR="00FE783D">
        <w:rPr>
          <w:lang w:eastAsia="en-GB"/>
        </w:rPr>
        <w:fldChar w:fldCharType="end"/>
      </w:r>
    </w:p>
    <w:bookmarkStart w:id="3" w:name="enum-values"/>
    <w:bookmarkStart w:id="4" w:name="_Toc111491334"/>
    <w:bookmarkEnd w:id="3"/>
    <w:p w14:paraId="33F09E18" w14:textId="055EC24E" w:rsidR="009C2243" w:rsidRPr="009C2243" w:rsidRDefault="00345A58" w:rsidP="00EF44DA">
      <w:pPr>
        <w:pStyle w:val="HeadB"/>
        <w:rPr>
          <w:lang w:eastAsia="en-GB"/>
        </w:rPr>
      </w:pPr>
      <w:r>
        <w:rPr>
          <w:lang w:eastAsia="en-GB"/>
        </w:rPr>
        <w:lastRenderedPageBreak/>
        <w:fldChar w:fldCharType="begin"/>
      </w:r>
      <w:r>
        <w:instrText xml:space="preserve"> XE "</w:instrText>
      </w:r>
      <w:r w:rsidRPr="00AC00B2">
        <w:instrText>enums</w:instrText>
      </w:r>
      <w:r>
        <w:instrText>:instantiating</w:instrText>
      </w:r>
      <w:r w:rsidRPr="00AC00B2">
        <w:instrText xml:space="preserve"> startRange</w:instrText>
      </w:r>
      <w:r>
        <w:instrText xml:space="preserve">" </w:instrText>
      </w:r>
      <w:r>
        <w:rPr>
          <w:lang w:eastAsia="en-GB"/>
        </w:rPr>
        <w:fldChar w:fldCharType="end"/>
      </w:r>
      <w:r w:rsidR="009C2243" w:rsidRPr="009C2243">
        <w:rPr>
          <w:lang w:eastAsia="en-GB"/>
        </w:rPr>
        <w:t>Enum Values</w:t>
      </w:r>
      <w:bookmarkEnd w:id="4"/>
    </w:p>
    <w:p w14:paraId="30EDD8B5" w14:textId="77777777" w:rsidR="009C2243" w:rsidRPr="009C2243" w:rsidRDefault="009C2243" w:rsidP="009C2243">
      <w:pPr>
        <w:pStyle w:val="Body"/>
        <w:rPr>
          <w:lang w:eastAsia="en-GB"/>
        </w:rPr>
      </w:pPr>
      <w:r w:rsidRPr="009C2243">
        <w:t xml:space="preserve">We can create instances of each of the two variants of </w:t>
      </w:r>
      <w:r w:rsidRPr="00EF44DA">
        <w:rPr>
          <w:rStyle w:val="Literal"/>
        </w:rPr>
        <w:t>IpAddrKind</w:t>
      </w:r>
      <w:r w:rsidRPr="009C2243">
        <w:rPr>
          <w:lang w:eastAsia="en-GB"/>
        </w:rPr>
        <w:t xml:space="preserve"> like this:</w:t>
      </w:r>
    </w:p>
    <w:p w14:paraId="2F9F775D" w14:textId="77777777" w:rsidR="009C2243" w:rsidRPr="009C2243" w:rsidRDefault="009C2243" w:rsidP="009C2243">
      <w:pPr>
        <w:pStyle w:val="Code"/>
        <w:rPr>
          <w:lang w:eastAsia="en-GB"/>
        </w:rPr>
      </w:pPr>
      <w:r w:rsidRPr="009C2243">
        <w:rPr>
          <w:lang w:eastAsia="en-GB"/>
        </w:rPr>
        <w:t>let four = IpAddrKind::V4;</w:t>
      </w:r>
    </w:p>
    <w:p w14:paraId="13B2FBEF" w14:textId="77777777" w:rsidR="009C2243" w:rsidRPr="009C2243" w:rsidRDefault="009C2243" w:rsidP="009C2243">
      <w:pPr>
        <w:pStyle w:val="Code"/>
        <w:rPr>
          <w:lang w:eastAsia="en-GB"/>
        </w:rPr>
      </w:pPr>
      <w:r w:rsidRPr="009C2243">
        <w:rPr>
          <w:lang w:eastAsia="en-GB"/>
        </w:rPr>
        <w:t>let six = IpAddrKind::V6;</w:t>
      </w:r>
    </w:p>
    <w:p w14:paraId="5477CECC" w14:textId="60A6F5C8" w:rsidR="009C2243" w:rsidRPr="009C2243" w:rsidRDefault="009C2243" w:rsidP="009C2243">
      <w:pPr>
        <w:pStyle w:val="Body"/>
        <w:rPr>
          <w:lang w:eastAsia="en-GB"/>
        </w:rPr>
      </w:pPr>
      <w:r w:rsidRPr="009C2243">
        <w:t>Note that the variants of the enum are namespaced</w:t>
      </w:r>
      <w:r w:rsidR="002328EA">
        <w:rPr>
          <w:lang w:eastAsia="en-GB"/>
        </w:rPr>
        <w:fldChar w:fldCharType="begin"/>
      </w:r>
      <w:r w:rsidR="002328EA">
        <w:instrText xml:space="preserve"> XE "namespace" </w:instrText>
      </w:r>
      <w:r w:rsidR="002328EA">
        <w:rPr>
          <w:lang w:eastAsia="en-GB"/>
        </w:rPr>
        <w:fldChar w:fldCharType="end"/>
      </w:r>
      <w:r w:rsidRPr="009C2243">
        <w:t xml:space="preserve"> under its identifier, and we use a double colon</w:t>
      </w:r>
      <w:r w:rsidR="003F1EB0">
        <w:rPr>
          <w:lang w:eastAsia="en-GB"/>
        </w:rPr>
        <w:fldChar w:fldCharType="begin"/>
      </w:r>
      <w:r w:rsidR="003F1EB0">
        <w:instrText xml:space="preserve"> XE ":: (double colon):for enum variants" </w:instrText>
      </w:r>
      <w:r w:rsidR="003F1EB0">
        <w:rPr>
          <w:lang w:eastAsia="en-GB"/>
        </w:rPr>
        <w:fldChar w:fldCharType="end"/>
      </w:r>
      <w:r w:rsidR="003F1EB0">
        <w:rPr>
          <w:lang w:eastAsia="en-GB"/>
        </w:rPr>
        <w:fldChar w:fldCharType="begin"/>
      </w:r>
      <w:r w:rsidR="003F1EB0">
        <w:instrText xml:space="preserve"> XE "double colon (::):for enum variants" </w:instrText>
      </w:r>
      <w:r w:rsidR="003F1EB0">
        <w:rPr>
          <w:lang w:eastAsia="en-GB"/>
        </w:rPr>
        <w:fldChar w:fldCharType="end"/>
      </w:r>
      <w:r w:rsidRPr="009C2243">
        <w:t xml:space="preserve"> to separate the two. This is useful because now both values </w:t>
      </w:r>
      <w:r w:rsidRPr="00EF44DA">
        <w:rPr>
          <w:rStyle w:val="Literal"/>
        </w:rPr>
        <w:t>IpAddrKind::V4</w:t>
      </w:r>
      <w:r w:rsidRPr="009C2243">
        <w:t xml:space="preserve"> and </w:t>
      </w:r>
      <w:r w:rsidRPr="00EF44DA">
        <w:rPr>
          <w:rStyle w:val="Literal"/>
        </w:rPr>
        <w:t>IpAddrKind::V6</w:t>
      </w:r>
      <w:r w:rsidRPr="009C2243">
        <w:t xml:space="preserve"> are of the same type: </w:t>
      </w:r>
      <w:r w:rsidRPr="00EF44DA">
        <w:rPr>
          <w:rStyle w:val="Literal"/>
        </w:rPr>
        <w:t>IpAddrKind</w:t>
      </w:r>
      <w:r w:rsidRPr="009C2243">
        <w:t xml:space="preserve">. We can then, for instance, define a function that takes any </w:t>
      </w:r>
      <w:r w:rsidRPr="00EF44DA">
        <w:rPr>
          <w:rStyle w:val="Literal"/>
        </w:rPr>
        <w:t>IpAddrKind</w:t>
      </w:r>
      <w:r w:rsidRPr="009C2243">
        <w:rPr>
          <w:lang w:eastAsia="en-GB"/>
        </w:rPr>
        <w:t>:</w:t>
      </w:r>
    </w:p>
    <w:p w14:paraId="1345532F"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route(ip_kind: IpAddrKind) {}</w:t>
      </w:r>
    </w:p>
    <w:p w14:paraId="6594FB34" w14:textId="77777777" w:rsidR="009C2243" w:rsidRPr="009C2243" w:rsidRDefault="009C2243" w:rsidP="00C43DAE">
      <w:pPr>
        <w:pStyle w:val="BodyContinued"/>
        <w:rPr>
          <w:lang w:eastAsia="en-GB"/>
        </w:rPr>
      </w:pPr>
      <w:r w:rsidRPr="009C2243">
        <w:rPr>
          <w:lang w:eastAsia="en-GB"/>
        </w:rPr>
        <w:t>And we can call this function with either variant:</w:t>
      </w:r>
    </w:p>
    <w:p w14:paraId="1F75DE86" w14:textId="77777777" w:rsidR="009C2243" w:rsidRPr="009C2243" w:rsidRDefault="009C2243" w:rsidP="009C2243">
      <w:pPr>
        <w:pStyle w:val="Code"/>
        <w:rPr>
          <w:lang w:eastAsia="en-GB"/>
        </w:rPr>
      </w:pPr>
      <w:r w:rsidRPr="009C2243">
        <w:rPr>
          <w:lang w:eastAsia="en-GB"/>
        </w:rPr>
        <w:t>route(IpAddrKind::V4);</w:t>
      </w:r>
    </w:p>
    <w:p w14:paraId="07E66BFC" w14:textId="77777777" w:rsidR="009C2243" w:rsidRPr="009C2243" w:rsidRDefault="009C2243" w:rsidP="009C2243">
      <w:pPr>
        <w:pStyle w:val="Code"/>
        <w:rPr>
          <w:lang w:eastAsia="en-GB"/>
        </w:rPr>
      </w:pPr>
      <w:r w:rsidRPr="009C2243">
        <w:rPr>
          <w:lang w:eastAsia="en-GB"/>
        </w:rPr>
        <w:t>route(IpAddrKind::V6);</w:t>
      </w:r>
    </w:p>
    <w:p w14:paraId="2DC969F4" w14:textId="27A45B91" w:rsidR="009C2243" w:rsidRPr="009C2243" w:rsidRDefault="00D94907" w:rsidP="009C2243">
      <w:pPr>
        <w:pStyle w:val="Body"/>
        <w:rPr>
          <w:lang w:eastAsia="en-GB"/>
        </w:rPr>
      </w:pPr>
      <w:r>
        <w:rPr>
          <w:lang w:eastAsia="en-GB"/>
        </w:rPr>
        <w:fldChar w:fldCharType="begin"/>
      </w:r>
      <w:r>
        <w:instrText xml:space="preserve"> XE "IpAddr type</w:instrText>
      </w:r>
      <w:r w:rsidRPr="00AC00B2">
        <w:instrText xml:space="preserve"> startRange</w:instrText>
      </w:r>
      <w:r>
        <w:instrText xml:space="preserve">" </w:instrText>
      </w:r>
      <w:r>
        <w:rPr>
          <w:lang w:eastAsia="en-GB"/>
        </w:rPr>
        <w:fldChar w:fldCharType="end"/>
      </w:r>
      <w:r w:rsidR="009C2243" w:rsidRPr="009C2243">
        <w:t xml:space="preserve">Using enums has even more advantages. Thinking more about our IP address type, at the moment we don’t have a way to store the actual IP address </w:t>
      </w:r>
      <w:r w:rsidR="009C2243" w:rsidRPr="00EF44DA">
        <w:rPr>
          <w:rStyle w:val="Italic"/>
        </w:rPr>
        <w:t>data</w:t>
      </w:r>
      <w:r w:rsidR="009C2243" w:rsidRPr="009C2243">
        <w:t xml:space="preserve">; we only know what </w:t>
      </w:r>
      <w:r w:rsidR="009C2243" w:rsidRPr="00EF44DA">
        <w:rPr>
          <w:rStyle w:val="Italic"/>
        </w:rPr>
        <w:t>kind</w:t>
      </w:r>
      <w:r w:rsidR="009C2243" w:rsidRPr="009C2243">
        <w:rPr>
          <w:lang w:eastAsia="en-GB"/>
        </w:rPr>
        <w:t xml:space="preserve"> it is. Given that you just learned about structs in</w:t>
      </w:r>
      <w:r w:rsidR="009C2243">
        <w:rPr>
          <w:lang w:eastAsia="en-GB"/>
        </w:rPr>
        <w:t xml:space="preserve"> </w:t>
      </w:r>
      <w:r w:rsidR="009C2243" w:rsidRPr="007B3420">
        <w:rPr>
          <w:rStyle w:val="Xref"/>
        </w:rPr>
        <w:t>Chapter 5</w:t>
      </w:r>
      <w:r w:rsidR="009C2243" w:rsidRPr="009C2243">
        <w:rPr>
          <w:lang w:eastAsia="en-GB"/>
        </w:rPr>
        <w:t>, you might be tempted to tackle this problem with structs as shown in</w:t>
      </w:r>
      <w:r w:rsidR="009C2243">
        <w:rPr>
          <w:lang w:eastAsia="en-GB"/>
        </w:rPr>
        <w:t xml:space="preserve"> </w:t>
      </w:r>
      <w:r w:rsidR="009C2243" w:rsidRPr="009C2243">
        <w:rPr>
          <w:lang w:eastAsia="en-GB"/>
        </w:rPr>
        <w:t>Listing 6-1.</w:t>
      </w:r>
    </w:p>
    <w:p w14:paraId="22F29374" w14:textId="4316B66F" w:rsidR="009C2243" w:rsidRPr="009C2243" w:rsidRDefault="004F2D7D" w:rsidP="00C43DAE">
      <w:pPr>
        <w:pStyle w:val="CodeAnnotated"/>
        <w:rPr>
          <w:lang w:eastAsia="en-GB"/>
        </w:rPr>
      </w:pPr>
      <w:r w:rsidRPr="00C43DAE">
        <w:rPr>
          <w:rStyle w:val="CodeAnnotation"/>
        </w:rPr>
        <w:t>1</w:t>
      </w:r>
      <w:r>
        <w:rPr>
          <w:lang w:eastAsia="en-GB"/>
        </w:rPr>
        <w:t xml:space="preserve"> </w:t>
      </w:r>
      <w:r w:rsidR="009C2243" w:rsidRPr="009C2243">
        <w:rPr>
          <w:lang w:eastAsia="en-GB"/>
        </w:rPr>
        <w:t>enum IpAddrKind {</w:t>
      </w:r>
    </w:p>
    <w:p w14:paraId="4F0F8C80" w14:textId="77777777" w:rsidR="009C2243" w:rsidRPr="009C2243" w:rsidRDefault="009C2243" w:rsidP="009C2243">
      <w:pPr>
        <w:pStyle w:val="Code"/>
        <w:rPr>
          <w:lang w:eastAsia="en-GB"/>
        </w:rPr>
      </w:pPr>
      <w:r w:rsidRPr="009C2243">
        <w:rPr>
          <w:lang w:eastAsia="en-GB"/>
        </w:rPr>
        <w:t xml:space="preserve">    V4,</w:t>
      </w:r>
    </w:p>
    <w:p w14:paraId="228DEFA8" w14:textId="77777777" w:rsidR="009C2243" w:rsidRPr="009C2243" w:rsidRDefault="009C2243" w:rsidP="009C2243">
      <w:pPr>
        <w:pStyle w:val="Code"/>
        <w:rPr>
          <w:lang w:eastAsia="en-GB"/>
        </w:rPr>
      </w:pPr>
      <w:r w:rsidRPr="009C2243">
        <w:rPr>
          <w:lang w:eastAsia="en-GB"/>
        </w:rPr>
        <w:t xml:space="preserve">    V6,</w:t>
      </w:r>
    </w:p>
    <w:p w14:paraId="3A2FBBC0" w14:textId="77777777" w:rsidR="009C2243" w:rsidRPr="009C2243" w:rsidRDefault="009C2243" w:rsidP="009C2243">
      <w:pPr>
        <w:pStyle w:val="Code"/>
        <w:rPr>
          <w:lang w:eastAsia="en-GB"/>
        </w:rPr>
      </w:pPr>
      <w:r w:rsidRPr="009C2243">
        <w:rPr>
          <w:lang w:eastAsia="en-GB"/>
        </w:rPr>
        <w:t>}</w:t>
      </w:r>
    </w:p>
    <w:p w14:paraId="544285AC" w14:textId="77777777" w:rsidR="009C2243" w:rsidRPr="009C2243" w:rsidRDefault="009C2243" w:rsidP="009C2243">
      <w:pPr>
        <w:pStyle w:val="Code"/>
        <w:rPr>
          <w:lang w:eastAsia="en-GB"/>
        </w:rPr>
      </w:pPr>
    </w:p>
    <w:p w14:paraId="170EF7EB" w14:textId="671B1CDC" w:rsidR="009C2243" w:rsidRPr="009C2243" w:rsidRDefault="004F2D7D" w:rsidP="00C43DAE">
      <w:pPr>
        <w:pStyle w:val="CodeAnnotated"/>
        <w:rPr>
          <w:lang w:eastAsia="en-GB"/>
        </w:rPr>
      </w:pPr>
      <w:r w:rsidRPr="00C43DAE">
        <w:rPr>
          <w:rStyle w:val="CodeAnnotation"/>
        </w:rPr>
        <w:t>2</w:t>
      </w:r>
      <w:r>
        <w:rPr>
          <w:lang w:eastAsia="en-GB"/>
        </w:rPr>
        <w:t xml:space="preserve"> </w:t>
      </w:r>
      <w:r w:rsidR="009C2243" w:rsidRPr="009C2243">
        <w:rPr>
          <w:lang w:eastAsia="en-GB"/>
        </w:rPr>
        <w:t>struct IpAddr {</w:t>
      </w:r>
    </w:p>
    <w:p w14:paraId="3449C372" w14:textId="74040C00" w:rsidR="009C2243" w:rsidRPr="009C2243" w:rsidRDefault="009C2243" w:rsidP="009C2243">
      <w:pPr>
        <w:pStyle w:val="Code"/>
        <w:rPr>
          <w:lang w:eastAsia="en-GB"/>
        </w:rPr>
      </w:pPr>
      <w:r w:rsidRPr="009C2243">
        <w:rPr>
          <w:lang w:eastAsia="en-GB"/>
        </w:rPr>
        <w:t xml:space="preserve">  </w:t>
      </w:r>
      <w:r w:rsidR="004F2D7D" w:rsidRPr="00C43DAE">
        <w:rPr>
          <w:rStyle w:val="CodeAnnotation"/>
        </w:rPr>
        <w:t>3</w:t>
      </w:r>
      <w:r w:rsidRPr="009C2243">
        <w:rPr>
          <w:lang w:eastAsia="en-GB"/>
        </w:rPr>
        <w:t xml:space="preserve"> kind: IpAddrKind,</w:t>
      </w:r>
    </w:p>
    <w:p w14:paraId="0CDBB46C" w14:textId="5A4D6112" w:rsidR="009C2243" w:rsidRPr="009C2243" w:rsidRDefault="009C2243" w:rsidP="009C2243">
      <w:pPr>
        <w:pStyle w:val="Code"/>
        <w:rPr>
          <w:lang w:eastAsia="en-GB"/>
        </w:rPr>
      </w:pPr>
      <w:r w:rsidRPr="009C2243">
        <w:rPr>
          <w:lang w:eastAsia="en-GB"/>
        </w:rPr>
        <w:t xml:space="preserve">  </w:t>
      </w:r>
      <w:r w:rsidR="004F2D7D" w:rsidRPr="00C43DAE">
        <w:rPr>
          <w:rStyle w:val="CodeAnnotation"/>
        </w:rPr>
        <w:t>4</w:t>
      </w:r>
      <w:r w:rsidRPr="009C2243">
        <w:rPr>
          <w:lang w:eastAsia="en-GB"/>
        </w:rPr>
        <w:t xml:space="preserve"> address: String,</w:t>
      </w:r>
    </w:p>
    <w:p w14:paraId="63A55C10" w14:textId="77777777" w:rsidR="009C2243" w:rsidRPr="009C2243" w:rsidRDefault="009C2243" w:rsidP="009C2243">
      <w:pPr>
        <w:pStyle w:val="Code"/>
        <w:rPr>
          <w:lang w:eastAsia="en-GB"/>
        </w:rPr>
      </w:pPr>
      <w:r w:rsidRPr="009C2243">
        <w:rPr>
          <w:lang w:eastAsia="en-GB"/>
        </w:rPr>
        <w:t>}</w:t>
      </w:r>
    </w:p>
    <w:p w14:paraId="59C9C0EE" w14:textId="77777777" w:rsidR="009C2243" w:rsidRPr="009C2243" w:rsidRDefault="009C2243" w:rsidP="009C2243">
      <w:pPr>
        <w:pStyle w:val="Code"/>
        <w:rPr>
          <w:lang w:eastAsia="en-GB"/>
        </w:rPr>
      </w:pPr>
    </w:p>
    <w:p w14:paraId="2BFB529D" w14:textId="1700313B" w:rsidR="009C2243" w:rsidRPr="009C2243" w:rsidRDefault="004F2D7D" w:rsidP="00C43DAE">
      <w:pPr>
        <w:pStyle w:val="CodeAnnotated"/>
        <w:rPr>
          <w:lang w:eastAsia="en-GB"/>
        </w:rPr>
      </w:pPr>
      <w:r w:rsidRPr="00C43DAE">
        <w:rPr>
          <w:rStyle w:val="CodeAnnotation"/>
        </w:rPr>
        <w:t>5</w:t>
      </w:r>
      <w:r>
        <w:rPr>
          <w:lang w:eastAsia="en-GB"/>
        </w:rPr>
        <w:t xml:space="preserve"> </w:t>
      </w:r>
      <w:r w:rsidR="009C2243" w:rsidRPr="009C2243">
        <w:rPr>
          <w:lang w:eastAsia="en-GB"/>
        </w:rPr>
        <w:t>let home = IpAddr {</w:t>
      </w:r>
    </w:p>
    <w:p w14:paraId="639D16F1" w14:textId="77777777" w:rsidR="009C2243" w:rsidRPr="009C2243" w:rsidRDefault="009C2243" w:rsidP="009C2243">
      <w:pPr>
        <w:pStyle w:val="Code"/>
        <w:rPr>
          <w:lang w:eastAsia="en-GB"/>
        </w:rPr>
      </w:pPr>
      <w:r w:rsidRPr="009C2243">
        <w:rPr>
          <w:lang w:eastAsia="en-GB"/>
        </w:rPr>
        <w:t xml:space="preserve">    kind: IpAddrKind::V4,</w:t>
      </w:r>
    </w:p>
    <w:p w14:paraId="1C860773" w14:textId="77777777" w:rsidR="009C2243" w:rsidRPr="009C2243" w:rsidRDefault="009C2243" w:rsidP="009C2243">
      <w:pPr>
        <w:pStyle w:val="Code"/>
        <w:rPr>
          <w:lang w:eastAsia="en-GB"/>
        </w:rPr>
      </w:pPr>
      <w:r w:rsidRPr="009C2243">
        <w:rPr>
          <w:lang w:eastAsia="en-GB"/>
        </w:rPr>
        <w:t xml:space="preserve">    address: String::from("127.0.0.1"),</w:t>
      </w:r>
    </w:p>
    <w:p w14:paraId="5CD88FD5" w14:textId="77777777" w:rsidR="009C2243" w:rsidRPr="009C2243" w:rsidRDefault="009C2243" w:rsidP="009C2243">
      <w:pPr>
        <w:pStyle w:val="Code"/>
        <w:rPr>
          <w:lang w:eastAsia="en-GB"/>
        </w:rPr>
      </w:pPr>
      <w:r w:rsidRPr="009C2243">
        <w:rPr>
          <w:lang w:eastAsia="en-GB"/>
        </w:rPr>
        <w:t>};</w:t>
      </w:r>
    </w:p>
    <w:p w14:paraId="7B12BC09" w14:textId="77777777" w:rsidR="009C2243" w:rsidRPr="009C2243" w:rsidRDefault="009C2243" w:rsidP="009C2243">
      <w:pPr>
        <w:pStyle w:val="Code"/>
        <w:rPr>
          <w:lang w:eastAsia="en-GB"/>
        </w:rPr>
      </w:pPr>
    </w:p>
    <w:p w14:paraId="18C4A76C" w14:textId="732CD5EC" w:rsidR="009C2243" w:rsidRPr="009C2243" w:rsidRDefault="004F2D7D" w:rsidP="00C43DAE">
      <w:pPr>
        <w:pStyle w:val="CodeAnnotated"/>
        <w:rPr>
          <w:lang w:eastAsia="en-GB"/>
        </w:rPr>
      </w:pPr>
      <w:r w:rsidRPr="00C43DAE">
        <w:rPr>
          <w:rStyle w:val="CodeAnnotation"/>
        </w:rPr>
        <w:t>6</w:t>
      </w:r>
      <w:r>
        <w:rPr>
          <w:lang w:eastAsia="en-GB"/>
        </w:rPr>
        <w:t xml:space="preserve"> </w:t>
      </w:r>
      <w:r w:rsidR="009C2243" w:rsidRPr="009C2243">
        <w:rPr>
          <w:lang w:eastAsia="en-GB"/>
        </w:rPr>
        <w:t>let loopback = IpAddr {</w:t>
      </w:r>
    </w:p>
    <w:p w14:paraId="4B57A157" w14:textId="77777777" w:rsidR="009C2243" w:rsidRPr="009C2243" w:rsidRDefault="009C2243" w:rsidP="009C2243">
      <w:pPr>
        <w:pStyle w:val="Code"/>
        <w:rPr>
          <w:lang w:eastAsia="en-GB"/>
        </w:rPr>
      </w:pPr>
      <w:r w:rsidRPr="009C2243">
        <w:rPr>
          <w:lang w:eastAsia="en-GB"/>
        </w:rPr>
        <w:t xml:space="preserve">    kind: IpAddrKind::V6,</w:t>
      </w:r>
    </w:p>
    <w:p w14:paraId="7BD56EE7" w14:textId="77777777" w:rsidR="009C2243" w:rsidRPr="009C2243" w:rsidRDefault="009C2243" w:rsidP="009C2243">
      <w:pPr>
        <w:pStyle w:val="Code"/>
        <w:rPr>
          <w:lang w:eastAsia="en-GB"/>
        </w:rPr>
      </w:pPr>
      <w:r w:rsidRPr="009C2243">
        <w:rPr>
          <w:lang w:eastAsia="en-GB"/>
        </w:rPr>
        <w:t xml:space="preserve">    address: String::from("::1"),</w:t>
      </w:r>
    </w:p>
    <w:p w14:paraId="460C8E20" w14:textId="77777777" w:rsidR="009C2243" w:rsidRPr="009C2243" w:rsidRDefault="009C2243" w:rsidP="009C2243">
      <w:pPr>
        <w:pStyle w:val="Code"/>
        <w:rPr>
          <w:lang w:eastAsia="en-GB"/>
        </w:rPr>
      </w:pPr>
      <w:r w:rsidRPr="009C2243">
        <w:rPr>
          <w:lang w:eastAsia="en-GB"/>
        </w:rPr>
        <w:t>};</w:t>
      </w:r>
    </w:p>
    <w:p w14:paraId="6AB5455A" w14:textId="1EF1CBA6" w:rsidR="009C2243" w:rsidRPr="009C2243" w:rsidRDefault="009C2243" w:rsidP="00EF44DA">
      <w:pPr>
        <w:pStyle w:val="CodeListingCaption"/>
        <w:rPr>
          <w:lang w:eastAsia="en-GB"/>
        </w:rPr>
      </w:pPr>
      <w:r w:rsidRPr="009C2243">
        <w:t xml:space="preserve">Storing the data and </w:t>
      </w:r>
      <w:r w:rsidRPr="00EF44DA">
        <w:rPr>
          <w:rStyle w:val="Literal"/>
        </w:rPr>
        <w:t>IpAddrKind</w:t>
      </w:r>
      <w:r w:rsidRPr="009C2243">
        <w:t xml:space="preserve"> variant of an IP address using a </w:t>
      </w:r>
      <w:r w:rsidRPr="00EF44DA">
        <w:rPr>
          <w:rStyle w:val="Literal"/>
        </w:rPr>
        <w:t>struct</w:t>
      </w:r>
    </w:p>
    <w:p w14:paraId="33A799B5" w14:textId="106F7D4C" w:rsidR="00B44150" w:rsidRDefault="00B44150" w:rsidP="00C43DAE">
      <w:pPr>
        <w:pStyle w:val="ProductionDirective"/>
        <w:rPr>
          <w:lang w:eastAsia="en-GB"/>
        </w:rPr>
      </w:pPr>
      <w:r>
        <w:rPr>
          <w:lang w:eastAsia="en-GB"/>
        </w:rPr>
        <w:t>PROD</w:t>
      </w:r>
      <w:r w:rsidRPr="00B44150">
        <w:rPr>
          <w:lang w:eastAsia="en-GB"/>
        </w:rPr>
        <w:t>: Please change this to Listing 6-1 and renumber remaining listings consecutively: e.g., Listing 6-2, Listing 6-3, etc.</w:t>
      </w:r>
    </w:p>
    <w:p w14:paraId="473284D5" w14:textId="08C03E48" w:rsidR="009C2243" w:rsidRPr="009C2243" w:rsidRDefault="009C2243" w:rsidP="009C2243">
      <w:pPr>
        <w:pStyle w:val="Body"/>
        <w:rPr>
          <w:lang w:eastAsia="en-GB"/>
        </w:rPr>
      </w:pPr>
      <w:r w:rsidRPr="009C2243">
        <w:rPr>
          <w:lang w:eastAsia="en-GB"/>
        </w:rPr>
        <w:t xml:space="preserve">Here, we’ve defined a struct </w:t>
      </w:r>
      <w:r w:rsidRPr="00EF44DA">
        <w:rPr>
          <w:rStyle w:val="Literal"/>
        </w:rPr>
        <w:t>IpAddr</w:t>
      </w:r>
      <w:r w:rsidRPr="009C2243">
        <w:t xml:space="preserve"> </w:t>
      </w:r>
      <w:r w:rsidR="00221F1C" w:rsidRPr="00C43DAE">
        <w:rPr>
          <w:rStyle w:val="CodeAnnotation"/>
        </w:rPr>
        <w:t>2</w:t>
      </w:r>
      <w:r w:rsidR="00221F1C">
        <w:t xml:space="preserve"> </w:t>
      </w:r>
      <w:r w:rsidRPr="009C2243">
        <w:t xml:space="preserve">that has two fields: a </w:t>
      </w:r>
      <w:r w:rsidRPr="00EF44DA">
        <w:rPr>
          <w:rStyle w:val="Literal"/>
        </w:rPr>
        <w:t>kind</w:t>
      </w:r>
      <w:r w:rsidRPr="009C2243">
        <w:t xml:space="preserve"> field </w:t>
      </w:r>
      <w:r w:rsidR="00221F1C" w:rsidRPr="00C43DAE">
        <w:rPr>
          <w:rStyle w:val="CodeAnnotation"/>
        </w:rPr>
        <w:t>3</w:t>
      </w:r>
      <w:r w:rsidR="00221F1C">
        <w:t xml:space="preserve"> </w:t>
      </w:r>
      <w:r w:rsidRPr="009C2243">
        <w:t xml:space="preserve">that is of type </w:t>
      </w:r>
      <w:r w:rsidRPr="00EF44DA">
        <w:rPr>
          <w:rStyle w:val="Literal"/>
        </w:rPr>
        <w:t>IpAddrKind</w:t>
      </w:r>
      <w:r w:rsidRPr="009C2243">
        <w:t xml:space="preserve"> (the enum we defined previously</w:t>
      </w:r>
      <w:r w:rsidR="00221F1C">
        <w:t xml:space="preserve"> </w:t>
      </w:r>
      <w:r w:rsidR="00221F1C" w:rsidRPr="00C43DAE">
        <w:rPr>
          <w:rStyle w:val="CodeAnnotation"/>
        </w:rPr>
        <w:t>1</w:t>
      </w:r>
      <w:r w:rsidRPr="009C2243">
        <w:t xml:space="preserve">) and an </w:t>
      </w:r>
      <w:r w:rsidRPr="00EF44DA">
        <w:rPr>
          <w:rStyle w:val="Literal"/>
        </w:rPr>
        <w:t>address</w:t>
      </w:r>
      <w:r w:rsidRPr="009C2243">
        <w:t xml:space="preserve"> field</w:t>
      </w:r>
      <w:r w:rsidR="00221F1C">
        <w:t xml:space="preserve"> </w:t>
      </w:r>
      <w:r w:rsidR="00221F1C" w:rsidRPr="00C43DAE">
        <w:rPr>
          <w:rStyle w:val="CodeAnnotation"/>
        </w:rPr>
        <w:t>4</w:t>
      </w:r>
      <w:r w:rsidRPr="009C2243">
        <w:t xml:space="preserve"> of type </w:t>
      </w:r>
      <w:r w:rsidRPr="00EF44DA">
        <w:rPr>
          <w:rStyle w:val="Literal"/>
        </w:rPr>
        <w:t>String</w:t>
      </w:r>
      <w:r w:rsidRPr="009C2243">
        <w:t xml:space="preserve">. We have two instances of this struct. The first is </w:t>
      </w:r>
      <w:r w:rsidRPr="00EF44DA">
        <w:rPr>
          <w:rStyle w:val="Literal"/>
        </w:rPr>
        <w:t>home</w:t>
      </w:r>
      <w:r w:rsidR="00221F1C" w:rsidRPr="00C43DAE">
        <w:t xml:space="preserve"> </w:t>
      </w:r>
      <w:r w:rsidR="00221F1C" w:rsidRPr="00C43DAE">
        <w:rPr>
          <w:rStyle w:val="CodeAnnotation"/>
        </w:rPr>
        <w:t>5</w:t>
      </w:r>
      <w:r w:rsidRPr="009C2243">
        <w:t xml:space="preserve">, and it has the value </w:t>
      </w:r>
      <w:r w:rsidRPr="00EF44DA">
        <w:rPr>
          <w:rStyle w:val="Literal"/>
        </w:rPr>
        <w:t>IpAddrKind::V4</w:t>
      </w:r>
      <w:r w:rsidRPr="009C2243">
        <w:t xml:space="preserve"> as its </w:t>
      </w:r>
      <w:r w:rsidRPr="00EF44DA">
        <w:rPr>
          <w:rStyle w:val="Literal"/>
        </w:rPr>
        <w:t>kind</w:t>
      </w:r>
      <w:r w:rsidRPr="009C2243">
        <w:t xml:space="preserve"> with associated </w:t>
      </w:r>
      <w:r w:rsidRPr="009C2243">
        <w:lastRenderedPageBreak/>
        <w:t xml:space="preserve">address data of </w:t>
      </w:r>
      <w:r w:rsidRPr="00EF44DA">
        <w:rPr>
          <w:rStyle w:val="Literal"/>
        </w:rPr>
        <w:t>127.0.0.1</w:t>
      </w:r>
      <w:r w:rsidRPr="009C2243">
        <w:t xml:space="preserve">. The second instance is </w:t>
      </w:r>
      <w:r w:rsidRPr="00EF44DA">
        <w:rPr>
          <w:rStyle w:val="Literal"/>
        </w:rPr>
        <w:t>loopback</w:t>
      </w:r>
      <w:r w:rsidR="00221F1C" w:rsidRPr="00C43DAE">
        <w:t xml:space="preserve"> </w:t>
      </w:r>
      <w:r w:rsidR="00221F1C" w:rsidRPr="00C43DAE">
        <w:rPr>
          <w:rStyle w:val="CodeAnnotation"/>
        </w:rPr>
        <w:t>6</w:t>
      </w:r>
      <w:r w:rsidRPr="009C2243">
        <w:t xml:space="preserve">. It has the other variant of </w:t>
      </w:r>
      <w:r w:rsidRPr="00EF44DA">
        <w:rPr>
          <w:rStyle w:val="Literal"/>
        </w:rPr>
        <w:t>IpAddrKind</w:t>
      </w:r>
      <w:r w:rsidRPr="009C2243">
        <w:t xml:space="preserve"> as its </w:t>
      </w:r>
      <w:r w:rsidRPr="00EF44DA">
        <w:rPr>
          <w:rStyle w:val="Literal"/>
        </w:rPr>
        <w:t>kind</w:t>
      </w:r>
      <w:r w:rsidRPr="009C2243">
        <w:t xml:space="preserve"> value, </w:t>
      </w:r>
      <w:r w:rsidRPr="00EF44DA">
        <w:rPr>
          <w:rStyle w:val="Literal"/>
        </w:rPr>
        <w:t>V6</w:t>
      </w:r>
      <w:r w:rsidRPr="009C2243">
        <w:t xml:space="preserve">, and has address </w:t>
      </w:r>
      <w:r w:rsidRPr="00EF44DA">
        <w:rPr>
          <w:rStyle w:val="Literal"/>
        </w:rPr>
        <w:t>::1</w:t>
      </w:r>
      <w:r w:rsidRPr="009C2243">
        <w:t xml:space="preserve"> associated with it. We’ve used a struct to bundle the </w:t>
      </w:r>
      <w:r w:rsidRPr="00EF44DA">
        <w:rPr>
          <w:rStyle w:val="Literal"/>
        </w:rPr>
        <w:t>kind</w:t>
      </w:r>
      <w:r w:rsidRPr="009C2243">
        <w:t xml:space="preserve"> and </w:t>
      </w:r>
      <w:r w:rsidRPr="00EF44DA">
        <w:rPr>
          <w:rStyle w:val="Literal"/>
        </w:rPr>
        <w:t>address</w:t>
      </w:r>
      <w:r>
        <w:rPr>
          <w:lang w:eastAsia="en-GB"/>
        </w:rPr>
        <w:t xml:space="preserve"> </w:t>
      </w:r>
      <w:r w:rsidRPr="009C2243">
        <w:rPr>
          <w:lang w:eastAsia="en-GB"/>
        </w:rPr>
        <w:t>values together, so now the variant is associated with the value.</w:t>
      </w:r>
    </w:p>
    <w:p w14:paraId="781EB1DF" w14:textId="4C3E4383" w:rsidR="009C2243" w:rsidRPr="009C2243" w:rsidRDefault="009C2243" w:rsidP="009C2243">
      <w:pPr>
        <w:pStyle w:val="Body"/>
        <w:rPr>
          <w:lang w:eastAsia="en-GB"/>
        </w:rPr>
      </w:pPr>
      <w:r w:rsidRPr="009C2243">
        <w:rPr>
          <w:lang w:eastAsia="en-GB"/>
        </w:rPr>
        <w:t>However, representing the same concept using just an enum is more concise:</w:t>
      </w:r>
      <w:r>
        <w:rPr>
          <w:lang w:eastAsia="en-GB"/>
        </w:rPr>
        <w:t xml:space="preserve"> </w:t>
      </w:r>
      <w:r w:rsidRPr="009C2243">
        <w:rPr>
          <w:lang w:eastAsia="en-GB"/>
        </w:rPr>
        <w:t>rather than an enum inside a struct, we can put data directly into each enum</w:t>
      </w:r>
      <w:r>
        <w:rPr>
          <w:lang w:eastAsia="en-GB"/>
        </w:rPr>
        <w:t xml:space="preserve"> </w:t>
      </w:r>
      <w:r w:rsidRPr="009C2243">
        <w:rPr>
          <w:lang w:eastAsia="en-GB"/>
        </w:rPr>
        <w:t xml:space="preserve">variant. This new definition of the </w:t>
      </w:r>
      <w:r w:rsidRPr="00EF44DA">
        <w:rPr>
          <w:rStyle w:val="Literal"/>
        </w:rPr>
        <w:t>IpAddr</w:t>
      </w:r>
      <w:r w:rsidRPr="009C2243">
        <w:t xml:space="preserve"> enum says that both </w:t>
      </w:r>
      <w:r w:rsidRPr="00EF44DA">
        <w:rPr>
          <w:rStyle w:val="Literal"/>
        </w:rPr>
        <w:t>V4</w:t>
      </w:r>
      <w:r w:rsidRPr="009C2243">
        <w:t xml:space="preserve"> and </w:t>
      </w:r>
      <w:r w:rsidRPr="00EF44DA">
        <w:rPr>
          <w:rStyle w:val="Literal"/>
        </w:rPr>
        <w:t>V6</w:t>
      </w:r>
      <w:r w:rsidRPr="009C2243">
        <w:t xml:space="preserve"> variants will have associated </w:t>
      </w:r>
      <w:r w:rsidRPr="00EF44DA">
        <w:rPr>
          <w:rStyle w:val="Literal"/>
        </w:rPr>
        <w:t>String</w:t>
      </w:r>
      <w:r w:rsidRPr="009C2243">
        <w:rPr>
          <w:lang w:eastAsia="en-GB"/>
        </w:rPr>
        <w:t xml:space="preserve"> values:</w:t>
      </w:r>
    </w:p>
    <w:p w14:paraId="4C9AB7B0" w14:textId="77777777" w:rsidR="009C2243" w:rsidRPr="009C2243" w:rsidRDefault="009C2243" w:rsidP="009C2243">
      <w:pPr>
        <w:pStyle w:val="Code"/>
        <w:rPr>
          <w:lang w:eastAsia="en-GB"/>
        </w:rPr>
      </w:pPr>
      <w:r w:rsidRPr="009C2243">
        <w:rPr>
          <w:lang w:eastAsia="en-GB"/>
        </w:rPr>
        <w:t>enum IpAddr {</w:t>
      </w:r>
    </w:p>
    <w:p w14:paraId="6685C88E" w14:textId="77777777" w:rsidR="009C2243" w:rsidRPr="009C2243" w:rsidRDefault="009C2243" w:rsidP="009C2243">
      <w:pPr>
        <w:pStyle w:val="Code"/>
        <w:rPr>
          <w:lang w:eastAsia="en-GB"/>
        </w:rPr>
      </w:pPr>
      <w:r w:rsidRPr="009C2243">
        <w:rPr>
          <w:lang w:eastAsia="en-GB"/>
        </w:rPr>
        <w:t xml:space="preserve">    V4(String),</w:t>
      </w:r>
    </w:p>
    <w:p w14:paraId="356BE5D3" w14:textId="77777777" w:rsidR="009C2243" w:rsidRPr="009C2243" w:rsidRDefault="009C2243" w:rsidP="009C2243">
      <w:pPr>
        <w:pStyle w:val="Code"/>
        <w:rPr>
          <w:lang w:eastAsia="en-GB"/>
        </w:rPr>
      </w:pPr>
      <w:r w:rsidRPr="009C2243">
        <w:rPr>
          <w:lang w:eastAsia="en-GB"/>
        </w:rPr>
        <w:t xml:space="preserve">    V6(String),</w:t>
      </w:r>
    </w:p>
    <w:p w14:paraId="075C9B42" w14:textId="77777777" w:rsidR="009C2243" w:rsidRPr="009C2243" w:rsidRDefault="009C2243" w:rsidP="009C2243">
      <w:pPr>
        <w:pStyle w:val="Code"/>
        <w:rPr>
          <w:lang w:eastAsia="en-GB"/>
        </w:rPr>
      </w:pPr>
      <w:r w:rsidRPr="009C2243">
        <w:rPr>
          <w:lang w:eastAsia="en-GB"/>
        </w:rPr>
        <w:t>}</w:t>
      </w:r>
    </w:p>
    <w:p w14:paraId="06BCF105" w14:textId="77777777" w:rsidR="009C2243" w:rsidRPr="009C2243" w:rsidRDefault="009C2243" w:rsidP="009C2243">
      <w:pPr>
        <w:pStyle w:val="Code"/>
        <w:rPr>
          <w:lang w:eastAsia="en-GB"/>
        </w:rPr>
      </w:pPr>
    </w:p>
    <w:p w14:paraId="19770F95" w14:textId="77777777" w:rsidR="009C2243" w:rsidRPr="009C2243" w:rsidRDefault="009C2243" w:rsidP="009C2243">
      <w:pPr>
        <w:pStyle w:val="Code"/>
        <w:rPr>
          <w:lang w:eastAsia="en-GB"/>
        </w:rPr>
      </w:pPr>
      <w:r w:rsidRPr="009C2243">
        <w:rPr>
          <w:lang w:eastAsia="en-GB"/>
        </w:rPr>
        <w:t>let home = IpAddr::V4(String::from("127.0.0.1"));</w:t>
      </w:r>
    </w:p>
    <w:p w14:paraId="079D748A" w14:textId="77777777" w:rsidR="009C2243" w:rsidRPr="009C2243" w:rsidRDefault="009C2243" w:rsidP="009C2243">
      <w:pPr>
        <w:pStyle w:val="Code"/>
        <w:rPr>
          <w:lang w:eastAsia="en-GB"/>
        </w:rPr>
      </w:pPr>
    </w:p>
    <w:p w14:paraId="3E8C8875" w14:textId="77777777" w:rsidR="009C2243" w:rsidRPr="009C2243" w:rsidRDefault="009C2243" w:rsidP="009C2243">
      <w:pPr>
        <w:pStyle w:val="Code"/>
        <w:rPr>
          <w:lang w:eastAsia="en-GB"/>
        </w:rPr>
      </w:pPr>
      <w:r w:rsidRPr="009C2243">
        <w:rPr>
          <w:lang w:eastAsia="en-GB"/>
        </w:rPr>
        <w:t>let loopback = IpAddr::V6(String::from("::1"));</w:t>
      </w:r>
    </w:p>
    <w:p w14:paraId="305BBE6E" w14:textId="403CD92B" w:rsidR="009C2243" w:rsidRPr="009C2243" w:rsidRDefault="009C2243" w:rsidP="009C2243">
      <w:pPr>
        <w:pStyle w:val="Body"/>
        <w:rPr>
          <w:lang w:eastAsia="en-GB"/>
        </w:rPr>
      </w:pPr>
      <w:r w:rsidRPr="009C2243">
        <w:t>We attach data to each variant of the enum directly, so there is no need for an extra struct. Here</w:t>
      </w:r>
      <w:r w:rsidR="00724F5B">
        <w:t>,</w:t>
      </w:r>
      <w:r w:rsidRPr="009C2243">
        <w:t xml:space="preserve"> it’s also easier to see another detail of how enums work: the name of each enum variant that we define also becomes a function that constructs an instance of the enum. That is, </w:t>
      </w:r>
      <w:r w:rsidRPr="00EF44DA">
        <w:rPr>
          <w:rStyle w:val="Literal"/>
        </w:rPr>
        <w:t>IpAddr::V4()</w:t>
      </w:r>
      <w:r w:rsidRPr="009C2243">
        <w:t xml:space="preserve"> is a function call that takes a </w:t>
      </w:r>
      <w:r w:rsidRPr="00EF44DA">
        <w:rPr>
          <w:rStyle w:val="Literal"/>
        </w:rPr>
        <w:t>String</w:t>
      </w:r>
      <w:r w:rsidRPr="009C2243">
        <w:t xml:space="preserve"> argument and returns an instance of the </w:t>
      </w:r>
      <w:r w:rsidRPr="00EF44DA">
        <w:rPr>
          <w:rStyle w:val="Literal"/>
        </w:rPr>
        <w:t>IpAddr</w:t>
      </w:r>
      <w:r w:rsidRPr="009C2243">
        <w:rPr>
          <w:lang w:eastAsia="en-GB"/>
        </w:rPr>
        <w:t xml:space="preserve"> type. We</w:t>
      </w:r>
      <w:r>
        <w:rPr>
          <w:lang w:eastAsia="en-GB"/>
        </w:rPr>
        <w:t xml:space="preserve"> </w:t>
      </w:r>
      <w:r w:rsidRPr="009C2243">
        <w:rPr>
          <w:lang w:eastAsia="en-GB"/>
        </w:rPr>
        <w:t>automatically get this constructor function defined as a result of defining the</w:t>
      </w:r>
      <w:r>
        <w:rPr>
          <w:lang w:eastAsia="en-GB"/>
        </w:rPr>
        <w:t xml:space="preserve"> </w:t>
      </w:r>
      <w:r w:rsidRPr="009C2243">
        <w:rPr>
          <w:lang w:eastAsia="en-GB"/>
        </w:rPr>
        <w:t>enum.</w:t>
      </w:r>
      <w:r w:rsidR="006010D0">
        <w:rPr>
          <w:lang w:eastAsia="en-GB"/>
        </w:rPr>
        <w:fldChar w:fldCharType="begin"/>
      </w:r>
      <w:r w:rsidR="006010D0">
        <w:instrText xml:space="preserve"> XE "</w:instrText>
      </w:r>
      <w:r w:rsidR="006010D0" w:rsidRPr="00AC00B2">
        <w:instrText>enums</w:instrText>
      </w:r>
      <w:r w:rsidR="006010D0">
        <w:instrText>:instantiating</w:instrText>
      </w:r>
      <w:r w:rsidR="006010D0" w:rsidRPr="00AC00B2">
        <w:instrText xml:space="preserve"> </w:instrText>
      </w:r>
      <w:r w:rsidR="006010D0">
        <w:instrText>end</w:instrText>
      </w:r>
      <w:r w:rsidR="006010D0" w:rsidRPr="00AC00B2">
        <w:instrText>Range</w:instrText>
      </w:r>
      <w:r w:rsidR="006010D0">
        <w:instrText xml:space="preserve">" </w:instrText>
      </w:r>
      <w:r w:rsidR="006010D0">
        <w:rPr>
          <w:lang w:eastAsia="en-GB"/>
        </w:rPr>
        <w:fldChar w:fldCharType="end"/>
      </w:r>
    </w:p>
    <w:p w14:paraId="4AA55834" w14:textId="6591E028" w:rsidR="009C2243" w:rsidRPr="009C2243" w:rsidRDefault="009C2243" w:rsidP="009C2243">
      <w:pPr>
        <w:pStyle w:val="Body"/>
        <w:rPr>
          <w:lang w:eastAsia="en-GB"/>
        </w:rPr>
      </w:pPr>
      <w:r w:rsidRPr="009C2243">
        <w:rPr>
          <w:lang w:eastAsia="en-GB"/>
        </w:rPr>
        <w:t>There’s another advantage to using an enum rather than a struct: each variant</w:t>
      </w:r>
      <w:r>
        <w:rPr>
          <w:lang w:eastAsia="en-GB"/>
        </w:rPr>
        <w:t xml:space="preserve"> </w:t>
      </w:r>
      <w:r w:rsidRPr="009C2243">
        <w:rPr>
          <w:lang w:eastAsia="en-GB"/>
        </w:rPr>
        <w:t>can have different types and amounts of associated data. Version four IP</w:t>
      </w:r>
      <w:r>
        <w:rPr>
          <w:lang w:eastAsia="en-GB"/>
        </w:rPr>
        <w:t xml:space="preserve"> </w:t>
      </w:r>
      <w:r w:rsidRPr="009C2243">
        <w:rPr>
          <w:lang w:eastAsia="en-GB"/>
        </w:rPr>
        <w:t>addresses will always have four numeric components that will have values</w:t>
      </w:r>
      <w:r>
        <w:rPr>
          <w:lang w:eastAsia="en-GB"/>
        </w:rPr>
        <w:t xml:space="preserve"> </w:t>
      </w:r>
      <w:r w:rsidRPr="009C2243">
        <w:rPr>
          <w:lang w:eastAsia="en-GB"/>
        </w:rPr>
        <w:t xml:space="preserve">between 0 and 255. If we wanted to store </w:t>
      </w:r>
      <w:r w:rsidRPr="00EF44DA">
        <w:rPr>
          <w:rStyle w:val="Literal"/>
        </w:rPr>
        <w:t>V4</w:t>
      </w:r>
      <w:r w:rsidRPr="009C2243">
        <w:t xml:space="preserve"> addresses as four </w:t>
      </w:r>
      <w:r w:rsidRPr="00EF44DA">
        <w:rPr>
          <w:rStyle w:val="Literal"/>
        </w:rPr>
        <w:t>u8</w:t>
      </w:r>
      <w:r w:rsidRPr="009C2243">
        <w:t xml:space="preserve"> values but still express </w:t>
      </w:r>
      <w:r w:rsidRPr="00EF44DA">
        <w:rPr>
          <w:rStyle w:val="Literal"/>
        </w:rPr>
        <w:t>V6</w:t>
      </w:r>
      <w:r w:rsidRPr="009C2243">
        <w:t xml:space="preserve"> addresses as one </w:t>
      </w:r>
      <w:r w:rsidRPr="00EF44DA">
        <w:rPr>
          <w:rStyle w:val="Literal"/>
        </w:rPr>
        <w:t>String</w:t>
      </w:r>
      <w:r w:rsidRPr="009C2243">
        <w:rPr>
          <w:lang w:eastAsia="en-GB"/>
        </w:rPr>
        <w:t xml:space="preserve"> value, we wouldn’t be able to with</w:t>
      </w:r>
      <w:r>
        <w:rPr>
          <w:lang w:eastAsia="en-GB"/>
        </w:rPr>
        <w:t xml:space="preserve"> </w:t>
      </w:r>
      <w:r w:rsidRPr="009C2243">
        <w:rPr>
          <w:lang w:eastAsia="en-GB"/>
        </w:rPr>
        <w:t>a struct. Enums handle this case with ease:</w:t>
      </w:r>
    </w:p>
    <w:p w14:paraId="44359F5A" w14:textId="77777777" w:rsidR="009C2243" w:rsidRPr="009C2243" w:rsidRDefault="009C2243" w:rsidP="009C2243">
      <w:pPr>
        <w:pStyle w:val="Code"/>
        <w:rPr>
          <w:lang w:eastAsia="en-GB"/>
        </w:rPr>
      </w:pPr>
      <w:r w:rsidRPr="009C2243">
        <w:rPr>
          <w:lang w:eastAsia="en-GB"/>
        </w:rPr>
        <w:t>enum IpAddr {</w:t>
      </w:r>
    </w:p>
    <w:p w14:paraId="582F1F14" w14:textId="77777777" w:rsidR="009C2243" w:rsidRPr="009C2243" w:rsidRDefault="009C2243" w:rsidP="009C2243">
      <w:pPr>
        <w:pStyle w:val="Code"/>
        <w:rPr>
          <w:lang w:eastAsia="en-GB"/>
        </w:rPr>
      </w:pPr>
      <w:r w:rsidRPr="009C2243">
        <w:rPr>
          <w:lang w:eastAsia="en-GB"/>
        </w:rPr>
        <w:t xml:space="preserve">    V4(u8, u8, u8, u8),</w:t>
      </w:r>
    </w:p>
    <w:p w14:paraId="22C824E0" w14:textId="77777777" w:rsidR="009C2243" w:rsidRPr="009C2243" w:rsidRDefault="009C2243" w:rsidP="009C2243">
      <w:pPr>
        <w:pStyle w:val="Code"/>
        <w:rPr>
          <w:lang w:eastAsia="en-GB"/>
        </w:rPr>
      </w:pPr>
      <w:r w:rsidRPr="009C2243">
        <w:rPr>
          <w:lang w:eastAsia="en-GB"/>
        </w:rPr>
        <w:t xml:space="preserve">    V6(String),</w:t>
      </w:r>
    </w:p>
    <w:p w14:paraId="733B5A59" w14:textId="77777777" w:rsidR="009C2243" w:rsidRPr="009C2243" w:rsidRDefault="009C2243" w:rsidP="009C2243">
      <w:pPr>
        <w:pStyle w:val="Code"/>
        <w:rPr>
          <w:lang w:eastAsia="en-GB"/>
        </w:rPr>
      </w:pPr>
      <w:r w:rsidRPr="009C2243">
        <w:rPr>
          <w:lang w:eastAsia="en-GB"/>
        </w:rPr>
        <w:t>}</w:t>
      </w:r>
    </w:p>
    <w:p w14:paraId="4705F248" w14:textId="77777777" w:rsidR="009C2243" w:rsidRPr="009C2243" w:rsidRDefault="009C2243" w:rsidP="009C2243">
      <w:pPr>
        <w:pStyle w:val="Code"/>
        <w:rPr>
          <w:lang w:eastAsia="en-GB"/>
        </w:rPr>
      </w:pPr>
    </w:p>
    <w:p w14:paraId="4A2C8800" w14:textId="77777777" w:rsidR="009C2243" w:rsidRPr="009C2243" w:rsidRDefault="009C2243" w:rsidP="009C2243">
      <w:pPr>
        <w:pStyle w:val="Code"/>
        <w:rPr>
          <w:lang w:eastAsia="en-GB"/>
        </w:rPr>
      </w:pPr>
      <w:r w:rsidRPr="009C2243">
        <w:rPr>
          <w:lang w:eastAsia="en-GB"/>
        </w:rPr>
        <w:t>let home = IpAddr::V4(127, 0, 0, 1);</w:t>
      </w:r>
    </w:p>
    <w:p w14:paraId="296A4BA8" w14:textId="77777777" w:rsidR="009C2243" w:rsidRPr="009C2243" w:rsidRDefault="009C2243" w:rsidP="009C2243">
      <w:pPr>
        <w:pStyle w:val="Code"/>
        <w:rPr>
          <w:lang w:eastAsia="en-GB"/>
        </w:rPr>
      </w:pPr>
    </w:p>
    <w:p w14:paraId="6DE535D5" w14:textId="77777777" w:rsidR="009C2243" w:rsidRPr="009C2243" w:rsidRDefault="009C2243" w:rsidP="009C2243">
      <w:pPr>
        <w:pStyle w:val="Code"/>
        <w:rPr>
          <w:lang w:eastAsia="en-GB"/>
        </w:rPr>
      </w:pPr>
      <w:r w:rsidRPr="009C2243">
        <w:rPr>
          <w:lang w:eastAsia="en-GB"/>
        </w:rPr>
        <w:t>let loopback = IpAddr::V6(String::from("::1"));</w:t>
      </w:r>
    </w:p>
    <w:p w14:paraId="0D4F295D" w14:textId="2CCC9E0A" w:rsidR="009C2243" w:rsidRPr="009C2243" w:rsidRDefault="009C2243" w:rsidP="009C2243">
      <w:pPr>
        <w:pStyle w:val="Body"/>
        <w:rPr>
          <w:lang w:eastAsia="en-GB"/>
        </w:rPr>
      </w:pPr>
      <w:r w:rsidRPr="009C2243">
        <w:t xml:space="preserve">We’ve shown several different ways to define data structures to store version four and version six IP addresses. However, as it turns out, wanting to store IP addresses and encode which kind they are is so common that the standard library has a definition we can use! Let’s look at how the standard library defines </w:t>
      </w:r>
      <w:r w:rsidRPr="00EF44DA">
        <w:rPr>
          <w:rStyle w:val="Literal"/>
        </w:rPr>
        <w:t>IpAddr</w:t>
      </w:r>
      <w:r w:rsidRPr="009C2243">
        <w:rPr>
          <w:lang w:eastAsia="en-GB"/>
        </w:rPr>
        <w:t>: it has the exact enum and variants that we’ve defined and</w:t>
      </w:r>
      <w:r>
        <w:rPr>
          <w:lang w:eastAsia="en-GB"/>
        </w:rPr>
        <w:t xml:space="preserve"> </w:t>
      </w:r>
      <w:r w:rsidRPr="009C2243">
        <w:rPr>
          <w:lang w:eastAsia="en-GB"/>
        </w:rPr>
        <w:t>used, but it embeds the address data inside the variants in the form of two</w:t>
      </w:r>
      <w:r>
        <w:rPr>
          <w:lang w:eastAsia="en-GB"/>
        </w:rPr>
        <w:t xml:space="preserve"> </w:t>
      </w:r>
      <w:r w:rsidRPr="009C2243">
        <w:rPr>
          <w:lang w:eastAsia="en-GB"/>
        </w:rPr>
        <w:t>different structs, which are defined differently for each variant:</w:t>
      </w:r>
    </w:p>
    <w:p w14:paraId="30F2875D" w14:textId="77777777" w:rsidR="009C2243" w:rsidRPr="009C2243" w:rsidRDefault="009C2243" w:rsidP="009C2243">
      <w:pPr>
        <w:pStyle w:val="Code"/>
        <w:rPr>
          <w:lang w:eastAsia="en-GB"/>
        </w:rPr>
      </w:pPr>
      <w:r w:rsidRPr="009C2243">
        <w:rPr>
          <w:lang w:eastAsia="en-GB"/>
        </w:rPr>
        <w:t>struct Ipv4Addr {</w:t>
      </w:r>
    </w:p>
    <w:p w14:paraId="633FC590" w14:textId="165C9376" w:rsidR="009C2243" w:rsidRPr="00EF44DA" w:rsidRDefault="009C2243" w:rsidP="009C2243">
      <w:pPr>
        <w:pStyle w:val="Code"/>
        <w:rPr>
          <w:rStyle w:val="LiteralItalic"/>
        </w:rPr>
      </w:pPr>
      <w:r w:rsidRPr="009C2243">
        <w:rPr>
          <w:lang w:eastAsia="en-GB"/>
        </w:rPr>
        <w:t xml:space="preserve">    </w:t>
      </w:r>
      <w:r w:rsidRPr="00EF44DA">
        <w:rPr>
          <w:rStyle w:val="LiteralItalic"/>
        </w:rPr>
        <w:t>--snip--</w:t>
      </w:r>
    </w:p>
    <w:p w14:paraId="208B09CB" w14:textId="77777777" w:rsidR="009C2243" w:rsidRPr="009C2243" w:rsidRDefault="009C2243" w:rsidP="009C2243">
      <w:pPr>
        <w:pStyle w:val="Code"/>
        <w:rPr>
          <w:lang w:eastAsia="en-GB"/>
        </w:rPr>
      </w:pPr>
      <w:r w:rsidRPr="009C2243">
        <w:rPr>
          <w:lang w:eastAsia="en-GB"/>
        </w:rPr>
        <w:t>}</w:t>
      </w:r>
    </w:p>
    <w:p w14:paraId="11037A7B" w14:textId="77777777" w:rsidR="009C2243" w:rsidRPr="009C2243" w:rsidRDefault="009C2243" w:rsidP="009C2243">
      <w:pPr>
        <w:pStyle w:val="Code"/>
        <w:rPr>
          <w:lang w:eastAsia="en-GB"/>
        </w:rPr>
      </w:pPr>
    </w:p>
    <w:p w14:paraId="4D7E69F8" w14:textId="77777777" w:rsidR="009C2243" w:rsidRPr="009C2243" w:rsidRDefault="009C2243" w:rsidP="009C2243">
      <w:pPr>
        <w:pStyle w:val="Code"/>
        <w:rPr>
          <w:lang w:eastAsia="en-GB"/>
        </w:rPr>
      </w:pPr>
      <w:r w:rsidRPr="009C2243">
        <w:rPr>
          <w:lang w:eastAsia="en-GB"/>
        </w:rPr>
        <w:t>struct Ipv6Addr {</w:t>
      </w:r>
    </w:p>
    <w:p w14:paraId="05B42C29" w14:textId="03441316" w:rsidR="009C2243" w:rsidRPr="009C2243" w:rsidRDefault="009C2243" w:rsidP="009C2243">
      <w:pPr>
        <w:pStyle w:val="Code"/>
        <w:rPr>
          <w:lang w:eastAsia="en-GB"/>
        </w:rPr>
      </w:pPr>
      <w:r w:rsidRPr="009C2243">
        <w:rPr>
          <w:lang w:eastAsia="en-GB"/>
        </w:rPr>
        <w:t xml:space="preserve">    </w:t>
      </w:r>
      <w:r w:rsidRPr="00EF44DA">
        <w:rPr>
          <w:rStyle w:val="LiteralItalic"/>
        </w:rPr>
        <w:t>--snip--</w:t>
      </w:r>
    </w:p>
    <w:p w14:paraId="6C0EC4EF" w14:textId="77777777" w:rsidR="009C2243" w:rsidRPr="009C2243" w:rsidRDefault="009C2243" w:rsidP="009C2243">
      <w:pPr>
        <w:pStyle w:val="Code"/>
        <w:rPr>
          <w:lang w:eastAsia="en-GB"/>
        </w:rPr>
      </w:pPr>
      <w:r w:rsidRPr="009C2243">
        <w:rPr>
          <w:lang w:eastAsia="en-GB"/>
        </w:rPr>
        <w:t>}</w:t>
      </w:r>
    </w:p>
    <w:p w14:paraId="0DA5ECD4" w14:textId="77777777" w:rsidR="009C2243" w:rsidRPr="009C2243" w:rsidRDefault="009C2243" w:rsidP="009C2243">
      <w:pPr>
        <w:pStyle w:val="Code"/>
        <w:rPr>
          <w:lang w:eastAsia="en-GB"/>
        </w:rPr>
      </w:pPr>
    </w:p>
    <w:p w14:paraId="317B38FD" w14:textId="77777777" w:rsidR="009C2243" w:rsidRPr="009C2243" w:rsidRDefault="009C2243" w:rsidP="009C2243">
      <w:pPr>
        <w:pStyle w:val="Code"/>
        <w:rPr>
          <w:lang w:eastAsia="en-GB"/>
        </w:rPr>
      </w:pPr>
      <w:r w:rsidRPr="009C2243">
        <w:rPr>
          <w:lang w:eastAsia="en-GB"/>
        </w:rPr>
        <w:t>enum IpAddr {</w:t>
      </w:r>
    </w:p>
    <w:p w14:paraId="5F460FAF" w14:textId="77777777" w:rsidR="009C2243" w:rsidRPr="009C2243" w:rsidRDefault="009C2243" w:rsidP="009C2243">
      <w:pPr>
        <w:pStyle w:val="Code"/>
        <w:rPr>
          <w:lang w:eastAsia="en-GB"/>
        </w:rPr>
      </w:pPr>
      <w:r w:rsidRPr="009C2243">
        <w:rPr>
          <w:lang w:eastAsia="en-GB"/>
        </w:rPr>
        <w:t xml:space="preserve">    V4(Ipv4Addr),</w:t>
      </w:r>
    </w:p>
    <w:p w14:paraId="1DD49B3F" w14:textId="77777777" w:rsidR="009C2243" w:rsidRPr="009C2243" w:rsidRDefault="009C2243" w:rsidP="009C2243">
      <w:pPr>
        <w:pStyle w:val="Code"/>
        <w:rPr>
          <w:lang w:eastAsia="en-GB"/>
        </w:rPr>
      </w:pPr>
      <w:r w:rsidRPr="009C2243">
        <w:rPr>
          <w:lang w:eastAsia="en-GB"/>
        </w:rPr>
        <w:t xml:space="preserve">    V6(Ipv6Addr),</w:t>
      </w:r>
    </w:p>
    <w:p w14:paraId="00547E3B" w14:textId="77777777" w:rsidR="009C2243" w:rsidRPr="009C2243" w:rsidRDefault="009C2243" w:rsidP="009C2243">
      <w:pPr>
        <w:pStyle w:val="Code"/>
        <w:rPr>
          <w:lang w:eastAsia="en-GB"/>
        </w:rPr>
      </w:pPr>
      <w:r w:rsidRPr="009C2243">
        <w:rPr>
          <w:lang w:eastAsia="en-GB"/>
        </w:rPr>
        <w:t>}</w:t>
      </w:r>
    </w:p>
    <w:p w14:paraId="447B55B4" w14:textId="4E9EF148" w:rsidR="009C2243" w:rsidRPr="009C2243" w:rsidRDefault="009C2243" w:rsidP="00EF44DA">
      <w:pPr>
        <w:pStyle w:val="Body"/>
        <w:rPr>
          <w:lang w:eastAsia="en-GB"/>
        </w:rPr>
      </w:pPr>
      <w:r w:rsidRPr="009C2243">
        <w:rPr>
          <w:lang w:eastAsia="en-GB"/>
        </w:rPr>
        <w:t>This code illustrates that you can put any kind of data inside an enum variant:</w:t>
      </w:r>
      <w:r>
        <w:rPr>
          <w:lang w:eastAsia="en-GB"/>
        </w:rPr>
        <w:t xml:space="preserve"> </w:t>
      </w:r>
      <w:r w:rsidRPr="009C2243">
        <w:rPr>
          <w:lang w:eastAsia="en-GB"/>
        </w:rPr>
        <w:t>strings, numeric types, or structs, for example. You can even include another</w:t>
      </w:r>
      <w:r>
        <w:rPr>
          <w:lang w:eastAsia="en-GB"/>
        </w:rPr>
        <w:t xml:space="preserve"> </w:t>
      </w:r>
      <w:r w:rsidRPr="009C2243">
        <w:rPr>
          <w:lang w:eastAsia="en-GB"/>
        </w:rPr>
        <w:t>enum! Also, standard library types are often not much more complicated than</w:t>
      </w:r>
      <w:r>
        <w:rPr>
          <w:lang w:eastAsia="en-GB"/>
        </w:rPr>
        <w:t xml:space="preserve"> </w:t>
      </w:r>
      <w:r w:rsidRPr="009C2243">
        <w:rPr>
          <w:lang w:eastAsia="en-GB"/>
        </w:rPr>
        <w:t>what you might come up with.</w:t>
      </w:r>
    </w:p>
    <w:p w14:paraId="4A93C40A" w14:textId="1B5F1A75" w:rsidR="009C2243" w:rsidRPr="009C2243" w:rsidRDefault="009C2243" w:rsidP="009C2243">
      <w:pPr>
        <w:pStyle w:val="Body"/>
        <w:rPr>
          <w:lang w:eastAsia="en-GB"/>
        </w:rPr>
      </w:pPr>
      <w:r w:rsidRPr="009C2243">
        <w:t xml:space="preserve">Note that even though the standard library contains a definition for </w:t>
      </w:r>
      <w:r w:rsidRPr="00EF44DA">
        <w:rPr>
          <w:rStyle w:val="Literal"/>
        </w:rPr>
        <w:t>IpAddr</w:t>
      </w:r>
      <w:r w:rsidRPr="009C2243">
        <w:rPr>
          <w:lang w:eastAsia="en-GB"/>
        </w:rPr>
        <w:t>,</w:t>
      </w:r>
      <w:r>
        <w:rPr>
          <w:lang w:eastAsia="en-GB"/>
        </w:rPr>
        <w:t xml:space="preserve"> </w:t>
      </w:r>
      <w:r w:rsidRPr="009C2243">
        <w:rPr>
          <w:lang w:eastAsia="en-GB"/>
        </w:rPr>
        <w:t>we can still create and use our own definition without conflict because we</w:t>
      </w:r>
      <w:r>
        <w:rPr>
          <w:lang w:eastAsia="en-GB"/>
        </w:rPr>
        <w:t xml:space="preserve"> </w:t>
      </w:r>
      <w:r w:rsidRPr="009C2243">
        <w:rPr>
          <w:lang w:eastAsia="en-GB"/>
        </w:rPr>
        <w:t>haven’t brought the standard library’s definition into our scope. We’ll talk</w:t>
      </w:r>
      <w:r>
        <w:rPr>
          <w:lang w:eastAsia="en-GB"/>
        </w:rPr>
        <w:t xml:space="preserve"> </w:t>
      </w:r>
      <w:r w:rsidRPr="009C2243">
        <w:rPr>
          <w:lang w:eastAsia="en-GB"/>
        </w:rPr>
        <w:t xml:space="preserve">more about bringing types into scope in </w:t>
      </w:r>
      <w:r w:rsidRPr="007B3420">
        <w:rPr>
          <w:rStyle w:val="Xref"/>
        </w:rPr>
        <w:t>Chapter 7</w:t>
      </w:r>
      <w:r w:rsidRPr="009C2243">
        <w:rPr>
          <w:lang w:eastAsia="en-GB"/>
        </w:rPr>
        <w:t>.</w:t>
      </w:r>
      <w:r w:rsidR="007A238E">
        <w:rPr>
          <w:lang w:eastAsia="en-GB"/>
        </w:rPr>
        <w:fldChar w:fldCharType="begin"/>
      </w:r>
      <w:r w:rsidR="007A238E">
        <w:instrText xml:space="preserve"> XE "IpAddr type</w:instrText>
      </w:r>
      <w:r w:rsidR="007A238E" w:rsidRPr="00AC00B2">
        <w:instrText xml:space="preserve"> </w:instrText>
      </w:r>
      <w:r w:rsidR="007A238E">
        <w:instrText>end</w:instrText>
      </w:r>
      <w:r w:rsidR="007A238E" w:rsidRPr="00AC00B2">
        <w:instrText>Range</w:instrText>
      </w:r>
      <w:r w:rsidR="007A238E">
        <w:instrText xml:space="preserve">" </w:instrText>
      </w:r>
      <w:r w:rsidR="007A238E">
        <w:rPr>
          <w:lang w:eastAsia="en-GB"/>
        </w:rPr>
        <w:fldChar w:fldCharType="end"/>
      </w:r>
    </w:p>
    <w:p w14:paraId="21D4A035" w14:textId="0DB1C07B" w:rsidR="009C2243" w:rsidRPr="009C2243" w:rsidRDefault="009C2243" w:rsidP="00EF44DA">
      <w:pPr>
        <w:pStyle w:val="Body"/>
        <w:rPr>
          <w:lang w:eastAsia="en-GB"/>
        </w:rPr>
      </w:pPr>
      <w:r w:rsidRPr="009C2243">
        <w:rPr>
          <w:lang w:eastAsia="en-GB"/>
        </w:rPr>
        <w:t>Let’s look at another example of an enum in Listing 6-2: this one has a wide</w:t>
      </w:r>
      <w:r>
        <w:rPr>
          <w:lang w:eastAsia="en-GB"/>
        </w:rPr>
        <w:t xml:space="preserve"> </w:t>
      </w:r>
      <w:r w:rsidRPr="009C2243">
        <w:rPr>
          <w:lang w:eastAsia="en-GB"/>
        </w:rPr>
        <w:t>variety of types embedded in its variants.</w:t>
      </w:r>
    </w:p>
    <w:p w14:paraId="7512CC4B" w14:textId="77777777" w:rsidR="009C2243" w:rsidRPr="009C2243" w:rsidRDefault="009C2243" w:rsidP="009C2243">
      <w:pPr>
        <w:pStyle w:val="Code"/>
        <w:rPr>
          <w:lang w:eastAsia="en-GB"/>
        </w:rPr>
      </w:pPr>
      <w:r w:rsidRPr="009C2243">
        <w:rPr>
          <w:lang w:eastAsia="en-GB"/>
        </w:rPr>
        <w:t>enum Message {</w:t>
      </w:r>
    </w:p>
    <w:p w14:paraId="6D345E8B" w14:textId="77777777" w:rsidR="009C2243" w:rsidRPr="009C2243" w:rsidRDefault="009C2243" w:rsidP="009C2243">
      <w:pPr>
        <w:pStyle w:val="Code"/>
        <w:rPr>
          <w:lang w:eastAsia="en-GB"/>
        </w:rPr>
      </w:pPr>
      <w:r w:rsidRPr="009C2243">
        <w:rPr>
          <w:lang w:eastAsia="en-GB"/>
        </w:rPr>
        <w:t xml:space="preserve">    Quit,</w:t>
      </w:r>
    </w:p>
    <w:p w14:paraId="0D1BD9BC" w14:textId="77777777" w:rsidR="009C2243" w:rsidRPr="009C2243" w:rsidRDefault="009C2243" w:rsidP="009C2243">
      <w:pPr>
        <w:pStyle w:val="Code"/>
        <w:rPr>
          <w:lang w:eastAsia="en-GB"/>
        </w:rPr>
      </w:pPr>
      <w:r w:rsidRPr="009C2243">
        <w:rPr>
          <w:lang w:eastAsia="en-GB"/>
        </w:rPr>
        <w:t xml:space="preserve">    Move { x: i32, y: i32 },</w:t>
      </w:r>
    </w:p>
    <w:p w14:paraId="007CAFAF" w14:textId="77777777" w:rsidR="009C2243" w:rsidRPr="009C2243" w:rsidRDefault="009C2243" w:rsidP="009C2243">
      <w:pPr>
        <w:pStyle w:val="Code"/>
        <w:rPr>
          <w:lang w:eastAsia="en-GB"/>
        </w:rPr>
      </w:pPr>
      <w:r w:rsidRPr="009C2243">
        <w:rPr>
          <w:lang w:eastAsia="en-GB"/>
        </w:rPr>
        <w:t xml:space="preserve">    Write(String),</w:t>
      </w:r>
    </w:p>
    <w:p w14:paraId="4A6C6A65" w14:textId="77777777" w:rsidR="009C2243" w:rsidRPr="009C2243" w:rsidRDefault="009C2243" w:rsidP="009C2243">
      <w:pPr>
        <w:pStyle w:val="Code"/>
        <w:rPr>
          <w:lang w:eastAsia="en-GB"/>
        </w:rPr>
      </w:pPr>
      <w:r w:rsidRPr="009C2243">
        <w:rPr>
          <w:lang w:eastAsia="en-GB"/>
        </w:rPr>
        <w:t xml:space="preserve">    ChangeColor(i32, i32, i32),</w:t>
      </w:r>
    </w:p>
    <w:p w14:paraId="3C3A89C5" w14:textId="77777777" w:rsidR="009C2243" w:rsidRPr="009C2243" w:rsidRDefault="009C2243" w:rsidP="009C2243">
      <w:pPr>
        <w:pStyle w:val="Code"/>
        <w:rPr>
          <w:lang w:eastAsia="en-GB"/>
        </w:rPr>
      </w:pPr>
      <w:r w:rsidRPr="009C2243">
        <w:rPr>
          <w:lang w:eastAsia="en-GB"/>
        </w:rPr>
        <w:t>}</w:t>
      </w:r>
    </w:p>
    <w:p w14:paraId="2CC43125" w14:textId="39FBB9C6" w:rsidR="009C2243" w:rsidRPr="009C2243" w:rsidRDefault="009C2243" w:rsidP="00EF44DA">
      <w:pPr>
        <w:pStyle w:val="CodeListingCaption"/>
        <w:rPr>
          <w:lang w:eastAsia="en-GB"/>
        </w:rPr>
      </w:pPr>
      <w:r w:rsidRPr="009C2243">
        <w:t xml:space="preserve">A </w:t>
      </w:r>
      <w:r w:rsidRPr="00EF44DA">
        <w:rPr>
          <w:rStyle w:val="Literal"/>
        </w:rPr>
        <w:t>Message</w:t>
      </w:r>
      <w:r w:rsidRPr="009C2243">
        <w:rPr>
          <w:lang w:eastAsia="en-GB"/>
        </w:rPr>
        <w:t xml:space="preserve"> enum whose variants each store different amounts and</w:t>
      </w:r>
      <w:r>
        <w:rPr>
          <w:lang w:eastAsia="en-GB"/>
        </w:rPr>
        <w:t xml:space="preserve"> </w:t>
      </w:r>
      <w:r w:rsidRPr="009C2243">
        <w:rPr>
          <w:lang w:eastAsia="en-GB"/>
        </w:rPr>
        <w:t>types of values</w:t>
      </w:r>
    </w:p>
    <w:p w14:paraId="7D9E2577" w14:textId="77777777" w:rsidR="009C2243" w:rsidRPr="009C2243" w:rsidRDefault="009C2243" w:rsidP="00EF44DA">
      <w:pPr>
        <w:pStyle w:val="Body"/>
        <w:rPr>
          <w:lang w:eastAsia="en-GB"/>
        </w:rPr>
      </w:pPr>
      <w:r w:rsidRPr="009C2243">
        <w:rPr>
          <w:lang w:eastAsia="en-GB"/>
        </w:rPr>
        <w:t>This enum has four variants with different types:</w:t>
      </w:r>
    </w:p>
    <w:p w14:paraId="37103BF2" w14:textId="77777777" w:rsidR="009C2243" w:rsidRPr="009C2243" w:rsidRDefault="009C2243" w:rsidP="00EF44DA">
      <w:pPr>
        <w:pStyle w:val="ListPlain"/>
        <w:rPr>
          <w:lang w:eastAsia="en-GB"/>
        </w:rPr>
      </w:pPr>
      <w:r w:rsidRPr="00EF44DA">
        <w:rPr>
          <w:rStyle w:val="Literal"/>
        </w:rPr>
        <w:t>Quit</w:t>
      </w:r>
      <w:r w:rsidRPr="009C2243">
        <w:rPr>
          <w:lang w:eastAsia="en-GB"/>
        </w:rPr>
        <w:t xml:space="preserve"> has no data associated with it at all.</w:t>
      </w:r>
    </w:p>
    <w:p w14:paraId="04D8742E" w14:textId="5F7B8854" w:rsidR="009C2243" w:rsidRPr="009C2243" w:rsidRDefault="009C2243" w:rsidP="00EF44DA">
      <w:pPr>
        <w:pStyle w:val="ListPlain"/>
        <w:rPr>
          <w:lang w:eastAsia="en-GB"/>
        </w:rPr>
      </w:pPr>
      <w:r w:rsidRPr="00EF44DA">
        <w:rPr>
          <w:rStyle w:val="Literal"/>
        </w:rPr>
        <w:t>Move</w:t>
      </w:r>
      <w:r w:rsidRPr="009C2243">
        <w:rPr>
          <w:lang w:eastAsia="en-GB"/>
        </w:rPr>
        <w:t xml:space="preserve"> has named fields</w:t>
      </w:r>
      <w:r w:rsidR="00AE5782">
        <w:rPr>
          <w:lang w:eastAsia="en-GB"/>
        </w:rPr>
        <w:t>,</w:t>
      </w:r>
      <w:r w:rsidRPr="009C2243">
        <w:rPr>
          <w:lang w:eastAsia="en-GB"/>
        </w:rPr>
        <w:t xml:space="preserve"> like a struct does.</w:t>
      </w:r>
    </w:p>
    <w:p w14:paraId="7EEDC433" w14:textId="77777777" w:rsidR="009C2243" w:rsidRPr="009C2243" w:rsidRDefault="009C2243" w:rsidP="00EF44DA">
      <w:pPr>
        <w:pStyle w:val="ListPlain"/>
        <w:rPr>
          <w:lang w:eastAsia="en-GB"/>
        </w:rPr>
      </w:pPr>
      <w:r w:rsidRPr="00EF44DA">
        <w:rPr>
          <w:rStyle w:val="Literal"/>
        </w:rPr>
        <w:t>Write</w:t>
      </w:r>
      <w:r w:rsidRPr="009C2243">
        <w:t xml:space="preserve"> includes a single </w:t>
      </w:r>
      <w:r w:rsidRPr="00EF44DA">
        <w:rPr>
          <w:rStyle w:val="Literal"/>
        </w:rPr>
        <w:t>String</w:t>
      </w:r>
      <w:r w:rsidRPr="009C2243">
        <w:rPr>
          <w:lang w:eastAsia="en-GB"/>
        </w:rPr>
        <w:t>.</w:t>
      </w:r>
    </w:p>
    <w:p w14:paraId="028CE147" w14:textId="77777777" w:rsidR="009C2243" w:rsidRPr="009C2243" w:rsidRDefault="009C2243" w:rsidP="00EF44DA">
      <w:pPr>
        <w:pStyle w:val="ListPlain"/>
        <w:rPr>
          <w:lang w:eastAsia="en-GB"/>
        </w:rPr>
      </w:pPr>
      <w:r w:rsidRPr="00EF44DA">
        <w:rPr>
          <w:rStyle w:val="Literal"/>
        </w:rPr>
        <w:t>ChangeColor</w:t>
      </w:r>
      <w:r w:rsidRPr="009C2243">
        <w:t xml:space="preserve"> includes three </w:t>
      </w:r>
      <w:r w:rsidRPr="00EF44DA">
        <w:rPr>
          <w:rStyle w:val="Literal"/>
        </w:rPr>
        <w:t>i32</w:t>
      </w:r>
      <w:r w:rsidRPr="009C2243">
        <w:rPr>
          <w:lang w:eastAsia="en-GB"/>
        </w:rPr>
        <w:t xml:space="preserve"> values.</w:t>
      </w:r>
    </w:p>
    <w:p w14:paraId="71AB00EF" w14:textId="45CC19A8" w:rsidR="009C2243" w:rsidRPr="009C2243" w:rsidRDefault="009C2243" w:rsidP="009C2243">
      <w:pPr>
        <w:pStyle w:val="Body"/>
        <w:rPr>
          <w:lang w:eastAsia="en-GB"/>
        </w:rPr>
      </w:pPr>
      <w:r w:rsidRPr="009C2243">
        <w:rPr>
          <w:lang w:eastAsia="en-GB"/>
        </w:rPr>
        <w:t>Defining an enum with variants such as the ones in Listing 6-2 is similar to</w:t>
      </w:r>
      <w:r>
        <w:rPr>
          <w:lang w:eastAsia="en-GB"/>
        </w:rPr>
        <w:t xml:space="preserve"> </w:t>
      </w:r>
      <w:r w:rsidRPr="009C2243">
        <w:rPr>
          <w:lang w:eastAsia="en-GB"/>
        </w:rPr>
        <w:t>defining different kinds of struct definitions, except the enum doesn’t use the</w:t>
      </w:r>
      <w:r>
        <w:rPr>
          <w:lang w:eastAsia="en-GB"/>
        </w:rPr>
        <w:t xml:space="preserve"> </w:t>
      </w:r>
      <w:r w:rsidRPr="00EF44DA">
        <w:rPr>
          <w:rStyle w:val="Literal"/>
        </w:rPr>
        <w:t>struct</w:t>
      </w:r>
      <w:r w:rsidRPr="009C2243">
        <w:t xml:space="preserve"> keyword and all the variants are grouped together under the </w:t>
      </w:r>
      <w:r w:rsidRPr="00EF44DA">
        <w:rPr>
          <w:rStyle w:val="Literal"/>
        </w:rPr>
        <w:t>Message</w:t>
      </w:r>
      <w:r>
        <w:rPr>
          <w:lang w:eastAsia="en-GB"/>
        </w:rPr>
        <w:t xml:space="preserve"> </w:t>
      </w:r>
      <w:r w:rsidRPr="009C2243">
        <w:rPr>
          <w:lang w:eastAsia="en-GB"/>
        </w:rPr>
        <w:t>type. The following structs could hold the same data that the preceding enum</w:t>
      </w:r>
      <w:r>
        <w:rPr>
          <w:lang w:eastAsia="en-GB"/>
        </w:rPr>
        <w:t xml:space="preserve"> </w:t>
      </w:r>
      <w:r w:rsidRPr="009C2243">
        <w:rPr>
          <w:lang w:eastAsia="en-GB"/>
        </w:rPr>
        <w:t>variants hold:</w:t>
      </w:r>
    </w:p>
    <w:p w14:paraId="484FCE1B" w14:textId="77777777" w:rsidR="009C2243" w:rsidRPr="009C2243" w:rsidRDefault="009C2243" w:rsidP="009C2243">
      <w:pPr>
        <w:pStyle w:val="Code"/>
        <w:rPr>
          <w:lang w:eastAsia="en-GB"/>
        </w:rPr>
      </w:pPr>
      <w:r w:rsidRPr="009C2243">
        <w:rPr>
          <w:lang w:eastAsia="en-GB"/>
        </w:rPr>
        <w:t xml:space="preserve">struct </w:t>
      </w:r>
      <w:proofErr w:type="spellStart"/>
      <w:r w:rsidRPr="009C2243">
        <w:rPr>
          <w:lang w:eastAsia="en-GB"/>
        </w:rPr>
        <w:t>QuitMessage</w:t>
      </w:r>
      <w:proofErr w:type="spellEnd"/>
      <w:r w:rsidRPr="009C2243">
        <w:rPr>
          <w:lang w:eastAsia="en-GB"/>
        </w:rPr>
        <w:t>; // unit struct</w:t>
      </w:r>
    </w:p>
    <w:p w14:paraId="38A2C756" w14:textId="77777777" w:rsidR="009C2243" w:rsidRPr="009C2243" w:rsidRDefault="009C2243" w:rsidP="009C2243">
      <w:pPr>
        <w:pStyle w:val="Code"/>
        <w:rPr>
          <w:lang w:eastAsia="en-GB"/>
        </w:rPr>
      </w:pPr>
      <w:r w:rsidRPr="009C2243">
        <w:rPr>
          <w:lang w:eastAsia="en-GB"/>
        </w:rPr>
        <w:t xml:space="preserve">struct </w:t>
      </w:r>
      <w:proofErr w:type="spellStart"/>
      <w:r w:rsidRPr="009C2243">
        <w:rPr>
          <w:lang w:eastAsia="en-GB"/>
        </w:rPr>
        <w:t>MoveMessage</w:t>
      </w:r>
      <w:proofErr w:type="spellEnd"/>
      <w:r w:rsidRPr="009C2243">
        <w:rPr>
          <w:lang w:eastAsia="en-GB"/>
        </w:rPr>
        <w:t xml:space="preserve"> {</w:t>
      </w:r>
    </w:p>
    <w:p w14:paraId="57C60CCD" w14:textId="77777777" w:rsidR="009C2243" w:rsidRPr="009C2243" w:rsidRDefault="009C2243" w:rsidP="009C2243">
      <w:pPr>
        <w:pStyle w:val="Code"/>
        <w:rPr>
          <w:lang w:eastAsia="en-GB"/>
        </w:rPr>
      </w:pPr>
      <w:r w:rsidRPr="009C2243">
        <w:rPr>
          <w:lang w:eastAsia="en-GB"/>
        </w:rPr>
        <w:t xml:space="preserve">    x: i32,</w:t>
      </w:r>
    </w:p>
    <w:p w14:paraId="63E5F727" w14:textId="77777777" w:rsidR="009C2243" w:rsidRPr="009C2243" w:rsidRDefault="009C2243" w:rsidP="009C2243">
      <w:pPr>
        <w:pStyle w:val="Code"/>
        <w:rPr>
          <w:lang w:eastAsia="en-GB"/>
        </w:rPr>
      </w:pPr>
      <w:r w:rsidRPr="009C2243">
        <w:rPr>
          <w:lang w:eastAsia="en-GB"/>
        </w:rPr>
        <w:t xml:space="preserve">    y: i32,</w:t>
      </w:r>
    </w:p>
    <w:p w14:paraId="0847757A" w14:textId="77777777" w:rsidR="009C2243" w:rsidRPr="009C2243" w:rsidRDefault="009C2243" w:rsidP="009C2243">
      <w:pPr>
        <w:pStyle w:val="Code"/>
        <w:rPr>
          <w:lang w:eastAsia="en-GB"/>
        </w:rPr>
      </w:pPr>
      <w:r w:rsidRPr="009C2243">
        <w:rPr>
          <w:lang w:eastAsia="en-GB"/>
        </w:rPr>
        <w:t>}</w:t>
      </w:r>
    </w:p>
    <w:p w14:paraId="387288C9" w14:textId="77777777" w:rsidR="009C2243" w:rsidRPr="009C2243" w:rsidRDefault="009C2243" w:rsidP="009C2243">
      <w:pPr>
        <w:pStyle w:val="Code"/>
        <w:rPr>
          <w:lang w:eastAsia="en-GB"/>
        </w:rPr>
      </w:pPr>
      <w:r w:rsidRPr="009C2243">
        <w:rPr>
          <w:lang w:eastAsia="en-GB"/>
        </w:rPr>
        <w:t xml:space="preserve">struct </w:t>
      </w:r>
      <w:proofErr w:type="spellStart"/>
      <w:r w:rsidRPr="009C2243">
        <w:rPr>
          <w:lang w:eastAsia="en-GB"/>
        </w:rPr>
        <w:t>WriteMessage</w:t>
      </w:r>
      <w:proofErr w:type="spellEnd"/>
      <w:r w:rsidRPr="009C2243">
        <w:rPr>
          <w:lang w:eastAsia="en-GB"/>
        </w:rPr>
        <w:t>(String); // tuple struct</w:t>
      </w:r>
    </w:p>
    <w:p w14:paraId="1CF65B17" w14:textId="77777777" w:rsidR="009C2243" w:rsidRPr="009C2243" w:rsidRDefault="009C2243" w:rsidP="009C2243">
      <w:pPr>
        <w:pStyle w:val="Code"/>
        <w:rPr>
          <w:lang w:eastAsia="en-GB"/>
        </w:rPr>
      </w:pPr>
      <w:r w:rsidRPr="009C2243">
        <w:rPr>
          <w:lang w:eastAsia="en-GB"/>
        </w:rPr>
        <w:t xml:space="preserve">struct </w:t>
      </w:r>
      <w:proofErr w:type="spellStart"/>
      <w:r w:rsidRPr="009C2243">
        <w:rPr>
          <w:lang w:eastAsia="en-GB"/>
        </w:rPr>
        <w:t>ChangeColorMessage</w:t>
      </w:r>
      <w:proofErr w:type="spellEnd"/>
      <w:r w:rsidRPr="009C2243">
        <w:rPr>
          <w:lang w:eastAsia="en-GB"/>
        </w:rPr>
        <w:t>(i32, i32, i32); // tuple struct</w:t>
      </w:r>
    </w:p>
    <w:p w14:paraId="3211538E" w14:textId="28513899" w:rsidR="009C2243" w:rsidRPr="009C2243" w:rsidRDefault="009C2243" w:rsidP="009C2243">
      <w:pPr>
        <w:pStyle w:val="Body"/>
        <w:rPr>
          <w:lang w:eastAsia="en-GB"/>
        </w:rPr>
      </w:pPr>
      <w:r w:rsidRPr="009C2243">
        <w:lastRenderedPageBreak/>
        <w:t xml:space="preserve">But if we used the different structs, </w:t>
      </w:r>
      <w:r w:rsidR="00724F5B">
        <w:t xml:space="preserve">each of </w:t>
      </w:r>
      <w:r w:rsidRPr="009C2243">
        <w:t xml:space="preserve">which </w:t>
      </w:r>
      <w:r w:rsidR="00724F5B">
        <w:t>has its</w:t>
      </w:r>
      <w:r w:rsidRPr="009C2243">
        <w:t xml:space="preserve"> own type, we couldn’t as easily define a function to take any of these kinds of messages as we could with the </w:t>
      </w:r>
      <w:r w:rsidRPr="00EF44DA">
        <w:rPr>
          <w:rStyle w:val="Literal"/>
        </w:rPr>
        <w:t>Message</w:t>
      </w:r>
      <w:r w:rsidRPr="009C2243">
        <w:rPr>
          <w:lang w:eastAsia="en-GB"/>
        </w:rPr>
        <w:t xml:space="preserve"> enum defined in Listing 6-2, which is a single type.</w:t>
      </w:r>
    </w:p>
    <w:p w14:paraId="0A08E04A" w14:textId="5871A9E0" w:rsidR="009C2243" w:rsidRPr="009C2243" w:rsidRDefault="00BD52BD" w:rsidP="009C2243">
      <w:pPr>
        <w:pStyle w:val="Body"/>
        <w:rPr>
          <w:lang w:eastAsia="en-GB"/>
        </w:rPr>
      </w:pPr>
      <w:r>
        <w:rPr>
          <w:lang w:eastAsia="en-GB"/>
        </w:rPr>
        <w:fldChar w:fldCharType="begin"/>
      </w:r>
      <w:r>
        <w:instrText xml:space="preserve"> XE "methods:defined on enums </w:instrText>
      </w:r>
      <w:r w:rsidRPr="00AC00B2">
        <w:instrText>startRange</w:instrText>
      </w:r>
      <w:r>
        <w:instrText xml:space="preserve">" </w:instrText>
      </w:r>
      <w:r>
        <w:rPr>
          <w:lang w:eastAsia="en-GB"/>
        </w:rPr>
        <w:fldChar w:fldCharType="end"/>
      </w:r>
      <w:r w:rsidR="009C2243" w:rsidRPr="009C2243">
        <w:t xml:space="preserve">There is one more similarity between enums and structs: just as we’re able to define methods on structs using </w:t>
      </w:r>
      <w:r w:rsidR="009C2243" w:rsidRPr="00EF44DA">
        <w:rPr>
          <w:rStyle w:val="Literal"/>
        </w:rPr>
        <w:t>impl</w:t>
      </w:r>
      <w:r w:rsidR="009C2243" w:rsidRPr="009C2243">
        <w:t xml:space="preserve">, we’re also able to define methods on enums. Here’s a method named </w:t>
      </w:r>
      <w:r w:rsidR="009C2243" w:rsidRPr="00EF44DA">
        <w:rPr>
          <w:rStyle w:val="Literal"/>
        </w:rPr>
        <w:t>call</w:t>
      </w:r>
      <w:r w:rsidR="009C2243" w:rsidRPr="009C2243">
        <w:t xml:space="preserve"> that we could define on our </w:t>
      </w:r>
      <w:r w:rsidR="009C2243" w:rsidRPr="00EF44DA">
        <w:rPr>
          <w:rStyle w:val="Literal"/>
        </w:rPr>
        <w:t>Message</w:t>
      </w:r>
      <w:r w:rsidR="009C2243" w:rsidRPr="009C2243">
        <w:rPr>
          <w:lang w:eastAsia="en-GB"/>
        </w:rPr>
        <w:t xml:space="preserve"> enum:</w:t>
      </w:r>
    </w:p>
    <w:p w14:paraId="11911EE6" w14:textId="77777777" w:rsidR="009C2243" w:rsidRPr="009C2243" w:rsidRDefault="009C2243" w:rsidP="009C2243">
      <w:pPr>
        <w:pStyle w:val="Code"/>
        <w:rPr>
          <w:lang w:eastAsia="en-GB"/>
        </w:rPr>
      </w:pPr>
      <w:r w:rsidRPr="009C2243">
        <w:rPr>
          <w:lang w:eastAsia="en-GB"/>
        </w:rPr>
        <w:t>impl Message {</w:t>
      </w:r>
    </w:p>
    <w:p w14:paraId="075B10E2" w14:textId="77777777" w:rsidR="009C2243" w:rsidRPr="009C2243" w:rsidRDefault="009C2243" w:rsidP="009C2243">
      <w:pPr>
        <w:pStyle w:val="Code"/>
        <w:rPr>
          <w:lang w:eastAsia="en-GB"/>
        </w:rPr>
      </w:pPr>
      <w:r w:rsidRPr="009C2243">
        <w:rPr>
          <w:lang w:eastAsia="en-GB"/>
        </w:rPr>
        <w:t xml:space="preserve">    </w:t>
      </w:r>
      <w:proofErr w:type="spellStart"/>
      <w:r w:rsidRPr="009C2243">
        <w:rPr>
          <w:lang w:eastAsia="en-GB"/>
        </w:rPr>
        <w:t>fn</w:t>
      </w:r>
      <w:proofErr w:type="spellEnd"/>
      <w:r w:rsidRPr="009C2243">
        <w:rPr>
          <w:lang w:eastAsia="en-GB"/>
        </w:rPr>
        <w:t xml:space="preserve"> call(&amp;self) {</w:t>
      </w:r>
    </w:p>
    <w:p w14:paraId="4BA371D6" w14:textId="4EF505CC" w:rsidR="009C2243" w:rsidRPr="009C2243" w:rsidRDefault="009C2243" w:rsidP="009C2243">
      <w:pPr>
        <w:pStyle w:val="Code"/>
        <w:rPr>
          <w:lang w:eastAsia="en-GB"/>
        </w:rPr>
      </w:pPr>
      <w:r w:rsidRPr="009C2243">
        <w:rPr>
          <w:lang w:eastAsia="en-GB"/>
        </w:rPr>
        <w:t xml:space="preserve">      </w:t>
      </w:r>
      <w:r w:rsidR="00302640" w:rsidRPr="00C43DAE">
        <w:rPr>
          <w:rStyle w:val="CodeAnnotation"/>
        </w:rPr>
        <w:t>1</w:t>
      </w:r>
      <w:r w:rsidRPr="009C2243">
        <w:rPr>
          <w:lang w:eastAsia="en-GB"/>
        </w:rPr>
        <w:t xml:space="preserve"> // method body would be defined here</w:t>
      </w:r>
    </w:p>
    <w:p w14:paraId="5853005F" w14:textId="77777777" w:rsidR="009C2243" w:rsidRPr="009C2243" w:rsidRDefault="009C2243" w:rsidP="009C2243">
      <w:pPr>
        <w:pStyle w:val="Code"/>
        <w:rPr>
          <w:lang w:eastAsia="en-GB"/>
        </w:rPr>
      </w:pPr>
      <w:r w:rsidRPr="009C2243">
        <w:rPr>
          <w:lang w:eastAsia="en-GB"/>
        </w:rPr>
        <w:t xml:space="preserve">    }</w:t>
      </w:r>
    </w:p>
    <w:p w14:paraId="0342305B" w14:textId="77777777" w:rsidR="009C2243" w:rsidRPr="009C2243" w:rsidRDefault="009C2243" w:rsidP="009C2243">
      <w:pPr>
        <w:pStyle w:val="Code"/>
        <w:rPr>
          <w:lang w:eastAsia="en-GB"/>
        </w:rPr>
      </w:pPr>
      <w:r w:rsidRPr="009C2243">
        <w:rPr>
          <w:lang w:eastAsia="en-GB"/>
        </w:rPr>
        <w:t>}</w:t>
      </w:r>
    </w:p>
    <w:p w14:paraId="1D45BF7E" w14:textId="77777777" w:rsidR="009C2243" w:rsidRPr="009C2243" w:rsidRDefault="009C2243" w:rsidP="009C2243">
      <w:pPr>
        <w:pStyle w:val="Code"/>
        <w:rPr>
          <w:lang w:eastAsia="en-GB"/>
        </w:rPr>
      </w:pPr>
    </w:p>
    <w:p w14:paraId="17D0139A" w14:textId="1F4F3882" w:rsidR="009C2243" w:rsidRPr="009C2243" w:rsidRDefault="00302640" w:rsidP="00C43DAE">
      <w:pPr>
        <w:pStyle w:val="CodeAnnotated"/>
        <w:rPr>
          <w:lang w:eastAsia="en-GB"/>
        </w:rPr>
      </w:pPr>
      <w:r w:rsidRPr="00C43DAE">
        <w:rPr>
          <w:rStyle w:val="CodeAnnotation"/>
        </w:rPr>
        <w:t>2</w:t>
      </w:r>
      <w:r>
        <w:rPr>
          <w:lang w:eastAsia="en-GB"/>
        </w:rPr>
        <w:t xml:space="preserve"> </w:t>
      </w:r>
      <w:r w:rsidR="009C2243" w:rsidRPr="009C2243">
        <w:rPr>
          <w:lang w:eastAsia="en-GB"/>
        </w:rPr>
        <w:t>let m = Message::Write(String::from("hello"));</w:t>
      </w:r>
    </w:p>
    <w:p w14:paraId="248CC8B9" w14:textId="77777777" w:rsidR="009C2243" w:rsidRPr="009C2243" w:rsidRDefault="009C2243" w:rsidP="009C2243">
      <w:pPr>
        <w:pStyle w:val="Code"/>
        <w:rPr>
          <w:lang w:eastAsia="en-GB"/>
        </w:rPr>
      </w:pPr>
      <w:proofErr w:type="spellStart"/>
      <w:r w:rsidRPr="009C2243">
        <w:rPr>
          <w:lang w:eastAsia="en-GB"/>
        </w:rPr>
        <w:t>m.call</w:t>
      </w:r>
      <w:proofErr w:type="spellEnd"/>
      <w:r w:rsidRPr="009C2243">
        <w:rPr>
          <w:lang w:eastAsia="en-GB"/>
        </w:rPr>
        <w:t>();</w:t>
      </w:r>
    </w:p>
    <w:p w14:paraId="47FD2983" w14:textId="61C85850" w:rsidR="009C2243" w:rsidRPr="009C2243" w:rsidRDefault="009C2243" w:rsidP="009C2243">
      <w:pPr>
        <w:pStyle w:val="Body"/>
        <w:rPr>
          <w:lang w:eastAsia="en-GB"/>
        </w:rPr>
      </w:pPr>
      <w:r w:rsidRPr="009C2243">
        <w:t xml:space="preserve">The body of the method would use </w:t>
      </w:r>
      <w:r w:rsidRPr="00EF44DA">
        <w:rPr>
          <w:rStyle w:val="Literal"/>
        </w:rPr>
        <w:t>self</w:t>
      </w:r>
      <w:r w:rsidRPr="009C2243">
        <w:t xml:space="preserve"> to get the value that we called the method on. In this example, we’ve created a variable </w:t>
      </w:r>
      <w:r w:rsidRPr="00EF44DA">
        <w:rPr>
          <w:rStyle w:val="Literal"/>
        </w:rPr>
        <w:t>m</w:t>
      </w:r>
      <w:r w:rsidRPr="009C2243">
        <w:t xml:space="preserve"> </w:t>
      </w:r>
      <w:r w:rsidR="00302640" w:rsidRPr="00C43DAE">
        <w:rPr>
          <w:rStyle w:val="CodeAnnotation"/>
        </w:rPr>
        <w:t>2</w:t>
      </w:r>
      <w:r w:rsidR="00302640">
        <w:t xml:space="preserve"> </w:t>
      </w:r>
      <w:r w:rsidRPr="009C2243">
        <w:t xml:space="preserve">that has the value </w:t>
      </w:r>
      <w:r w:rsidRPr="00EF44DA">
        <w:rPr>
          <w:rStyle w:val="Literal"/>
        </w:rPr>
        <w:t>Message::Write(String::from("hello"))</w:t>
      </w:r>
      <w:r w:rsidRPr="009C2243">
        <w:t xml:space="preserve">, and that is what </w:t>
      </w:r>
      <w:r w:rsidRPr="00EF44DA">
        <w:rPr>
          <w:rStyle w:val="Literal"/>
        </w:rPr>
        <w:t>self</w:t>
      </w:r>
      <w:r w:rsidRPr="009C2243">
        <w:t xml:space="preserve"> will be in the body of the </w:t>
      </w:r>
      <w:r w:rsidRPr="00EF44DA">
        <w:rPr>
          <w:rStyle w:val="Literal"/>
        </w:rPr>
        <w:t>call</w:t>
      </w:r>
      <w:r w:rsidRPr="009C2243">
        <w:t xml:space="preserve"> method</w:t>
      </w:r>
      <w:r w:rsidR="00302640">
        <w:t xml:space="preserve"> </w:t>
      </w:r>
      <w:r w:rsidR="00302640" w:rsidRPr="00C43DAE">
        <w:rPr>
          <w:rStyle w:val="CodeAnnotation"/>
        </w:rPr>
        <w:t>1</w:t>
      </w:r>
      <w:r w:rsidRPr="009C2243">
        <w:t xml:space="preserve"> when </w:t>
      </w:r>
      <w:proofErr w:type="spellStart"/>
      <w:r w:rsidRPr="00EF44DA">
        <w:rPr>
          <w:rStyle w:val="Literal"/>
        </w:rPr>
        <w:t>m.call</w:t>
      </w:r>
      <w:proofErr w:type="spellEnd"/>
      <w:r w:rsidRPr="00EF44DA">
        <w:rPr>
          <w:rStyle w:val="Literal"/>
        </w:rPr>
        <w:t>()</w:t>
      </w:r>
      <w:r w:rsidRPr="009C2243">
        <w:rPr>
          <w:lang w:eastAsia="en-GB"/>
        </w:rPr>
        <w:t xml:space="preserve"> runs.</w:t>
      </w:r>
      <w:r w:rsidR="00BD52BD" w:rsidRPr="00BD52BD">
        <w:rPr>
          <w:lang w:eastAsia="en-GB"/>
        </w:rPr>
        <w:t xml:space="preserve"> </w:t>
      </w:r>
      <w:r w:rsidR="00BD52BD">
        <w:rPr>
          <w:lang w:eastAsia="en-GB"/>
        </w:rPr>
        <w:fldChar w:fldCharType="begin"/>
      </w:r>
      <w:r w:rsidR="00BD52BD">
        <w:instrText xml:space="preserve"> XE "methods:defined on enums end</w:instrText>
      </w:r>
      <w:r w:rsidR="00BD52BD" w:rsidRPr="00AC00B2">
        <w:instrText>Range</w:instrText>
      </w:r>
      <w:r w:rsidR="00BD52BD">
        <w:instrText xml:space="preserve">" </w:instrText>
      </w:r>
      <w:r w:rsidR="00BD52BD">
        <w:rPr>
          <w:lang w:eastAsia="en-GB"/>
        </w:rPr>
        <w:fldChar w:fldCharType="end"/>
      </w:r>
    </w:p>
    <w:p w14:paraId="562E6B4B" w14:textId="5770F0EF" w:rsidR="009C2243" w:rsidRPr="009C2243" w:rsidRDefault="009C2243" w:rsidP="009C2243">
      <w:pPr>
        <w:pStyle w:val="Body"/>
        <w:rPr>
          <w:lang w:eastAsia="en-GB"/>
        </w:rPr>
      </w:pPr>
      <w:r w:rsidRPr="009C2243">
        <w:rPr>
          <w:lang w:eastAsia="en-GB"/>
        </w:rPr>
        <w:t>Let’s look at another enum in the standard library that is very common and</w:t>
      </w:r>
      <w:r>
        <w:rPr>
          <w:lang w:eastAsia="en-GB"/>
        </w:rPr>
        <w:t xml:space="preserve"> </w:t>
      </w:r>
      <w:r w:rsidRPr="009C2243">
        <w:rPr>
          <w:lang w:eastAsia="en-GB"/>
        </w:rPr>
        <w:t xml:space="preserve">useful: </w:t>
      </w:r>
      <w:r w:rsidRPr="00EF44DA">
        <w:rPr>
          <w:rStyle w:val="Literal"/>
        </w:rPr>
        <w:t>Option</w:t>
      </w:r>
      <w:r w:rsidRPr="009C2243">
        <w:rPr>
          <w:lang w:eastAsia="en-GB"/>
        </w:rPr>
        <w:t>.</w:t>
      </w:r>
    </w:p>
    <w:bookmarkStart w:id="5" w:name="the-`option`-enum-and-its-advantages-ove"/>
    <w:bookmarkStart w:id="6" w:name="_Toc111491335"/>
    <w:bookmarkEnd w:id="5"/>
    <w:p w14:paraId="4DD6FAE1" w14:textId="41D4905C" w:rsidR="009C2243" w:rsidRPr="009C2243" w:rsidRDefault="00254CB6" w:rsidP="006466BF">
      <w:pPr>
        <w:pStyle w:val="HeadB"/>
        <w:rPr>
          <w:lang w:eastAsia="en-GB"/>
        </w:rPr>
      </w:pPr>
      <w:r>
        <w:rPr>
          <w:lang w:eastAsia="en-GB"/>
        </w:rPr>
        <w:fldChar w:fldCharType="begin"/>
      </w:r>
      <w:r>
        <w:instrText xml:space="preserve"> XE "Option&lt;T&gt; enum </w:instrText>
      </w:r>
      <w:r w:rsidRPr="00AC00B2">
        <w:instrText>startRange</w:instrText>
      </w:r>
      <w:r>
        <w:instrText xml:space="preserve">" </w:instrText>
      </w:r>
      <w:r>
        <w:rPr>
          <w:lang w:eastAsia="en-GB"/>
        </w:rPr>
        <w:fldChar w:fldCharType="end"/>
      </w:r>
      <w:r w:rsidR="009C2243" w:rsidRPr="00EF44DA">
        <w:t>The Option</w:t>
      </w:r>
      <w:r w:rsidR="009C2243" w:rsidRPr="009C2243">
        <w:rPr>
          <w:lang w:eastAsia="en-GB"/>
        </w:rPr>
        <w:t xml:space="preserve"> Enum and Its Advantages Over Null Values</w:t>
      </w:r>
      <w:bookmarkEnd w:id="6"/>
    </w:p>
    <w:p w14:paraId="4B637363" w14:textId="6245984B" w:rsidR="009C2243" w:rsidRPr="009C2243" w:rsidRDefault="009C2243" w:rsidP="009C2243">
      <w:pPr>
        <w:pStyle w:val="Body"/>
        <w:rPr>
          <w:lang w:eastAsia="en-GB"/>
        </w:rPr>
      </w:pPr>
      <w:r w:rsidRPr="009C2243">
        <w:t xml:space="preserve">This section explores a case study of </w:t>
      </w:r>
      <w:r w:rsidRPr="00EF44DA">
        <w:rPr>
          <w:rStyle w:val="Literal"/>
        </w:rPr>
        <w:t>Option</w:t>
      </w:r>
      <w:r w:rsidRPr="009C2243">
        <w:t xml:space="preserve">, which is another enum defined by the standard library. The </w:t>
      </w:r>
      <w:r w:rsidRPr="00EF44DA">
        <w:rPr>
          <w:rStyle w:val="Literal"/>
        </w:rPr>
        <w:t>Option</w:t>
      </w:r>
      <w:r w:rsidRPr="009C2243">
        <w:rPr>
          <w:lang w:eastAsia="en-GB"/>
        </w:rPr>
        <w:t xml:space="preserve"> type encodes the very common scenario in</w:t>
      </w:r>
      <w:r>
        <w:rPr>
          <w:lang w:eastAsia="en-GB"/>
        </w:rPr>
        <w:t xml:space="preserve"> </w:t>
      </w:r>
      <w:r w:rsidRPr="009C2243">
        <w:rPr>
          <w:lang w:eastAsia="en-GB"/>
        </w:rPr>
        <w:t>which a value could be something or it could be nothing.</w:t>
      </w:r>
    </w:p>
    <w:p w14:paraId="414E7B26" w14:textId="00B104D8" w:rsidR="009C2243" w:rsidRPr="009C2243" w:rsidRDefault="009C2243" w:rsidP="00EF44DA">
      <w:pPr>
        <w:pStyle w:val="Body"/>
        <w:rPr>
          <w:lang w:eastAsia="en-GB"/>
        </w:rPr>
      </w:pPr>
      <w:r w:rsidRPr="009C2243">
        <w:rPr>
          <w:lang w:eastAsia="en-GB"/>
        </w:rPr>
        <w:t xml:space="preserve">For example, if you request the first </w:t>
      </w:r>
      <w:r w:rsidR="00634D93">
        <w:rPr>
          <w:lang w:eastAsia="en-GB"/>
        </w:rPr>
        <w:t>item in</w:t>
      </w:r>
      <w:r w:rsidR="00634D93" w:rsidRPr="009C2243">
        <w:rPr>
          <w:lang w:eastAsia="en-GB"/>
        </w:rPr>
        <w:t xml:space="preserve"> </w:t>
      </w:r>
      <w:r w:rsidRPr="009C2243">
        <w:rPr>
          <w:lang w:eastAsia="en-GB"/>
        </w:rPr>
        <w:t xml:space="preserve">a list containing </w:t>
      </w:r>
      <w:r w:rsidR="00634D93">
        <w:rPr>
          <w:lang w:eastAsia="en-GB"/>
        </w:rPr>
        <w:t xml:space="preserve">multiple </w:t>
      </w:r>
      <w:r w:rsidRPr="009C2243">
        <w:rPr>
          <w:lang w:eastAsia="en-GB"/>
        </w:rPr>
        <w:t>items, you would get</w:t>
      </w:r>
      <w:r>
        <w:rPr>
          <w:lang w:eastAsia="en-GB"/>
        </w:rPr>
        <w:t xml:space="preserve"> </w:t>
      </w:r>
      <w:r w:rsidRPr="009C2243">
        <w:rPr>
          <w:lang w:eastAsia="en-GB"/>
        </w:rPr>
        <w:t xml:space="preserve">a value. If you request the first item </w:t>
      </w:r>
      <w:r w:rsidR="00634D93">
        <w:rPr>
          <w:lang w:eastAsia="en-GB"/>
        </w:rPr>
        <w:t>in</w:t>
      </w:r>
      <w:r w:rsidR="00634D93" w:rsidRPr="009C2243">
        <w:rPr>
          <w:lang w:eastAsia="en-GB"/>
        </w:rPr>
        <w:t xml:space="preserve"> </w:t>
      </w:r>
      <w:r w:rsidRPr="009C2243">
        <w:rPr>
          <w:lang w:eastAsia="en-GB"/>
        </w:rPr>
        <w:t>an empty list, you would get nothing.</w:t>
      </w:r>
      <w:r>
        <w:rPr>
          <w:lang w:eastAsia="en-GB"/>
        </w:rPr>
        <w:t xml:space="preserve"> </w:t>
      </w:r>
      <w:r w:rsidRPr="009C2243">
        <w:rPr>
          <w:lang w:eastAsia="en-GB"/>
        </w:rPr>
        <w:t>Expressing this concept in terms of the type system means the compiler can</w:t>
      </w:r>
      <w:r>
        <w:rPr>
          <w:lang w:eastAsia="en-GB"/>
        </w:rPr>
        <w:t xml:space="preserve"> </w:t>
      </w:r>
      <w:r w:rsidRPr="009C2243">
        <w:rPr>
          <w:lang w:eastAsia="en-GB"/>
        </w:rPr>
        <w:t>check whether you’ve handled all the cases you should be handling; this</w:t>
      </w:r>
      <w:r>
        <w:rPr>
          <w:lang w:eastAsia="en-GB"/>
        </w:rPr>
        <w:t xml:space="preserve"> </w:t>
      </w:r>
      <w:r w:rsidRPr="009C2243">
        <w:rPr>
          <w:lang w:eastAsia="en-GB"/>
        </w:rPr>
        <w:t>functionality can prevent bugs that are extremely common in other programming</w:t>
      </w:r>
      <w:r>
        <w:rPr>
          <w:lang w:eastAsia="en-GB"/>
        </w:rPr>
        <w:t xml:space="preserve"> </w:t>
      </w:r>
      <w:r w:rsidRPr="009C2243">
        <w:rPr>
          <w:lang w:eastAsia="en-GB"/>
        </w:rPr>
        <w:t>languages.</w:t>
      </w:r>
    </w:p>
    <w:p w14:paraId="7AD74701" w14:textId="7B5B0F7A" w:rsidR="009C2243" w:rsidRPr="009C2243" w:rsidRDefault="009C2243" w:rsidP="009C2243">
      <w:pPr>
        <w:pStyle w:val="Body"/>
        <w:rPr>
          <w:lang w:eastAsia="en-GB"/>
        </w:rPr>
      </w:pPr>
      <w:r w:rsidRPr="009C2243">
        <w:t xml:space="preserve">Programming language design is often thought of in terms of which features you include, but the features you exclude are important too. </w:t>
      </w:r>
      <w:r w:rsidR="001B4D91">
        <w:rPr>
          <w:lang w:eastAsia="en-GB"/>
        </w:rPr>
        <w:fldChar w:fldCharType="begin"/>
      </w:r>
      <w:r w:rsidR="001B4D91">
        <w:instrText xml:space="preserve"> XE "null </w:instrText>
      </w:r>
      <w:r w:rsidR="001B4D91" w:rsidRPr="00AC00B2">
        <w:instrText>startRange</w:instrText>
      </w:r>
      <w:r w:rsidR="001B4D91">
        <w:instrText xml:space="preserve">" </w:instrText>
      </w:r>
      <w:r w:rsidR="001B4D91">
        <w:rPr>
          <w:lang w:eastAsia="en-GB"/>
        </w:rPr>
        <w:fldChar w:fldCharType="end"/>
      </w:r>
      <w:r w:rsidRPr="009C2243">
        <w:t xml:space="preserve">Rust doesn’t have the null feature that many other languages have. </w:t>
      </w:r>
      <w:r w:rsidRPr="00EF44DA">
        <w:rPr>
          <w:rStyle w:val="Italic"/>
        </w:rPr>
        <w:t>Null</w:t>
      </w:r>
      <w:r w:rsidRPr="009C2243">
        <w:rPr>
          <w:lang w:eastAsia="en-GB"/>
        </w:rPr>
        <w:t xml:space="preserve"> is a value that means there</w:t>
      </w:r>
      <w:r>
        <w:rPr>
          <w:lang w:eastAsia="en-GB"/>
        </w:rPr>
        <w:t xml:space="preserve"> </w:t>
      </w:r>
      <w:r w:rsidRPr="009C2243">
        <w:rPr>
          <w:lang w:eastAsia="en-GB"/>
        </w:rPr>
        <w:t>is no value there. In languages with null, variables can always be in one of</w:t>
      </w:r>
      <w:r>
        <w:rPr>
          <w:lang w:eastAsia="en-GB"/>
        </w:rPr>
        <w:t xml:space="preserve"> </w:t>
      </w:r>
      <w:r w:rsidRPr="009C2243">
        <w:rPr>
          <w:lang w:eastAsia="en-GB"/>
        </w:rPr>
        <w:t>two states: null or not-null.</w:t>
      </w:r>
    </w:p>
    <w:p w14:paraId="2FCBE847" w14:textId="039B99E7" w:rsidR="009C2243" w:rsidRPr="009C2243" w:rsidRDefault="009C2243" w:rsidP="00EF44DA">
      <w:pPr>
        <w:pStyle w:val="Body"/>
        <w:rPr>
          <w:lang w:eastAsia="en-GB"/>
        </w:rPr>
      </w:pPr>
      <w:r w:rsidRPr="009C2243">
        <w:rPr>
          <w:lang w:eastAsia="en-GB"/>
        </w:rPr>
        <w:t>In his 2009 presentation “Null References: The Billion Dollar Mistake,” Tony</w:t>
      </w:r>
      <w:r>
        <w:rPr>
          <w:lang w:eastAsia="en-GB"/>
        </w:rPr>
        <w:t xml:space="preserve"> </w:t>
      </w:r>
      <w:r w:rsidRPr="009C2243">
        <w:rPr>
          <w:lang w:eastAsia="en-GB"/>
        </w:rPr>
        <w:t>Hoare</w:t>
      </w:r>
      <w:r w:rsidR="006D7EEA">
        <w:rPr>
          <w:lang w:eastAsia="en-GB"/>
        </w:rPr>
        <w:fldChar w:fldCharType="begin"/>
      </w:r>
      <w:r w:rsidR="006D7EEA">
        <w:instrText xml:space="preserve"> XE "Hoare, Tony" </w:instrText>
      </w:r>
      <w:r w:rsidR="006D7EEA">
        <w:rPr>
          <w:lang w:eastAsia="en-GB"/>
        </w:rPr>
        <w:fldChar w:fldCharType="end"/>
      </w:r>
      <w:r w:rsidRPr="009C2243">
        <w:rPr>
          <w:lang w:eastAsia="en-GB"/>
        </w:rPr>
        <w:t>, the inventor of null, has this to say:</w:t>
      </w:r>
    </w:p>
    <w:p w14:paraId="3C9AA976" w14:textId="59BDD6F3" w:rsidR="009C2243" w:rsidRPr="009C2243" w:rsidRDefault="009C2243" w:rsidP="00EF44DA">
      <w:pPr>
        <w:pStyle w:val="QuotePara"/>
        <w:rPr>
          <w:lang w:eastAsia="en-GB"/>
        </w:rPr>
      </w:pPr>
      <w:r w:rsidRPr="009C2243">
        <w:rPr>
          <w:lang w:eastAsia="en-GB"/>
        </w:rPr>
        <w:t>I call it my billion-dollar mistake. At that time, I was designing the first</w:t>
      </w:r>
      <w:r>
        <w:rPr>
          <w:lang w:eastAsia="en-GB"/>
        </w:rPr>
        <w:t xml:space="preserve"> </w:t>
      </w:r>
      <w:r w:rsidRPr="009C2243">
        <w:rPr>
          <w:lang w:eastAsia="en-GB"/>
        </w:rPr>
        <w:t>comprehensive type system for references in an object-oriented language. My</w:t>
      </w:r>
      <w:r>
        <w:rPr>
          <w:lang w:eastAsia="en-GB"/>
        </w:rPr>
        <w:t xml:space="preserve"> </w:t>
      </w:r>
      <w:r w:rsidRPr="009C2243">
        <w:rPr>
          <w:lang w:eastAsia="en-GB"/>
        </w:rPr>
        <w:t>goal was to ensure that all use of references should be absolutely safe, with</w:t>
      </w:r>
      <w:r>
        <w:rPr>
          <w:lang w:eastAsia="en-GB"/>
        </w:rPr>
        <w:t xml:space="preserve"> </w:t>
      </w:r>
      <w:r w:rsidRPr="009C2243">
        <w:rPr>
          <w:lang w:eastAsia="en-GB"/>
        </w:rPr>
        <w:t xml:space="preserve">checking performed automatically by the compiler. But I couldn’t </w:t>
      </w:r>
      <w:r w:rsidRPr="009C2243">
        <w:rPr>
          <w:lang w:eastAsia="en-GB"/>
        </w:rPr>
        <w:lastRenderedPageBreak/>
        <w:t>resist the</w:t>
      </w:r>
      <w:r>
        <w:rPr>
          <w:lang w:eastAsia="en-GB"/>
        </w:rPr>
        <w:t xml:space="preserve"> </w:t>
      </w:r>
      <w:r w:rsidRPr="009C2243">
        <w:rPr>
          <w:lang w:eastAsia="en-GB"/>
        </w:rPr>
        <w:t>temptation to put in a null reference, simply because it was so easy to</w:t>
      </w:r>
      <w:r>
        <w:rPr>
          <w:lang w:eastAsia="en-GB"/>
        </w:rPr>
        <w:t xml:space="preserve"> </w:t>
      </w:r>
      <w:r w:rsidRPr="009C2243">
        <w:rPr>
          <w:lang w:eastAsia="en-GB"/>
        </w:rPr>
        <w:t>implement. This has led to innumerable errors, vulnerabilities, and system</w:t>
      </w:r>
      <w:r>
        <w:rPr>
          <w:lang w:eastAsia="en-GB"/>
        </w:rPr>
        <w:t xml:space="preserve"> </w:t>
      </w:r>
      <w:r w:rsidRPr="009C2243">
        <w:rPr>
          <w:lang w:eastAsia="en-GB"/>
        </w:rPr>
        <w:t>crashes, which have probably caused a billion dollars of pain and damage in</w:t>
      </w:r>
      <w:r>
        <w:rPr>
          <w:lang w:eastAsia="en-GB"/>
        </w:rPr>
        <w:t xml:space="preserve"> </w:t>
      </w:r>
      <w:r w:rsidRPr="009C2243">
        <w:rPr>
          <w:lang w:eastAsia="en-GB"/>
        </w:rPr>
        <w:t>the last forty years.</w:t>
      </w:r>
    </w:p>
    <w:p w14:paraId="1463DA27" w14:textId="6DFA9F8C" w:rsidR="009C2243" w:rsidRPr="009C2243" w:rsidRDefault="009C2243" w:rsidP="00EF44DA">
      <w:pPr>
        <w:pStyle w:val="Body"/>
        <w:rPr>
          <w:lang w:eastAsia="en-GB"/>
        </w:rPr>
      </w:pPr>
      <w:r w:rsidRPr="009C2243">
        <w:rPr>
          <w:lang w:eastAsia="en-GB"/>
        </w:rPr>
        <w:t>The problem with null values is that if you try to use a null value as a</w:t>
      </w:r>
      <w:r>
        <w:rPr>
          <w:lang w:eastAsia="en-GB"/>
        </w:rPr>
        <w:t xml:space="preserve"> </w:t>
      </w:r>
      <w:r w:rsidRPr="009C2243">
        <w:rPr>
          <w:lang w:eastAsia="en-GB"/>
        </w:rPr>
        <w:t>not-null value, you’ll get an error of some kind. Because this null or not-null</w:t>
      </w:r>
      <w:r>
        <w:rPr>
          <w:lang w:eastAsia="en-GB"/>
        </w:rPr>
        <w:t xml:space="preserve"> </w:t>
      </w:r>
      <w:r w:rsidRPr="009C2243">
        <w:rPr>
          <w:lang w:eastAsia="en-GB"/>
        </w:rPr>
        <w:t>property is pervasive, it’s extremely easy to make this kind of error.</w:t>
      </w:r>
    </w:p>
    <w:p w14:paraId="55B4CC2E" w14:textId="034943C5" w:rsidR="009C2243" w:rsidRPr="009C2243" w:rsidRDefault="009C2243" w:rsidP="00EF44DA">
      <w:pPr>
        <w:pStyle w:val="Body"/>
        <w:rPr>
          <w:lang w:eastAsia="en-GB"/>
        </w:rPr>
      </w:pPr>
      <w:r w:rsidRPr="009C2243">
        <w:rPr>
          <w:lang w:eastAsia="en-GB"/>
        </w:rPr>
        <w:t>However, the concept that null is trying to express is still a useful one: a</w:t>
      </w:r>
      <w:r>
        <w:rPr>
          <w:lang w:eastAsia="en-GB"/>
        </w:rPr>
        <w:t xml:space="preserve"> </w:t>
      </w:r>
      <w:r w:rsidRPr="009C2243">
        <w:rPr>
          <w:lang w:eastAsia="en-GB"/>
        </w:rPr>
        <w:t>null is a value that is currently invalid or absent for some reason.</w:t>
      </w:r>
    </w:p>
    <w:p w14:paraId="1409DB87" w14:textId="5AF86DD1" w:rsidR="009C2243" w:rsidRPr="009C2243" w:rsidRDefault="009C2243" w:rsidP="009C2243">
      <w:pPr>
        <w:pStyle w:val="Body"/>
        <w:rPr>
          <w:lang w:eastAsia="en-GB"/>
        </w:rPr>
      </w:pPr>
      <w:r w:rsidRPr="009C2243">
        <w:t xml:space="preserve">The problem isn’t really with the concept but with the particular implementation. As such, Rust does not have nulls, but it does have an enum that can encode the concept of a value being present or absent. This enum is </w:t>
      </w:r>
      <w:r w:rsidRPr="00EF44DA">
        <w:rPr>
          <w:rStyle w:val="Literal"/>
        </w:rPr>
        <w:t>Option&lt;T&gt;</w:t>
      </w:r>
      <w:r w:rsidRPr="009C2243">
        <w:rPr>
          <w:lang w:eastAsia="en-GB"/>
        </w:rPr>
        <w:t>, and it is defined by the standard library</w:t>
      </w:r>
      <w:r>
        <w:rPr>
          <w:lang w:eastAsia="en-GB"/>
        </w:rPr>
        <w:t xml:space="preserve"> </w:t>
      </w:r>
      <w:r w:rsidRPr="009C2243">
        <w:rPr>
          <w:lang w:eastAsia="en-GB"/>
        </w:rPr>
        <w:t>as follows:</w:t>
      </w:r>
    </w:p>
    <w:p w14:paraId="59378336" w14:textId="77777777" w:rsidR="009C2243" w:rsidRPr="009C2243" w:rsidRDefault="009C2243" w:rsidP="009C2243">
      <w:pPr>
        <w:pStyle w:val="Code"/>
        <w:rPr>
          <w:lang w:eastAsia="en-GB"/>
        </w:rPr>
      </w:pPr>
      <w:r w:rsidRPr="009C2243">
        <w:rPr>
          <w:lang w:eastAsia="en-GB"/>
        </w:rPr>
        <w:t>enum Option&lt;T&gt; {</w:t>
      </w:r>
    </w:p>
    <w:p w14:paraId="41B19F29" w14:textId="77777777" w:rsidR="009C2243" w:rsidRPr="009C2243" w:rsidRDefault="009C2243" w:rsidP="009C2243">
      <w:pPr>
        <w:pStyle w:val="Code"/>
        <w:rPr>
          <w:lang w:eastAsia="en-GB"/>
        </w:rPr>
      </w:pPr>
      <w:r w:rsidRPr="009C2243">
        <w:rPr>
          <w:lang w:eastAsia="en-GB"/>
        </w:rPr>
        <w:t xml:space="preserve">    None,</w:t>
      </w:r>
    </w:p>
    <w:p w14:paraId="5633BAFD" w14:textId="77777777" w:rsidR="009C2243" w:rsidRPr="009C2243" w:rsidRDefault="009C2243" w:rsidP="009C2243">
      <w:pPr>
        <w:pStyle w:val="Code"/>
        <w:rPr>
          <w:lang w:eastAsia="en-GB"/>
        </w:rPr>
      </w:pPr>
      <w:r w:rsidRPr="009C2243">
        <w:rPr>
          <w:lang w:eastAsia="en-GB"/>
        </w:rPr>
        <w:t xml:space="preserve">    Some(T),</w:t>
      </w:r>
    </w:p>
    <w:p w14:paraId="1999669C" w14:textId="77777777" w:rsidR="009C2243" w:rsidRPr="009C2243" w:rsidRDefault="009C2243" w:rsidP="009C2243">
      <w:pPr>
        <w:pStyle w:val="Code"/>
        <w:rPr>
          <w:lang w:eastAsia="en-GB"/>
        </w:rPr>
      </w:pPr>
      <w:r w:rsidRPr="009C2243">
        <w:rPr>
          <w:lang w:eastAsia="en-GB"/>
        </w:rPr>
        <w:t>}</w:t>
      </w:r>
    </w:p>
    <w:p w14:paraId="2D023B53" w14:textId="325611CD" w:rsidR="009C2243" w:rsidRPr="009C2243" w:rsidRDefault="009C2243" w:rsidP="009C2243">
      <w:pPr>
        <w:pStyle w:val="Body"/>
        <w:rPr>
          <w:lang w:eastAsia="en-GB"/>
        </w:rPr>
      </w:pPr>
      <w:r w:rsidRPr="009C2243">
        <w:t xml:space="preserve">The </w:t>
      </w:r>
      <w:r w:rsidRPr="00EF44DA">
        <w:rPr>
          <w:rStyle w:val="Literal"/>
        </w:rPr>
        <w:t>Option&lt;T&gt;</w:t>
      </w:r>
      <w:r w:rsidRPr="009C2243">
        <w:t xml:space="preserve"> enum is so useful that it’s even included in the prelude; you don’t need to bring it into scope explicitly. Its variants are also included in the prelude: you can use </w:t>
      </w:r>
      <w:r w:rsidRPr="00EF44DA">
        <w:rPr>
          <w:rStyle w:val="Literal"/>
        </w:rPr>
        <w:t>Some</w:t>
      </w:r>
      <w:r w:rsidRPr="009C2243">
        <w:t xml:space="preserve"> and </w:t>
      </w:r>
      <w:r w:rsidRPr="00EF44DA">
        <w:rPr>
          <w:rStyle w:val="Literal"/>
        </w:rPr>
        <w:t>None</w:t>
      </w:r>
      <w:r w:rsidRPr="009C2243">
        <w:t xml:space="preserve"> directly without the </w:t>
      </w:r>
      <w:r w:rsidRPr="00EF44DA">
        <w:rPr>
          <w:rStyle w:val="Literal"/>
        </w:rPr>
        <w:t>Option::</w:t>
      </w:r>
      <w:r w:rsidRPr="009C2243">
        <w:t xml:space="preserve"> prefix. The </w:t>
      </w:r>
      <w:r w:rsidRPr="00EF44DA">
        <w:rPr>
          <w:rStyle w:val="Literal"/>
        </w:rPr>
        <w:t>Option&lt;T&gt;</w:t>
      </w:r>
      <w:r w:rsidRPr="009C2243">
        <w:t xml:space="preserve"> enum is still just a regular enum, and </w:t>
      </w:r>
      <w:r w:rsidRPr="00EF44DA">
        <w:rPr>
          <w:rStyle w:val="Literal"/>
        </w:rPr>
        <w:t>Some(T)</w:t>
      </w:r>
      <w:r w:rsidRPr="009C2243">
        <w:t xml:space="preserve"> and </w:t>
      </w:r>
      <w:r w:rsidRPr="00EF44DA">
        <w:rPr>
          <w:rStyle w:val="Literal"/>
        </w:rPr>
        <w:t>None</w:t>
      </w:r>
      <w:r w:rsidRPr="009C2243">
        <w:t xml:space="preserve"> are still variants of type </w:t>
      </w:r>
      <w:r w:rsidRPr="00EF44DA">
        <w:rPr>
          <w:rStyle w:val="Literal"/>
        </w:rPr>
        <w:t>Option&lt;T&gt;</w:t>
      </w:r>
      <w:r w:rsidRPr="009C2243">
        <w:rPr>
          <w:lang w:eastAsia="en-GB"/>
        </w:rPr>
        <w:t>.</w:t>
      </w:r>
    </w:p>
    <w:p w14:paraId="49AAB206" w14:textId="68FD03D2" w:rsidR="009C2243" w:rsidRPr="009C2243" w:rsidRDefault="009C2243" w:rsidP="009C2243">
      <w:pPr>
        <w:pStyle w:val="Body"/>
        <w:rPr>
          <w:lang w:eastAsia="en-GB"/>
        </w:rPr>
      </w:pPr>
      <w:r w:rsidRPr="009C2243">
        <w:rPr>
          <w:lang w:eastAsia="en-GB"/>
        </w:rPr>
        <w:t xml:space="preserve">The </w:t>
      </w:r>
      <w:r w:rsidRPr="00EF44DA">
        <w:rPr>
          <w:rStyle w:val="Literal"/>
        </w:rPr>
        <w:t>&lt;T&gt;</w:t>
      </w:r>
      <w:r w:rsidRPr="009C2243">
        <w:t xml:space="preserve"> syntax is a feature of Rust we haven’t talked about yet. It’s a generic type parameter, and we’ll cover generics in more detail in </w:t>
      </w:r>
      <w:r w:rsidRPr="007B3420">
        <w:rPr>
          <w:rStyle w:val="Xref"/>
        </w:rPr>
        <w:t>Chapter 10</w:t>
      </w:r>
      <w:r w:rsidRPr="009C2243">
        <w:t xml:space="preserve">. For now, all you need to know is that </w:t>
      </w:r>
      <w:r w:rsidRPr="00EF44DA">
        <w:rPr>
          <w:rStyle w:val="Literal"/>
        </w:rPr>
        <w:t>&lt;T&gt;</w:t>
      </w:r>
      <w:r w:rsidRPr="009C2243">
        <w:t xml:space="preserve"> means </w:t>
      </w:r>
      <w:r w:rsidR="003D78E4">
        <w:t xml:space="preserve">that </w:t>
      </w:r>
      <w:r w:rsidRPr="009C2243">
        <w:t xml:space="preserve">the </w:t>
      </w:r>
      <w:r w:rsidRPr="00EF44DA">
        <w:rPr>
          <w:rStyle w:val="Literal"/>
        </w:rPr>
        <w:t>Some</w:t>
      </w:r>
      <w:r w:rsidRPr="009C2243">
        <w:t xml:space="preserve"> variant of the </w:t>
      </w:r>
      <w:r w:rsidRPr="00EF44DA">
        <w:rPr>
          <w:rStyle w:val="Literal"/>
        </w:rPr>
        <w:t>Option</w:t>
      </w:r>
      <w:r w:rsidRPr="009C2243">
        <w:t xml:space="preserve"> enum can hold one piece of data of any type, and that each concrete type that gets used in place of </w:t>
      </w:r>
      <w:r w:rsidRPr="00EF44DA">
        <w:rPr>
          <w:rStyle w:val="Literal"/>
        </w:rPr>
        <w:t>T</w:t>
      </w:r>
      <w:r w:rsidRPr="009C2243">
        <w:t xml:space="preserve"> makes the overall </w:t>
      </w:r>
      <w:r w:rsidRPr="00EF44DA">
        <w:rPr>
          <w:rStyle w:val="Literal"/>
        </w:rPr>
        <w:t>Option&lt;T&gt;</w:t>
      </w:r>
      <w:r w:rsidRPr="009C2243">
        <w:t xml:space="preserve"> type a different type. Here are some examples of using </w:t>
      </w:r>
      <w:r w:rsidRPr="00EF44DA">
        <w:rPr>
          <w:rStyle w:val="Literal"/>
        </w:rPr>
        <w:t>Option</w:t>
      </w:r>
      <w:r w:rsidRPr="009C2243">
        <w:rPr>
          <w:lang w:eastAsia="en-GB"/>
        </w:rPr>
        <w:t xml:space="preserve"> values to hold number</w:t>
      </w:r>
      <w:r>
        <w:rPr>
          <w:lang w:eastAsia="en-GB"/>
        </w:rPr>
        <w:t xml:space="preserve"> </w:t>
      </w:r>
      <w:r w:rsidRPr="009C2243">
        <w:rPr>
          <w:lang w:eastAsia="en-GB"/>
        </w:rPr>
        <w:t>types and string types:</w:t>
      </w:r>
    </w:p>
    <w:p w14:paraId="347C65F9" w14:textId="77777777" w:rsidR="009C2243" w:rsidRPr="009C2243" w:rsidRDefault="009C2243" w:rsidP="009C2243">
      <w:pPr>
        <w:pStyle w:val="Code"/>
        <w:rPr>
          <w:lang w:eastAsia="en-GB"/>
        </w:rPr>
      </w:pPr>
      <w:r w:rsidRPr="009C2243">
        <w:rPr>
          <w:lang w:eastAsia="en-GB"/>
        </w:rPr>
        <w:t>let some_number = Some(5);</w:t>
      </w:r>
    </w:p>
    <w:p w14:paraId="2360DA79" w14:textId="77777777" w:rsidR="009C2243" w:rsidRPr="009C2243" w:rsidRDefault="009C2243" w:rsidP="009C2243">
      <w:pPr>
        <w:pStyle w:val="Code"/>
        <w:rPr>
          <w:lang w:eastAsia="en-GB"/>
        </w:rPr>
      </w:pPr>
      <w:r w:rsidRPr="009C2243">
        <w:rPr>
          <w:lang w:eastAsia="en-GB"/>
        </w:rPr>
        <w:t>let some_char = Some('e');</w:t>
      </w:r>
    </w:p>
    <w:p w14:paraId="55AA25B4" w14:textId="77777777" w:rsidR="009C2243" w:rsidRPr="009C2243" w:rsidRDefault="009C2243" w:rsidP="009C2243">
      <w:pPr>
        <w:pStyle w:val="Code"/>
        <w:rPr>
          <w:lang w:eastAsia="en-GB"/>
        </w:rPr>
      </w:pPr>
    </w:p>
    <w:p w14:paraId="7B754ABF" w14:textId="77777777" w:rsidR="009C2243" w:rsidRPr="009C2243" w:rsidRDefault="009C2243" w:rsidP="009C2243">
      <w:pPr>
        <w:pStyle w:val="Code"/>
        <w:rPr>
          <w:lang w:eastAsia="en-GB"/>
        </w:rPr>
      </w:pPr>
      <w:r w:rsidRPr="009C2243">
        <w:rPr>
          <w:lang w:eastAsia="en-GB"/>
        </w:rPr>
        <w:t>let absent_number: Option&lt;i32&gt; = None;</w:t>
      </w:r>
    </w:p>
    <w:p w14:paraId="6139AAC2" w14:textId="47BB3849" w:rsidR="009C2243" w:rsidRPr="009C2243" w:rsidRDefault="009C2243" w:rsidP="009C2243">
      <w:pPr>
        <w:pStyle w:val="Body"/>
        <w:rPr>
          <w:lang w:eastAsia="en-GB"/>
        </w:rPr>
      </w:pPr>
      <w:r w:rsidRPr="009C2243">
        <w:t xml:space="preserve">The type of </w:t>
      </w:r>
      <w:r w:rsidRPr="00EF44DA">
        <w:rPr>
          <w:rStyle w:val="Literal"/>
        </w:rPr>
        <w:t>some_number</w:t>
      </w:r>
      <w:r w:rsidRPr="009C2243">
        <w:t xml:space="preserve"> is </w:t>
      </w:r>
      <w:r w:rsidRPr="00EF44DA">
        <w:rPr>
          <w:rStyle w:val="Literal"/>
        </w:rPr>
        <w:t>Option&lt;i32&gt;</w:t>
      </w:r>
      <w:r w:rsidRPr="009C2243">
        <w:t xml:space="preserve">. The type of </w:t>
      </w:r>
      <w:r w:rsidRPr="00EF44DA">
        <w:rPr>
          <w:rStyle w:val="Literal"/>
        </w:rPr>
        <w:t>some_char</w:t>
      </w:r>
      <w:r w:rsidRPr="009C2243">
        <w:t xml:space="preserve"> is </w:t>
      </w:r>
      <w:r w:rsidRPr="00EF44DA">
        <w:rPr>
          <w:rStyle w:val="Literal"/>
        </w:rPr>
        <w:t>Option&lt;char&gt;</w:t>
      </w:r>
      <w:r w:rsidRPr="009C2243">
        <w:t xml:space="preserve">, which is a different type. Rust can infer these types because we’ve specified a value inside the </w:t>
      </w:r>
      <w:r w:rsidRPr="00EF44DA">
        <w:rPr>
          <w:rStyle w:val="Literal"/>
        </w:rPr>
        <w:t>Some</w:t>
      </w:r>
      <w:r w:rsidRPr="009C2243">
        <w:t xml:space="preserve"> variant. For </w:t>
      </w:r>
      <w:r w:rsidRPr="00EF44DA">
        <w:rPr>
          <w:rStyle w:val="Literal"/>
        </w:rPr>
        <w:t>absent_number</w:t>
      </w:r>
      <w:r w:rsidRPr="009C2243">
        <w:t xml:space="preserve">, Rust requires us to annotate the overall </w:t>
      </w:r>
      <w:r w:rsidRPr="00EF44DA">
        <w:rPr>
          <w:rStyle w:val="Literal"/>
        </w:rPr>
        <w:t>Option</w:t>
      </w:r>
      <w:r w:rsidRPr="009C2243">
        <w:t xml:space="preserve"> type: the compiler can’t infer the type that the corresponding </w:t>
      </w:r>
      <w:r w:rsidRPr="00EF44DA">
        <w:rPr>
          <w:rStyle w:val="Literal"/>
        </w:rPr>
        <w:t>Some</w:t>
      </w:r>
      <w:r w:rsidRPr="009C2243">
        <w:t xml:space="preserve"> variant will hold by looking only at a </w:t>
      </w:r>
      <w:r w:rsidRPr="00EF44DA">
        <w:rPr>
          <w:rStyle w:val="Literal"/>
        </w:rPr>
        <w:t>None</w:t>
      </w:r>
      <w:r w:rsidRPr="009C2243">
        <w:t xml:space="preserve"> value. Here, we tell Rust that we mean for </w:t>
      </w:r>
      <w:r w:rsidRPr="00EF44DA">
        <w:rPr>
          <w:rStyle w:val="Literal"/>
        </w:rPr>
        <w:t>absent_number</w:t>
      </w:r>
      <w:r w:rsidRPr="009C2243">
        <w:t xml:space="preserve"> to be of type </w:t>
      </w:r>
      <w:r w:rsidRPr="00EF44DA">
        <w:rPr>
          <w:rStyle w:val="Literal"/>
        </w:rPr>
        <w:t>Option&lt;i32&gt;</w:t>
      </w:r>
      <w:r w:rsidRPr="009C2243">
        <w:rPr>
          <w:lang w:eastAsia="en-GB"/>
        </w:rPr>
        <w:t>.</w:t>
      </w:r>
    </w:p>
    <w:p w14:paraId="7C58CA43" w14:textId="22137B75" w:rsidR="009C2243" w:rsidRPr="009C2243" w:rsidRDefault="009C2243" w:rsidP="009C2243">
      <w:pPr>
        <w:pStyle w:val="Body"/>
        <w:rPr>
          <w:lang w:eastAsia="en-GB"/>
        </w:rPr>
      </w:pPr>
      <w:r w:rsidRPr="009C2243">
        <w:rPr>
          <w:lang w:eastAsia="en-GB"/>
        </w:rPr>
        <w:t xml:space="preserve">When we have a </w:t>
      </w:r>
      <w:r w:rsidRPr="00EF44DA">
        <w:rPr>
          <w:rStyle w:val="Literal"/>
        </w:rPr>
        <w:t>Some</w:t>
      </w:r>
      <w:r w:rsidRPr="009C2243">
        <w:t xml:space="preserve"> value, we know that a value is present and the value is held within the </w:t>
      </w:r>
      <w:r w:rsidRPr="00EF44DA">
        <w:rPr>
          <w:rStyle w:val="Literal"/>
        </w:rPr>
        <w:t>Some</w:t>
      </w:r>
      <w:r w:rsidRPr="009C2243">
        <w:t xml:space="preserve">. When we have a </w:t>
      </w:r>
      <w:r w:rsidRPr="00EF44DA">
        <w:rPr>
          <w:rStyle w:val="Literal"/>
        </w:rPr>
        <w:t>None</w:t>
      </w:r>
      <w:r w:rsidRPr="009C2243">
        <w:t xml:space="preserve"> value, in some sense it means the same thing as null: we don’t have a valid value. So why is having </w:t>
      </w:r>
      <w:r w:rsidRPr="00EF44DA">
        <w:rPr>
          <w:rStyle w:val="Literal"/>
        </w:rPr>
        <w:t>Option&lt;T&gt;</w:t>
      </w:r>
      <w:r w:rsidRPr="009C2243">
        <w:rPr>
          <w:lang w:eastAsia="en-GB"/>
        </w:rPr>
        <w:t xml:space="preserve"> any better than having null?</w:t>
      </w:r>
    </w:p>
    <w:p w14:paraId="75545ADB" w14:textId="0A23ED7D" w:rsidR="009C2243" w:rsidRPr="009C2243" w:rsidRDefault="009C2243" w:rsidP="009C2243">
      <w:pPr>
        <w:pStyle w:val="Body"/>
        <w:rPr>
          <w:lang w:eastAsia="en-GB"/>
        </w:rPr>
      </w:pPr>
      <w:r w:rsidRPr="009C2243">
        <w:rPr>
          <w:lang w:eastAsia="en-GB"/>
        </w:rPr>
        <w:lastRenderedPageBreak/>
        <w:t xml:space="preserve">In short, because </w:t>
      </w:r>
      <w:r w:rsidRPr="00EF44DA">
        <w:rPr>
          <w:rStyle w:val="Literal"/>
        </w:rPr>
        <w:t>Option&lt;T&gt;</w:t>
      </w:r>
      <w:r w:rsidRPr="009C2243">
        <w:t xml:space="preserve"> and </w:t>
      </w:r>
      <w:r w:rsidRPr="00EF44DA">
        <w:rPr>
          <w:rStyle w:val="Literal"/>
        </w:rPr>
        <w:t>T</w:t>
      </w:r>
      <w:r w:rsidRPr="009C2243">
        <w:t xml:space="preserve"> (where </w:t>
      </w:r>
      <w:r w:rsidRPr="00EF44DA">
        <w:rPr>
          <w:rStyle w:val="Literal"/>
        </w:rPr>
        <w:t>T</w:t>
      </w:r>
      <w:r w:rsidRPr="009C2243">
        <w:t xml:space="preserve"> can be any type) are different types, the compiler won’t let us use an </w:t>
      </w:r>
      <w:r w:rsidRPr="00EF44DA">
        <w:rPr>
          <w:rStyle w:val="Literal"/>
        </w:rPr>
        <w:t>Option&lt;T&gt;</w:t>
      </w:r>
      <w:r w:rsidRPr="009C2243">
        <w:t xml:space="preserve"> value as if it were definitely a valid value. For example, this code won’t compile</w:t>
      </w:r>
      <w:r w:rsidR="009914F0">
        <w:t>,</w:t>
      </w:r>
      <w:r w:rsidRPr="009C2243">
        <w:t xml:space="preserve"> because it’s trying to add an </w:t>
      </w:r>
      <w:r w:rsidRPr="00EF44DA">
        <w:rPr>
          <w:rStyle w:val="Literal"/>
        </w:rPr>
        <w:t>i8</w:t>
      </w:r>
      <w:r w:rsidRPr="009C2243">
        <w:t xml:space="preserve"> to an </w:t>
      </w:r>
      <w:r w:rsidRPr="00EF44DA">
        <w:rPr>
          <w:rStyle w:val="Literal"/>
        </w:rPr>
        <w:t>Option&lt;i8&gt;</w:t>
      </w:r>
      <w:r w:rsidRPr="009C2243">
        <w:rPr>
          <w:lang w:eastAsia="en-GB"/>
        </w:rPr>
        <w:t>:</w:t>
      </w:r>
    </w:p>
    <w:p w14:paraId="402E80C4" w14:textId="77777777" w:rsidR="009C2243" w:rsidRPr="009C2243" w:rsidRDefault="009C2243" w:rsidP="009C2243">
      <w:pPr>
        <w:pStyle w:val="Code"/>
        <w:rPr>
          <w:lang w:eastAsia="en-GB"/>
        </w:rPr>
      </w:pPr>
      <w:r w:rsidRPr="009C2243">
        <w:rPr>
          <w:lang w:eastAsia="en-GB"/>
        </w:rPr>
        <w:t>let x: i8 = 5;</w:t>
      </w:r>
    </w:p>
    <w:p w14:paraId="530EA6C2" w14:textId="77777777" w:rsidR="009C2243" w:rsidRPr="009C2243" w:rsidRDefault="009C2243" w:rsidP="009C2243">
      <w:pPr>
        <w:pStyle w:val="Code"/>
        <w:rPr>
          <w:lang w:eastAsia="en-GB"/>
        </w:rPr>
      </w:pPr>
      <w:r w:rsidRPr="009C2243">
        <w:rPr>
          <w:lang w:eastAsia="en-GB"/>
        </w:rPr>
        <w:t>let y: Option&lt;i8&gt; = Some(5);</w:t>
      </w:r>
    </w:p>
    <w:p w14:paraId="74204C38" w14:textId="77777777" w:rsidR="009C2243" w:rsidRPr="009C2243" w:rsidRDefault="009C2243" w:rsidP="009C2243">
      <w:pPr>
        <w:pStyle w:val="Code"/>
        <w:rPr>
          <w:lang w:eastAsia="en-GB"/>
        </w:rPr>
      </w:pPr>
    </w:p>
    <w:p w14:paraId="16190831" w14:textId="77777777" w:rsidR="009C2243" w:rsidRPr="009C2243" w:rsidRDefault="009C2243" w:rsidP="009C2243">
      <w:pPr>
        <w:pStyle w:val="Code"/>
        <w:rPr>
          <w:lang w:eastAsia="en-GB"/>
        </w:rPr>
      </w:pPr>
      <w:r w:rsidRPr="009C2243">
        <w:rPr>
          <w:lang w:eastAsia="en-GB"/>
        </w:rPr>
        <w:t>let sum = x + y;</w:t>
      </w:r>
    </w:p>
    <w:p w14:paraId="595BFF6A" w14:textId="6CB55877" w:rsidR="009C2243" w:rsidRPr="009C2243" w:rsidRDefault="009C2243" w:rsidP="00EF44DA">
      <w:pPr>
        <w:pStyle w:val="Body"/>
        <w:rPr>
          <w:lang w:eastAsia="en-GB"/>
        </w:rPr>
      </w:pPr>
      <w:r w:rsidRPr="009C2243">
        <w:rPr>
          <w:lang w:eastAsia="en-GB"/>
        </w:rPr>
        <w:t>If we run this code, we get an error message like this</w:t>
      </w:r>
      <w:r w:rsidR="009914F0">
        <w:rPr>
          <w:lang w:eastAsia="en-GB"/>
        </w:rPr>
        <w:t xml:space="preserve"> one</w:t>
      </w:r>
      <w:r w:rsidRPr="009C2243">
        <w:rPr>
          <w:lang w:eastAsia="en-GB"/>
        </w:rPr>
        <w:t>:</w:t>
      </w:r>
    </w:p>
    <w:p w14:paraId="58D834D5" w14:textId="77777777" w:rsidR="009C2243" w:rsidRPr="009C2243" w:rsidRDefault="009C2243" w:rsidP="009C2243">
      <w:pPr>
        <w:pStyle w:val="Code"/>
        <w:rPr>
          <w:lang w:eastAsia="en-GB"/>
        </w:rPr>
      </w:pPr>
      <w:r w:rsidRPr="009C2243">
        <w:rPr>
          <w:lang w:eastAsia="en-GB"/>
        </w:rPr>
        <w:t>error[E0277]: cannot add `Option&lt;i8&gt;` to `i8`</w:t>
      </w:r>
    </w:p>
    <w:p w14:paraId="796FC670" w14:textId="77777777" w:rsidR="009C2243" w:rsidRPr="009C2243" w:rsidRDefault="009C2243" w:rsidP="009C2243">
      <w:pPr>
        <w:pStyle w:val="Code"/>
        <w:rPr>
          <w:lang w:eastAsia="en-GB"/>
        </w:rPr>
      </w:pPr>
      <w:r w:rsidRPr="009C2243">
        <w:rPr>
          <w:lang w:eastAsia="en-GB"/>
        </w:rPr>
        <w:t xml:space="preserve"> --&gt; src/main.rs:5:17</w:t>
      </w:r>
    </w:p>
    <w:p w14:paraId="501CA894" w14:textId="77777777" w:rsidR="009C2243" w:rsidRPr="009C2243" w:rsidRDefault="009C2243" w:rsidP="009C2243">
      <w:pPr>
        <w:pStyle w:val="Code"/>
        <w:rPr>
          <w:lang w:eastAsia="en-GB"/>
        </w:rPr>
      </w:pPr>
      <w:r w:rsidRPr="009C2243">
        <w:rPr>
          <w:lang w:eastAsia="en-GB"/>
        </w:rPr>
        <w:t xml:space="preserve">  |</w:t>
      </w:r>
    </w:p>
    <w:p w14:paraId="767C1333" w14:textId="77777777" w:rsidR="009C2243" w:rsidRPr="009C2243" w:rsidRDefault="009C2243" w:rsidP="009C2243">
      <w:pPr>
        <w:pStyle w:val="Code"/>
        <w:rPr>
          <w:lang w:eastAsia="en-GB"/>
        </w:rPr>
      </w:pPr>
      <w:r w:rsidRPr="009C2243">
        <w:rPr>
          <w:lang w:eastAsia="en-GB"/>
        </w:rPr>
        <w:t>5 |     let sum = x + y;</w:t>
      </w:r>
    </w:p>
    <w:p w14:paraId="10F978C7" w14:textId="77777777" w:rsidR="009C2243" w:rsidRPr="009C2243" w:rsidRDefault="009C2243" w:rsidP="009C2243">
      <w:pPr>
        <w:pStyle w:val="Code"/>
        <w:rPr>
          <w:lang w:eastAsia="en-GB"/>
        </w:rPr>
      </w:pPr>
      <w:r w:rsidRPr="009C2243">
        <w:rPr>
          <w:lang w:eastAsia="en-GB"/>
        </w:rPr>
        <w:t xml:space="preserve">  |                 ^ no implementation for `i8 + Option&lt;i8&gt;`</w:t>
      </w:r>
    </w:p>
    <w:p w14:paraId="4D9B1779" w14:textId="77777777" w:rsidR="009C2243" w:rsidRPr="009C2243" w:rsidRDefault="009C2243" w:rsidP="009C2243">
      <w:pPr>
        <w:pStyle w:val="Code"/>
        <w:rPr>
          <w:lang w:eastAsia="en-GB"/>
        </w:rPr>
      </w:pPr>
      <w:r w:rsidRPr="009C2243">
        <w:rPr>
          <w:lang w:eastAsia="en-GB"/>
        </w:rPr>
        <w:t xml:space="preserve">  |</w:t>
      </w:r>
    </w:p>
    <w:p w14:paraId="51E06B1A" w14:textId="77777777" w:rsidR="009C2243" w:rsidRPr="009C2243" w:rsidRDefault="009C2243" w:rsidP="009C2243">
      <w:pPr>
        <w:pStyle w:val="Code"/>
        <w:rPr>
          <w:lang w:eastAsia="en-GB"/>
        </w:rPr>
      </w:pPr>
      <w:r w:rsidRPr="009C2243">
        <w:rPr>
          <w:lang w:eastAsia="en-GB"/>
        </w:rPr>
        <w:t xml:space="preserve">  = help: the trait `Add&lt;Option&lt;i8&gt;&gt;` is not implemented for `i8`</w:t>
      </w:r>
    </w:p>
    <w:p w14:paraId="29799EBC" w14:textId="46BB3C22" w:rsidR="009C2243" w:rsidRPr="009C2243" w:rsidRDefault="009C2243" w:rsidP="009C2243">
      <w:pPr>
        <w:pStyle w:val="Body"/>
        <w:rPr>
          <w:lang w:eastAsia="en-GB"/>
        </w:rPr>
      </w:pPr>
      <w:r w:rsidRPr="009C2243">
        <w:t xml:space="preserve">Intense! In effect, this error message means that Rust doesn’t understand how to add an </w:t>
      </w:r>
      <w:r w:rsidRPr="00EF44DA">
        <w:rPr>
          <w:rStyle w:val="Literal"/>
        </w:rPr>
        <w:t>i8</w:t>
      </w:r>
      <w:r w:rsidRPr="009C2243">
        <w:t xml:space="preserve"> and an </w:t>
      </w:r>
      <w:r w:rsidRPr="00EF44DA">
        <w:rPr>
          <w:rStyle w:val="Literal"/>
        </w:rPr>
        <w:t>Option&lt;i8&gt;</w:t>
      </w:r>
      <w:r w:rsidRPr="009C2243">
        <w:t xml:space="preserve">, because they’re different types. When we have a value of a type like </w:t>
      </w:r>
      <w:r w:rsidRPr="00EF44DA">
        <w:rPr>
          <w:rStyle w:val="Literal"/>
        </w:rPr>
        <w:t>i8</w:t>
      </w:r>
      <w:r w:rsidRPr="009C2243">
        <w:t xml:space="preserve"> in Rust, the compiler will ensure that we always have a valid value. We can proceed confidently without having to check for null before using that value. Only when we have an </w:t>
      </w:r>
      <w:r w:rsidRPr="00EF44DA">
        <w:rPr>
          <w:rStyle w:val="Literal"/>
        </w:rPr>
        <w:t>Option&lt;i8&gt;</w:t>
      </w:r>
      <w:r w:rsidRPr="009C2243">
        <w:rPr>
          <w:lang w:eastAsia="en-GB"/>
        </w:rPr>
        <w:t xml:space="preserve"> (or</w:t>
      </w:r>
      <w:r>
        <w:rPr>
          <w:lang w:eastAsia="en-GB"/>
        </w:rPr>
        <w:t xml:space="preserve"> </w:t>
      </w:r>
      <w:r w:rsidRPr="009C2243">
        <w:rPr>
          <w:lang w:eastAsia="en-GB"/>
        </w:rPr>
        <w:t>whatever type of value we’re working with) do we have to worry about possibly</w:t>
      </w:r>
      <w:r>
        <w:rPr>
          <w:lang w:eastAsia="en-GB"/>
        </w:rPr>
        <w:t xml:space="preserve"> </w:t>
      </w:r>
      <w:r w:rsidRPr="009C2243">
        <w:rPr>
          <w:lang w:eastAsia="en-GB"/>
        </w:rPr>
        <w:t>not having a value, and the compiler will make sure we handle that case before</w:t>
      </w:r>
      <w:r>
        <w:rPr>
          <w:lang w:eastAsia="en-GB"/>
        </w:rPr>
        <w:t xml:space="preserve"> </w:t>
      </w:r>
      <w:r w:rsidRPr="009C2243">
        <w:rPr>
          <w:lang w:eastAsia="en-GB"/>
        </w:rPr>
        <w:t>using the value.</w:t>
      </w:r>
    </w:p>
    <w:p w14:paraId="39CB676B" w14:textId="7F53CF99" w:rsidR="009C2243" w:rsidRPr="009C2243" w:rsidRDefault="009C2243" w:rsidP="009C2243">
      <w:pPr>
        <w:pStyle w:val="Body"/>
        <w:rPr>
          <w:lang w:eastAsia="en-GB"/>
        </w:rPr>
      </w:pPr>
      <w:r w:rsidRPr="009C2243">
        <w:rPr>
          <w:lang w:eastAsia="en-GB"/>
        </w:rPr>
        <w:t xml:space="preserve">In other words, you have to convert an </w:t>
      </w:r>
      <w:r w:rsidRPr="00EF44DA">
        <w:rPr>
          <w:rStyle w:val="Literal"/>
        </w:rPr>
        <w:t>Option&lt;T&gt;</w:t>
      </w:r>
      <w:r w:rsidRPr="009C2243">
        <w:t xml:space="preserve"> to a </w:t>
      </w:r>
      <w:r w:rsidRPr="00EF44DA">
        <w:rPr>
          <w:rStyle w:val="Literal"/>
        </w:rPr>
        <w:t>T</w:t>
      </w:r>
      <w:r w:rsidRPr="009C2243">
        <w:t xml:space="preserve"> before you can perform </w:t>
      </w:r>
      <w:r w:rsidRPr="00EF44DA">
        <w:rPr>
          <w:rStyle w:val="Literal"/>
        </w:rPr>
        <w:t>T</w:t>
      </w:r>
      <w:r w:rsidRPr="009C2243">
        <w:rPr>
          <w:lang w:eastAsia="en-GB"/>
        </w:rPr>
        <w:t xml:space="preserve"> operations with it. Generally, this helps catch one of the most</w:t>
      </w:r>
      <w:r>
        <w:rPr>
          <w:lang w:eastAsia="en-GB"/>
        </w:rPr>
        <w:t xml:space="preserve"> </w:t>
      </w:r>
      <w:r w:rsidRPr="009C2243">
        <w:rPr>
          <w:lang w:eastAsia="en-GB"/>
        </w:rPr>
        <w:t>common issues with null: assuming that something isn’t null when it actually</w:t>
      </w:r>
      <w:r>
        <w:rPr>
          <w:lang w:eastAsia="en-GB"/>
        </w:rPr>
        <w:t xml:space="preserve"> </w:t>
      </w:r>
      <w:r w:rsidRPr="009C2243">
        <w:rPr>
          <w:lang w:eastAsia="en-GB"/>
        </w:rPr>
        <w:t>is.</w:t>
      </w:r>
    </w:p>
    <w:p w14:paraId="4B4B3489" w14:textId="03A0BEAD" w:rsidR="009C2243" w:rsidRPr="009C2243" w:rsidRDefault="009C2243" w:rsidP="009C2243">
      <w:pPr>
        <w:pStyle w:val="Body"/>
        <w:rPr>
          <w:lang w:eastAsia="en-GB"/>
        </w:rPr>
      </w:pPr>
      <w:r w:rsidRPr="009C2243">
        <w:rPr>
          <w:lang w:eastAsia="en-GB"/>
        </w:rPr>
        <w:t>Eliminating the risk of incorrectly assuming a not-null value helps you to be</w:t>
      </w:r>
      <w:r>
        <w:rPr>
          <w:lang w:eastAsia="en-GB"/>
        </w:rPr>
        <w:t xml:space="preserve"> </w:t>
      </w:r>
      <w:r w:rsidRPr="009C2243">
        <w:rPr>
          <w:lang w:eastAsia="en-GB"/>
        </w:rPr>
        <w:t>more confident in your code. In order to have a value that can possibly be</w:t>
      </w:r>
      <w:r>
        <w:rPr>
          <w:lang w:eastAsia="en-GB"/>
        </w:rPr>
        <w:t xml:space="preserve"> </w:t>
      </w:r>
      <w:r w:rsidRPr="009C2243">
        <w:rPr>
          <w:lang w:eastAsia="en-GB"/>
        </w:rPr>
        <w:t xml:space="preserve">null, you must explicitly opt in by making the type of that value </w:t>
      </w:r>
      <w:r w:rsidRPr="00EF44DA">
        <w:rPr>
          <w:rStyle w:val="Literal"/>
        </w:rPr>
        <w:t>Option&lt;T&gt;</w:t>
      </w:r>
      <w:r w:rsidRPr="009C2243">
        <w:t xml:space="preserve">. Then, when you use that value, you are required to explicitly handle the case when the value is null. Everywhere that a value has a type that isn’t an </w:t>
      </w:r>
      <w:r w:rsidRPr="00EF44DA">
        <w:rPr>
          <w:rStyle w:val="Literal"/>
        </w:rPr>
        <w:t>Option&lt;T&gt;</w:t>
      </w:r>
      <w:r w:rsidRPr="009C2243">
        <w:t xml:space="preserve">, you </w:t>
      </w:r>
      <w:r w:rsidRPr="00EF44DA">
        <w:rPr>
          <w:rStyle w:val="Italic"/>
        </w:rPr>
        <w:t>can</w:t>
      </w:r>
      <w:r w:rsidRPr="009C2243">
        <w:rPr>
          <w:lang w:eastAsia="en-GB"/>
        </w:rPr>
        <w:t xml:space="preserve"> safely assume that the value isn’t null. This was a</w:t>
      </w:r>
      <w:r>
        <w:rPr>
          <w:lang w:eastAsia="en-GB"/>
        </w:rPr>
        <w:t xml:space="preserve"> </w:t>
      </w:r>
      <w:r w:rsidRPr="009C2243">
        <w:rPr>
          <w:lang w:eastAsia="en-GB"/>
        </w:rPr>
        <w:t>deliberate design decision for Rust to limit null’s pervasiveness and increase</w:t>
      </w:r>
      <w:r>
        <w:rPr>
          <w:lang w:eastAsia="en-GB"/>
        </w:rPr>
        <w:t xml:space="preserve"> </w:t>
      </w:r>
      <w:r w:rsidRPr="009C2243">
        <w:rPr>
          <w:lang w:eastAsia="en-GB"/>
        </w:rPr>
        <w:t>the safety of Rust code.</w:t>
      </w:r>
    </w:p>
    <w:p w14:paraId="1F2B3C3F" w14:textId="33AD2DC3" w:rsidR="009C2243" w:rsidRPr="009C2243" w:rsidRDefault="009C2243" w:rsidP="009C2243">
      <w:pPr>
        <w:pStyle w:val="Body"/>
        <w:rPr>
          <w:lang w:eastAsia="en-GB"/>
        </w:rPr>
      </w:pPr>
      <w:r w:rsidRPr="009C2243">
        <w:rPr>
          <w:lang w:eastAsia="en-GB"/>
        </w:rPr>
        <w:t xml:space="preserve">So how do you get the </w:t>
      </w:r>
      <w:r w:rsidRPr="00EF44DA">
        <w:rPr>
          <w:rStyle w:val="Literal"/>
        </w:rPr>
        <w:t>T</w:t>
      </w:r>
      <w:r w:rsidRPr="009C2243">
        <w:t xml:space="preserve"> value out of a </w:t>
      </w:r>
      <w:r w:rsidRPr="00EF44DA">
        <w:rPr>
          <w:rStyle w:val="Literal"/>
        </w:rPr>
        <w:t>Some</w:t>
      </w:r>
      <w:r w:rsidRPr="009C2243">
        <w:t xml:space="preserve"> variant when you have a value of type </w:t>
      </w:r>
      <w:r w:rsidRPr="00EF44DA">
        <w:rPr>
          <w:rStyle w:val="Literal"/>
        </w:rPr>
        <w:t>Option&lt;T&gt;</w:t>
      </w:r>
      <w:r w:rsidRPr="009C2243">
        <w:t xml:space="preserve"> so </w:t>
      </w:r>
      <w:r w:rsidR="009914F0">
        <w:t xml:space="preserve">that </w:t>
      </w:r>
      <w:r w:rsidRPr="009C2243">
        <w:t xml:space="preserve">you can use that value? The </w:t>
      </w:r>
      <w:r w:rsidRPr="00EF44DA">
        <w:rPr>
          <w:rStyle w:val="Literal"/>
        </w:rPr>
        <w:t>Option&lt;T&gt;</w:t>
      </w:r>
      <w:r w:rsidRPr="009C2243">
        <w:t xml:space="preserve"> enum has a large number of methods that are useful in a variety of situations; you can check them out in its documentation. Becoming familiar with the methods on </w:t>
      </w:r>
      <w:r w:rsidRPr="00EF44DA">
        <w:rPr>
          <w:rStyle w:val="Literal"/>
        </w:rPr>
        <w:t>Option&lt;T&gt;</w:t>
      </w:r>
      <w:r w:rsidRPr="009C2243">
        <w:rPr>
          <w:lang w:eastAsia="en-GB"/>
        </w:rPr>
        <w:t xml:space="preserve"> will be extremely useful in your journey with Rust.</w:t>
      </w:r>
    </w:p>
    <w:p w14:paraId="58B2F382" w14:textId="15B56092" w:rsidR="009C2243" w:rsidRPr="009C2243" w:rsidRDefault="009C2243" w:rsidP="009C2243">
      <w:pPr>
        <w:pStyle w:val="Body"/>
        <w:rPr>
          <w:lang w:eastAsia="en-GB"/>
        </w:rPr>
      </w:pPr>
      <w:r w:rsidRPr="009C2243">
        <w:rPr>
          <w:lang w:eastAsia="en-GB"/>
        </w:rPr>
        <w:t xml:space="preserve">In general, in order to use an </w:t>
      </w:r>
      <w:r w:rsidRPr="00EF44DA">
        <w:rPr>
          <w:rStyle w:val="Literal"/>
        </w:rPr>
        <w:t>Option&lt;T&gt;</w:t>
      </w:r>
      <w:r w:rsidRPr="009C2243">
        <w:t xml:space="preserve"> value, you want to have code that will handle each variant. You want some code that will run only when you have a </w:t>
      </w:r>
      <w:r w:rsidRPr="00EF44DA">
        <w:rPr>
          <w:rStyle w:val="Literal"/>
        </w:rPr>
        <w:t>Some(T)</w:t>
      </w:r>
      <w:r w:rsidRPr="009C2243">
        <w:t xml:space="preserve"> value, and this code is allowed to use the inner </w:t>
      </w:r>
      <w:r w:rsidRPr="00EF44DA">
        <w:rPr>
          <w:rStyle w:val="Literal"/>
        </w:rPr>
        <w:t>T</w:t>
      </w:r>
      <w:r w:rsidRPr="009C2243">
        <w:t xml:space="preserve">. You want some other code to run </w:t>
      </w:r>
      <w:r w:rsidR="003D78E4">
        <w:t xml:space="preserve">only </w:t>
      </w:r>
      <w:r w:rsidRPr="009C2243">
        <w:t xml:space="preserve">if you have a </w:t>
      </w:r>
      <w:r w:rsidRPr="00EF44DA">
        <w:rPr>
          <w:rStyle w:val="Literal"/>
        </w:rPr>
        <w:t>None</w:t>
      </w:r>
      <w:r w:rsidRPr="009C2243">
        <w:t xml:space="preserve"> value, and that code doesn’t have a </w:t>
      </w:r>
      <w:r w:rsidRPr="00EF44DA">
        <w:rPr>
          <w:rStyle w:val="Literal"/>
        </w:rPr>
        <w:t>T</w:t>
      </w:r>
      <w:r w:rsidRPr="009C2243">
        <w:t xml:space="preserve"> value available. The </w:t>
      </w:r>
      <w:r w:rsidRPr="00EF44DA">
        <w:rPr>
          <w:rStyle w:val="Literal"/>
        </w:rPr>
        <w:t>match</w:t>
      </w:r>
      <w:r w:rsidRPr="009C2243">
        <w:rPr>
          <w:lang w:eastAsia="en-GB"/>
        </w:rPr>
        <w:t xml:space="preserve"> expression is a control flow construct that does</w:t>
      </w:r>
      <w:r>
        <w:rPr>
          <w:lang w:eastAsia="en-GB"/>
        </w:rPr>
        <w:t xml:space="preserve"> </w:t>
      </w:r>
      <w:r w:rsidRPr="009C2243">
        <w:rPr>
          <w:lang w:eastAsia="en-GB"/>
        </w:rPr>
        <w:t>just this when used with enums: it will run different code depending on which</w:t>
      </w:r>
      <w:r>
        <w:rPr>
          <w:lang w:eastAsia="en-GB"/>
        </w:rPr>
        <w:t xml:space="preserve"> </w:t>
      </w:r>
      <w:r w:rsidRPr="009C2243">
        <w:rPr>
          <w:lang w:eastAsia="en-GB"/>
        </w:rPr>
        <w:t xml:space="preserve">variant of </w:t>
      </w:r>
      <w:r w:rsidRPr="009C2243">
        <w:rPr>
          <w:lang w:eastAsia="en-GB"/>
        </w:rPr>
        <w:lastRenderedPageBreak/>
        <w:t>the enum it has, and that code can use the data inside the matching</w:t>
      </w:r>
      <w:r>
        <w:rPr>
          <w:lang w:eastAsia="en-GB"/>
        </w:rPr>
        <w:t xml:space="preserve"> </w:t>
      </w:r>
      <w:r w:rsidRPr="009C2243">
        <w:rPr>
          <w:lang w:eastAsia="en-GB"/>
        </w:rPr>
        <w:t>value.</w:t>
      </w:r>
      <w:r w:rsidR="00A12FDB">
        <w:rPr>
          <w:lang w:eastAsia="en-GB"/>
        </w:rPr>
        <w:fldChar w:fldCharType="begin"/>
      </w:r>
      <w:r w:rsidR="00A12FDB">
        <w:instrText xml:space="preserve"> XE "null end</w:instrText>
      </w:r>
      <w:r w:rsidR="00A12FDB" w:rsidRPr="00AC00B2">
        <w:instrText>Range</w:instrText>
      </w:r>
      <w:r w:rsidR="00A12FDB">
        <w:instrText xml:space="preserve">" </w:instrText>
      </w:r>
      <w:r w:rsidR="00A12FDB">
        <w:rPr>
          <w:lang w:eastAsia="en-GB"/>
        </w:rPr>
        <w:fldChar w:fldCharType="end"/>
      </w:r>
      <w:r w:rsidR="00254CB6">
        <w:rPr>
          <w:lang w:eastAsia="en-GB"/>
        </w:rPr>
        <w:fldChar w:fldCharType="begin"/>
      </w:r>
      <w:r w:rsidR="00254CB6">
        <w:instrText xml:space="preserve"> XE "Option&lt;T&gt; enum end</w:instrText>
      </w:r>
      <w:r w:rsidR="00254CB6" w:rsidRPr="00AC00B2">
        <w:instrText>Range</w:instrText>
      </w:r>
      <w:r w:rsidR="00254CB6">
        <w:instrText xml:space="preserve">" </w:instrText>
      </w:r>
      <w:r w:rsidR="00254CB6">
        <w:rPr>
          <w:lang w:eastAsia="en-GB"/>
        </w:rPr>
        <w:fldChar w:fldCharType="end"/>
      </w:r>
      <w:r w:rsidR="00F21806">
        <w:rPr>
          <w:lang w:eastAsia="en-GB"/>
        </w:rPr>
        <w:fldChar w:fldCharType="begin"/>
      </w:r>
      <w:r w:rsidR="00F21806">
        <w:instrText xml:space="preserve"> XE "</w:instrText>
      </w:r>
      <w:r w:rsidR="00F21806" w:rsidRPr="00AC00B2">
        <w:instrText xml:space="preserve">enums </w:instrText>
      </w:r>
      <w:r w:rsidR="00F21806">
        <w:instrText>end</w:instrText>
      </w:r>
      <w:r w:rsidR="00F21806" w:rsidRPr="00AC00B2">
        <w:instrText>Range</w:instrText>
      </w:r>
      <w:r w:rsidR="00F21806">
        <w:instrText xml:space="preserve">" </w:instrText>
      </w:r>
      <w:r w:rsidR="00F21806">
        <w:rPr>
          <w:lang w:eastAsia="en-GB"/>
        </w:rPr>
        <w:fldChar w:fldCharType="end"/>
      </w:r>
    </w:p>
    <w:bookmarkStart w:id="7" w:name="the-`match`-control-flow-construct"/>
    <w:bookmarkStart w:id="8" w:name="_Toc111491336"/>
    <w:bookmarkEnd w:id="7"/>
    <w:p w14:paraId="6434AC06" w14:textId="65801272" w:rsidR="009C2243" w:rsidRPr="00EF44DA" w:rsidRDefault="006108EF" w:rsidP="006466BF">
      <w:pPr>
        <w:pStyle w:val="HeadA"/>
      </w:pPr>
      <w:r>
        <w:rPr>
          <w:lang w:eastAsia="en-GB"/>
        </w:rPr>
        <w:fldChar w:fldCharType="begin"/>
      </w:r>
      <w:r>
        <w:instrText xml:space="preserve"> XE "match expression </w:instrText>
      </w:r>
      <w:r w:rsidRPr="00AC00B2">
        <w:instrText>startRange</w:instrText>
      </w:r>
      <w:r>
        <w:instrText xml:space="preserve">" </w:instrText>
      </w:r>
      <w:r>
        <w:rPr>
          <w:lang w:eastAsia="en-GB"/>
        </w:rPr>
        <w:fldChar w:fldCharType="end"/>
      </w:r>
      <w:r w:rsidR="00873844">
        <w:rPr>
          <w:lang w:eastAsia="en-GB"/>
        </w:rPr>
        <w:fldChar w:fldCharType="begin"/>
      </w:r>
      <w:r w:rsidR="00873844">
        <w:instrText xml:space="preserve"> XE "patterns:in match expressions </w:instrText>
      </w:r>
      <w:r w:rsidR="00873844" w:rsidRPr="00AC00B2">
        <w:instrText>startRange</w:instrText>
      </w:r>
      <w:r w:rsidR="00873844">
        <w:instrText xml:space="preserve">" </w:instrText>
      </w:r>
      <w:r w:rsidR="00873844">
        <w:rPr>
          <w:lang w:eastAsia="en-GB"/>
        </w:rPr>
        <w:fldChar w:fldCharType="end"/>
      </w:r>
      <w:r w:rsidR="009C2243" w:rsidRPr="00EF44DA">
        <w:t>The match Control Flow Construct</w:t>
      </w:r>
      <w:bookmarkEnd w:id="8"/>
    </w:p>
    <w:p w14:paraId="53B84E4D" w14:textId="2F3F51D8" w:rsidR="009C2243" w:rsidRPr="009C2243" w:rsidRDefault="009C2243" w:rsidP="009C2243">
      <w:pPr>
        <w:pStyle w:val="Body"/>
        <w:rPr>
          <w:lang w:eastAsia="en-GB"/>
        </w:rPr>
      </w:pPr>
      <w:r w:rsidRPr="009C2243">
        <w:t xml:space="preserve">Rust has an extremely powerful control flow construct called </w:t>
      </w:r>
      <w:r w:rsidRPr="00EF44DA">
        <w:rPr>
          <w:rStyle w:val="Literal"/>
        </w:rPr>
        <w:t>match</w:t>
      </w:r>
      <w:r w:rsidRPr="009C2243">
        <w:t xml:space="preserve"> that allows you to compare a value against a series of patterns and then execute code based on which pattern matches. Patterns can be made up of literal values, variable names, wildcards, and many other things; </w:t>
      </w:r>
      <w:r w:rsidRPr="007B3420">
        <w:rPr>
          <w:rStyle w:val="Xref"/>
        </w:rPr>
        <w:t>Chapter 18</w:t>
      </w:r>
      <w:r w:rsidRPr="009C2243">
        <w:t xml:space="preserve"> covers all the different kinds of patterns and what they do. The power of </w:t>
      </w:r>
      <w:r w:rsidRPr="00EF44DA">
        <w:rPr>
          <w:rStyle w:val="Literal"/>
        </w:rPr>
        <w:t>match</w:t>
      </w:r>
      <w:r w:rsidRPr="009C2243">
        <w:rPr>
          <w:lang w:eastAsia="en-GB"/>
        </w:rPr>
        <w:t xml:space="preserve"> comes from the</w:t>
      </w:r>
      <w:r>
        <w:rPr>
          <w:lang w:eastAsia="en-GB"/>
        </w:rPr>
        <w:t xml:space="preserve"> </w:t>
      </w:r>
      <w:r w:rsidRPr="009C2243">
        <w:rPr>
          <w:lang w:eastAsia="en-GB"/>
        </w:rPr>
        <w:t>expressiveness of the patterns and the fact that the compiler confirms that all</w:t>
      </w:r>
      <w:r>
        <w:rPr>
          <w:lang w:eastAsia="en-GB"/>
        </w:rPr>
        <w:t xml:space="preserve"> </w:t>
      </w:r>
      <w:r w:rsidRPr="009C2243">
        <w:rPr>
          <w:lang w:eastAsia="en-GB"/>
        </w:rPr>
        <w:t>possible cases are handled.</w:t>
      </w:r>
    </w:p>
    <w:p w14:paraId="60A0BDEE" w14:textId="6454F229" w:rsidR="009C2243" w:rsidRPr="009C2243" w:rsidRDefault="009C2243" w:rsidP="009C2243">
      <w:pPr>
        <w:pStyle w:val="Body"/>
        <w:rPr>
          <w:lang w:eastAsia="en-GB"/>
        </w:rPr>
      </w:pPr>
      <w:r w:rsidRPr="009C2243">
        <w:rPr>
          <w:lang w:eastAsia="en-GB"/>
        </w:rPr>
        <w:t xml:space="preserve">Think of a </w:t>
      </w:r>
      <w:r w:rsidRPr="00EF44DA">
        <w:rPr>
          <w:rStyle w:val="Literal"/>
        </w:rPr>
        <w:t>match</w:t>
      </w:r>
      <w:r w:rsidRPr="009C2243">
        <w:t xml:space="preserve"> expression as being like a coin-sorting machine: coins slide down a track with variously sized holes along it, and each coin falls through the first hole it encounters that it fits into. In the same way, values go through each pattern in a </w:t>
      </w:r>
      <w:r w:rsidRPr="00EF44DA">
        <w:rPr>
          <w:rStyle w:val="Literal"/>
        </w:rPr>
        <w:t>match</w:t>
      </w:r>
      <w:r w:rsidRPr="009C2243">
        <w:rPr>
          <w:lang w:eastAsia="en-GB"/>
        </w:rPr>
        <w:t>, and at the first pattern the value “fits,”</w:t>
      </w:r>
      <w:r>
        <w:rPr>
          <w:lang w:eastAsia="en-GB"/>
        </w:rPr>
        <w:t xml:space="preserve"> </w:t>
      </w:r>
      <w:r w:rsidRPr="009C2243">
        <w:rPr>
          <w:lang w:eastAsia="en-GB"/>
        </w:rPr>
        <w:t>the value falls into the associated code block to be used during execution.</w:t>
      </w:r>
    </w:p>
    <w:p w14:paraId="11A34B20" w14:textId="75A0E4A9" w:rsidR="009C2243" w:rsidRPr="009C2243" w:rsidRDefault="009C2243" w:rsidP="009C2243">
      <w:pPr>
        <w:pStyle w:val="Body"/>
        <w:rPr>
          <w:lang w:eastAsia="en-GB"/>
        </w:rPr>
      </w:pPr>
      <w:r w:rsidRPr="009C2243">
        <w:rPr>
          <w:lang w:eastAsia="en-GB"/>
        </w:rPr>
        <w:t xml:space="preserve">Speaking of coins, let’s use them as an example using </w:t>
      </w:r>
      <w:r w:rsidRPr="00EF44DA">
        <w:rPr>
          <w:rStyle w:val="Literal"/>
        </w:rPr>
        <w:t>match</w:t>
      </w:r>
      <w:r w:rsidRPr="009C2243">
        <w:rPr>
          <w:lang w:eastAsia="en-GB"/>
        </w:rPr>
        <w:t>! We can write a</w:t>
      </w:r>
      <w:r>
        <w:rPr>
          <w:lang w:eastAsia="en-GB"/>
        </w:rPr>
        <w:t xml:space="preserve"> </w:t>
      </w:r>
      <w:r w:rsidRPr="009C2243">
        <w:rPr>
          <w:lang w:eastAsia="en-GB"/>
        </w:rPr>
        <w:t xml:space="preserve">function that takes an unknown </w:t>
      </w:r>
      <w:r w:rsidR="00420954">
        <w:rPr>
          <w:lang w:eastAsia="en-GB"/>
        </w:rPr>
        <w:t>US</w:t>
      </w:r>
      <w:r w:rsidRPr="009C2243">
        <w:rPr>
          <w:lang w:eastAsia="en-GB"/>
        </w:rPr>
        <w:t xml:space="preserve"> coin and, in a similar way as the</w:t>
      </w:r>
      <w:r>
        <w:rPr>
          <w:lang w:eastAsia="en-GB"/>
        </w:rPr>
        <w:t xml:space="preserve"> </w:t>
      </w:r>
      <w:r w:rsidRPr="009C2243">
        <w:rPr>
          <w:lang w:eastAsia="en-GB"/>
        </w:rPr>
        <w:t>counting machine, determines which coin it is and return</w:t>
      </w:r>
      <w:r w:rsidR="00420954">
        <w:rPr>
          <w:lang w:eastAsia="en-GB"/>
        </w:rPr>
        <w:t>s</w:t>
      </w:r>
      <w:r w:rsidRPr="009C2243">
        <w:rPr>
          <w:lang w:eastAsia="en-GB"/>
        </w:rPr>
        <w:t xml:space="preserve"> its value in cents, as</w:t>
      </w:r>
      <w:r>
        <w:rPr>
          <w:lang w:eastAsia="en-GB"/>
        </w:rPr>
        <w:t xml:space="preserve"> </w:t>
      </w:r>
      <w:r w:rsidRPr="009C2243">
        <w:rPr>
          <w:lang w:eastAsia="en-GB"/>
        </w:rPr>
        <w:t>shown in Listing 6-3.</w:t>
      </w:r>
    </w:p>
    <w:p w14:paraId="4085C12C" w14:textId="4DC05C0B" w:rsidR="009C2243" w:rsidRPr="009C2243" w:rsidRDefault="00EF44DA" w:rsidP="00EF44DA">
      <w:pPr>
        <w:pStyle w:val="CodeAnnotated"/>
        <w:rPr>
          <w:lang w:eastAsia="en-GB"/>
        </w:rPr>
      </w:pPr>
      <w:r w:rsidRPr="00EF44DA">
        <w:rPr>
          <w:rStyle w:val="CodeAnnotation"/>
        </w:rPr>
        <w:t>1</w:t>
      </w:r>
      <w:r>
        <w:rPr>
          <w:lang w:eastAsia="en-GB"/>
        </w:rPr>
        <w:t xml:space="preserve"> </w:t>
      </w:r>
      <w:r w:rsidR="009C2243" w:rsidRPr="009C2243">
        <w:rPr>
          <w:lang w:eastAsia="en-GB"/>
        </w:rPr>
        <w:t>enum Coin {</w:t>
      </w:r>
    </w:p>
    <w:p w14:paraId="665097D0" w14:textId="77777777" w:rsidR="009C2243" w:rsidRPr="009C2243" w:rsidRDefault="009C2243" w:rsidP="009C2243">
      <w:pPr>
        <w:pStyle w:val="Code"/>
        <w:rPr>
          <w:lang w:eastAsia="en-GB"/>
        </w:rPr>
      </w:pPr>
      <w:r w:rsidRPr="009C2243">
        <w:rPr>
          <w:lang w:eastAsia="en-GB"/>
        </w:rPr>
        <w:t xml:space="preserve">    Penny,</w:t>
      </w:r>
    </w:p>
    <w:p w14:paraId="3CDCF6CE" w14:textId="77777777" w:rsidR="009C2243" w:rsidRPr="009C2243" w:rsidRDefault="009C2243" w:rsidP="009C2243">
      <w:pPr>
        <w:pStyle w:val="Code"/>
        <w:rPr>
          <w:lang w:eastAsia="en-GB"/>
        </w:rPr>
      </w:pPr>
      <w:r w:rsidRPr="009C2243">
        <w:rPr>
          <w:lang w:eastAsia="en-GB"/>
        </w:rPr>
        <w:t xml:space="preserve">    Nickel,</w:t>
      </w:r>
    </w:p>
    <w:p w14:paraId="03F51A6D" w14:textId="77777777" w:rsidR="009C2243" w:rsidRPr="009C2243" w:rsidRDefault="009C2243" w:rsidP="009C2243">
      <w:pPr>
        <w:pStyle w:val="Code"/>
        <w:rPr>
          <w:lang w:eastAsia="en-GB"/>
        </w:rPr>
      </w:pPr>
      <w:r w:rsidRPr="009C2243">
        <w:rPr>
          <w:lang w:eastAsia="en-GB"/>
        </w:rPr>
        <w:t xml:space="preserve">    Dime,</w:t>
      </w:r>
    </w:p>
    <w:p w14:paraId="6D03760D" w14:textId="77777777" w:rsidR="009C2243" w:rsidRPr="009C2243" w:rsidRDefault="009C2243" w:rsidP="009C2243">
      <w:pPr>
        <w:pStyle w:val="Code"/>
        <w:rPr>
          <w:lang w:eastAsia="en-GB"/>
        </w:rPr>
      </w:pPr>
      <w:r w:rsidRPr="009C2243">
        <w:rPr>
          <w:lang w:eastAsia="en-GB"/>
        </w:rPr>
        <w:t xml:space="preserve">    Quarter,</w:t>
      </w:r>
    </w:p>
    <w:p w14:paraId="38D4C23D" w14:textId="77777777" w:rsidR="009C2243" w:rsidRPr="009C2243" w:rsidRDefault="009C2243" w:rsidP="009C2243">
      <w:pPr>
        <w:pStyle w:val="Code"/>
        <w:rPr>
          <w:lang w:eastAsia="en-GB"/>
        </w:rPr>
      </w:pPr>
      <w:r w:rsidRPr="009C2243">
        <w:rPr>
          <w:lang w:eastAsia="en-GB"/>
        </w:rPr>
        <w:t>}</w:t>
      </w:r>
    </w:p>
    <w:p w14:paraId="552C7F31" w14:textId="77777777" w:rsidR="009C2243" w:rsidRPr="009C2243" w:rsidRDefault="009C2243" w:rsidP="009C2243">
      <w:pPr>
        <w:pStyle w:val="Code"/>
        <w:rPr>
          <w:lang w:eastAsia="en-GB"/>
        </w:rPr>
      </w:pPr>
    </w:p>
    <w:p w14:paraId="27185D42"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value_in_cents(coin: Coin) -&gt; u8 {</w:t>
      </w:r>
    </w:p>
    <w:p w14:paraId="6CBE7A60" w14:textId="38711AC9" w:rsidR="009C2243" w:rsidRPr="009C2243" w:rsidRDefault="009C2243" w:rsidP="009C2243">
      <w:pPr>
        <w:pStyle w:val="Code"/>
        <w:rPr>
          <w:lang w:eastAsia="en-GB"/>
        </w:rPr>
      </w:pPr>
      <w:r w:rsidRPr="009C2243">
        <w:rPr>
          <w:lang w:eastAsia="en-GB"/>
        </w:rPr>
        <w:t xml:space="preserve">  </w:t>
      </w:r>
      <w:r w:rsidR="0048300C" w:rsidRPr="00C43DAE">
        <w:rPr>
          <w:rStyle w:val="CodeAnnotation"/>
        </w:rPr>
        <w:t>2</w:t>
      </w:r>
      <w:r w:rsidRPr="009C2243">
        <w:rPr>
          <w:lang w:eastAsia="en-GB"/>
        </w:rPr>
        <w:t xml:space="preserve"> match coin {</w:t>
      </w:r>
    </w:p>
    <w:p w14:paraId="6269A710" w14:textId="661D605E" w:rsidR="009C2243" w:rsidRPr="009C2243" w:rsidRDefault="009C2243" w:rsidP="009C2243">
      <w:pPr>
        <w:pStyle w:val="Code"/>
        <w:rPr>
          <w:lang w:eastAsia="en-GB"/>
        </w:rPr>
      </w:pPr>
      <w:r w:rsidRPr="009C2243">
        <w:rPr>
          <w:lang w:eastAsia="en-GB"/>
        </w:rPr>
        <w:t xml:space="preserve">      </w:t>
      </w:r>
      <w:r w:rsidR="0048300C" w:rsidRPr="00C43DAE">
        <w:rPr>
          <w:rStyle w:val="CodeAnnotation"/>
        </w:rPr>
        <w:t>3</w:t>
      </w:r>
      <w:r w:rsidRPr="009C2243">
        <w:rPr>
          <w:lang w:eastAsia="en-GB"/>
        </w:rPr>
        <w:t xml:space="preserve"> Coin::Penny =&gt; 1,</w:t>
      </w:r>
    </w:p>
    <w:p w14:paraId="0A3B0A20" w14:textId="77777777" w:rsidR="009C2243" w:rsidRPr="009C2243" w:rsidRDefault="009C2243" w:rsidP="009C2243">
      <w:pPr>
        <w:pStyle w:val="Code"/>
        <w:rPr>
          <w:lang w:eastAsia="en-GB"/>
        </w:rPr>
      </w:pPr>
      <w:r w:rsidRPr="009C2243">
        <w:rPr>
          <w:lang w:eastAsia="en-GB"/>
        </w:rPr>
        <w:t xml:space="preserve">        Coin::Nickel =&gt; 5,</w:t>
      </w:r>
    </w:p>
    <w:p w14:paraId="16002407" w14:textId="77777777" w:rsidR="009C2243" w:rsidRPr="009C2243" w:rsidRDefault="009C2243" w:rsidP="009C2243">
      <w:pPr>
        <w:pStyle w:val="Code"/>
        <w:rPr>
          <w:lang w:eastAsia="en-GB"/>
        </w:rPr>
      </w:pPr>
      <w:r w:rsidRPr="009C2243">
        <w:rPr>
          <w:lang w:eastAsia="en-GB"/>
        </w:rPr>
        <w:t xml:space="preserve">        Coin::Dime =&gt; 10,</w:t>
      </w:r>
    </w:p>
    <w:p w14:paraId="1E72CF13" w14:textId="77777777" w:rsidR="009C2243" w:rsidRPr="009C2243" w:rsidRDefault="009C2243" w:rsidP="009C2243">
      <w:pPr>
        <w:pStyle w:val="Code"/>
        <w:rPr>
          <w:lang w:eastAsia="en-GB"/>
        </w:rPr>
      </w:pPr>
      <w:r w:rsidRPr="009C2243">
        <w:rPr>
          <w:lang w:eastAsia="en-GB"/>
        </w:rPr>
        <w:t xml:space="preserve">        Coin::Quarter =&gt; 25,</w:t>
      </w:r>
    </w:p>
    <w:p w14:paraId="357EDE06" w14:textId="77777777" w:rsidR="009C2243" w:rsidRPr="009C2243" w:rsidRDefault="009C2243" w:rsidP="009C2243">
      <w:pPr>
        <w:pStyle w:val="Code"/>
        <w:rPr>
          <w:lang w:eastAsia="en-GB"/>
        </w:rPr>
      </w:pPr>
      <w:r w:rsidRPr="009C2243">
        <w:rPr>
          <w:lang w:eastAsia="en-GB"/>
        </w:rPr>
        <w:t xml:space="preserve">    }</w:t>
      </w:r>
    </w:p>
    <w:p w14:paraId="5F186904" w14:textId="77777777" w:rsidR="009C2243" w:rsidRPr="009C2243" w:rsidRDefault="009C2243" w:rsidP="009C2243">
      <w:pPr>
        <w:pStyle w:val="Code"/>
        <w:rPr>
          <w:lang w:eastAsia="en-GB"/>
        </w:rPr>
      </w:pPr>
      <w:r w:rsidRPr="009C2243">
        <w:rPr>
          <w:lang w:eastAsia="en-GB"/>
        </w:rPr>
        <w:t>}</w:t>
      </w:r>
    </w:p>
    <w:p w14:paraId="46819A51" w14:textId="2F8FA5A5" w:rsidR="009C2243" w:rsidRPr="009C2243" w:rsidRDefault="009C2243" w:rsidP="0025584D">
      <w:pPr>
        <w:pStyle w:val="CodeListingCaption"/>
        <w:rPr>
          <w:lang w:eastAsia="en-GB"/>
        </w:rPr>
      </w:pPr>
      <w:r w:rsidRPr="009C2243">
        <w:t xml:space="preserve">An enum and a </w:t>
      </w:r>
      <w:r w:rsidRPr="00EF44DA">
        <w:rPr>
          <w:rStyle w:val="Literal"/>
        </w:rPr>
        <w:t>match</w:t>
      </w:r>
      <w:r w:rsidRPr="009C2243">
        <w:rPr>
          <w:lang w:eastAsia="en-GB"/>
        </w:rPr>
        <w:t xml:space="preserve"> expression that has the variants of the enum</w:t>
      </w:r>
      <w:r>
        <w:rPr>
          <w:lang w:eastAsia="en-GB"/>
        </w:rPr>
        <w:t xml:space="preserve"> </w:t>
      </w:r>
      <w:r w:rsidRPr="009C2243">
        <w:rPr>
          <w:lang w:eastAsia="en-GB"/>
        </w:rPr>
        <w:t>as its patterns</w:t>
      </w:r>
    </w:p>
    <w:p w14:paraId="7509E36C" w14:textId="7273F6EA" w:rsidR="009C2243" w:rsidRPr="009C2243" w:rsidRDefault="009C2243" w:rsidP="009C2243">
      <w:pPr>
        <w:pStyle w:val="Body"/>
        <w:rPr>
          <w:lang w:eastAsia="en-GB"/>
        </w:rPr>
      </w:pPr>
      <w:r w:rsidRPr="009C2243">
        <w:rPr>
          <w:lang w:eastAsia="en-GB"/>
        </w:rPr>
        <w:t xml:space="preserve">Let’s break down the </w:t>
      </w:r>
      <w:r w:rsidRPr="00EF44DA">
        <w:rPr>
          <w:rStyle w:val="Literal"/>
        </w:rPr>
        <w:t>match</w:t>
      </w:r>
      <w:r w:rsidRPr="009C2243">
        <w:t xml:space="preserve"> in the </w:t>
      </w:r>
      <w:r w:rsidRPr="00EF44DA">
        <w:rPr>
          <w:rStyle w:val="Literal"/>
        </w:rPr>
        <w:t>value_in_cents</w:t>
      </w:r>
      <w:r w:rsidRPr="009C2243">
        <w:t xml:space="preserve"> function. First we list the </w:t>
      </w:r>
      <w:r w:rsidRPr="00EF44DA">
        <w:rPr>
          <w:rStyle w:val="Literal"/>
        </w:rPr>
        <w:t>match</w:t>
      </w:r>
      <w:r w:rsidRPr="009C2243">
        <w:t xml:space="preserve"> keyword followed by an expression, which in this case is the value </w:t>
      </w:r>
      <w:r w:rsidRPr="00EF44DA">
        <w:rPr>
          <w:rStyle w:val="Literal"/>
        </w:rPr>
        <w:t>coin</w:t>
      </w:r>
      <w:r w:rsidR="0048300C" w:rsidRPr="00C43DAE">
        <w:t xml:space="preserve"> </w:t>
      </w:r>
      <w:r w:rsidR="0048300C" w:rsidRPr="00C43DAE">
        <w:rPr>
          <w:rStyle w:val="CodeAnnotation"/>
        </w:rPr>
        <w:t>2</w:t>
      </w:r>
      <w:r w:rsidRPr="009C2243">
        <w:t xml:space="preserve">. This seems very similar to an expression used with </w:t>
      </w:r>
      <w:proofErr w:type="spellStart"/>
      <w:r w:rsidRPr="00EF44DA">
        <w:rPr>
          <w:rStyle w:val="Literal"/>
        </w:rPr>
        <w:t>if</w:t>
      </w:r>
      <w:proofErr w:type="spellEnd"/>
      <w:r w:rsidRPr="009C2243">
        <w:t xml:space="preserve">, but there’s a big difference: with </w:t>
      </w:r>
      <w:r w:rsidRPr="00EF44DA">
        <w:rPr>
          <w:rStyle w:val="Literal"/>
        </w:rPr>
        <w:t>if</w:t>
      </w:r>
      <w:r w:rsidRPr="009C2243">
        <w:t xml:space="preserve">, the expression needs to return a Boolean value, but here it can return any type. The type of </w:t>
      </w:r>
      <w:r w:rsidRPr="00EF44DA">
        <w:rPr>
          <w:rStyle w:val="Literal"/>
        </w:rPr>
        <w:t>coin</w:t>
      </w:r>
      <w:r w:rsidRPr="009C2243">
        <w:t xml:space="preserve"> in this example is the </w:t>
      </w:r>
      <w:r w:rsidRPr="00EF44DA">
        <w:rPr>
          <w:rStyle w:val="Literal"/>
        </w:rPr>
        <w:t>Coin</w:t>
      </w:r>
      <w:r>
        <w:rPr>
          <w:lang w:eastAsia="en-GB"/>
        </w:rPr>
        <w:t xml:space="preserve"> </w:t>
      </w:r>
      <w:r w:rsidRPr="009C2243">
        <w:rPr>
          <w:lang w:eastAsia="en-GB"/>
        </w:rPr>
        <w:t xml:space="preserve">enum that we defined at </w:t>
      </w:r>
      <w:r w:rsidR="0025584D" w:rsidRPr="0025584D">
        <w:rPr>
          <w:rStyle w:val="CodeAnnotation"/>
        </w:rPr>
        <w:t>1</w:t>
      </w:r>
      <w:r w:rsidRPr="009C2243">
        <w:rPr>
          <w:lang w:eastAsia="en-GB"/>
        </w:rPr>
        <w:t>.</w:t>
      </w:r>
    </w:p>
    <w:p w14:paraId="1766A9D0" w14:textId="6861DFF8" w:rsidR="009C2243" w:rsidRPr="009C2243" w:rsidRDefault="00F63D69" w:rsidP="009C2243">
      <w:pPr>
        <w:pStyle w:val="Body"/>
        <w:rPr>
          <w:lang w:eastAsia="en-GB"/>
        </w:rPr>
      </w:pPr>
      <w:r>
        <w:rPr>
          <w:lang w:eastAsia="en-GB"/>
        </w:rPr>
        <w:fldChar w:fldCharType="begin"/>
      </w:r>
      <w:r>
        <w:instrText xml:space="preserve"> XE "arms:in match expressions </w:instrText>
      </w:r>
      <w:r w:rsidRPr="00AC00B2">
        <w:instrText>startRange</w:instrText>
      </w:r>
      <w:r>
        <w:instrText xml:space="preserve">" </w:instrText>
      </w:r>
      <w:r>
        <w:rPr>
          <w:lang w:eastAsia="en-GB"/>
        </w:rPr>
        <w:fldChar w:fldCharType="end"/>
      </w:r>
      <w:r w:rsidR="009C2243" w:rsidRPr="009C2243">
        <w:rPr>
          <w:lang w:eastAsia="en-GB"/>
        </w:rPr>
        <w:t xml:space="preserve">Next are the </w:t>
      </w:r>
      <w:r w:rsidR="009C2243" w:rsidRPr="00EF44DA">
        <w:rPr>
          <w:rStyle w:val="Literal"/>
        </w:rPr>
        <w:t>match</w:t>
      </w:r>
      <w:r w:rsidR="009C2243" w:rsidRPr="009C2243">
        <w:t xml:space="preserve"> arms. An arm has two parts: a pattern and some code. The first arm here has a pattern that is the value </w:t>
      </w:r>
      <w:r w:rsidR="009C2243" w:rsidRPr="00EF44DA">
        <w:rPr>
          <w:rStyle w:val="Literal"/>
        </w:rPr>
        <w:t>Coin::Penny</w:t>
      </w:r>
      <w:r w:rsidR="009C2243" w:rsidRPr="009C2243">
        <w:t xml:space="preserve"> and then the </w:t>
      </w:r>
      <w:r w:rsidR="009C2243" w:rsidRPr="00EF44DA">
        <w:rPr>
          <w:rStyle w:val="Literal"/>
        </w:rPr>
        <w:t>=&gt;</w:t>
      </w:r>
      <w:r w:rsidR="009C2243" w:rsidRPr="009C2243">
        <w:t xml:space="preserve"> operator that separates the pattern and the code to run</w:t>
      </w:r>
      <w:r w:rsidR="00E34072">
        <w:t xml:space="preserve"> </w:t>
      </w:r>
      <w:r w:rsidR="00E34072" w:rsidRPr="00C43DAE">
        <w:rPr>
          <w:rStyle w:val="CodeAnnotation"/>
        </w:rPr>
        <w:t>3</w:t>
      </w:r>
      <w:r w:rsidR="009C2243" w:rsidRPr="009C2243">
        <w:t xml:space="preserve">. The code in this case is </w:t>
      </w:r>
      <w:r w:rsidR="009C2243" w:rsidRPr="009C2243">
        <w:lastRenderedPageBreak/>
        <w:t xml:space="preserve">just the value </w:t>
      </w:r>
      <w:r w:rsidR="009C2243" w:rsidRPr="00EF44DA">
        <w:rPr>
          <w:rStyle w:val="Literal"/>
        </w:rPr>
        <w:t>1</w:t>
      </w:r>
      <w:r w:rsidR="009C2243" w:rsidRPr="009C2243">
        <w:rPr>
          <w:lang w:eastAsia="en-GB"/>
        </w:rPr>
        <w:t>. Each arm is separated from the next with a comma.</w:t>
      </w:r>
    </w:p>
    <w:p w14:paraId="3E3E87E4" w14:textId="65D45582" w:rsidR="009C2243" w:rsidRPr="009C2243" w:rsidRDefault="009C2243" w:rsidP="009C2243">
      <w:pPr>
        <w:pStyle w:val="Body"/>
        <w:rPr>
          <w:lang w:eastAsia="en-GB"/>
        </w:rPr>
      </w:pPr>
      <w:r w:rsidRPr="009C2243">
        <w:t xml:space="preserve">When the </w:t>
      </w:r>
      <w:r w:rsidRPr="00EF44DA">
        <w:rPr>
          <w:rStyle w:val="Literal"/>
        </w:rPr>
        <w:t>match</w:t>
      </w:r>
      <w:r w:rsidRPr="009C2243">
        <w:t xml:space="preserve"> expression executes, it compares the </w:t>
      </w:r>
      <w:r w:rsidR="00420954" w:rsidRPr="009C2243">
        <w:t>result</w:t>
      </w:r>
      <w:r w:rsidR="00420954">
        <w:t>ant</w:t>
      </w:r>
      <w:r w:rsidR="00420954" w:rsidRPr="009C2243">
        <w:t xml:space="preserve"> </w:t>
      </w:r>
      <w:r w:rsidRPr="009C2243">
        <w:t xml:space="preserve">value against the pattern of each arm, in order. If a pattern matches the value, the code associated with that pattern is executed. If that pattern doesn’t match the value, execution continues to the next arm, much as in a coin-sorting machine. We can have as many arms as we need: in Listing 6-3, our </w:t>
      </w:r>
      <w:r w:rsidRPr="00EF44DA">
        <w:rPr>
          <w:rStyle w:val="Literal"/>
        </w:rPr>
        <w:t>match</w:t>
      </w:r>
      <w:r w:rsidRPr="009C2243">
        <w:rPr>
          <w:lang w:eastAsia="en-GB"/>
        </w:rPr>
        <w:t xml:space="preserve"> has four arms.</w:t>
      </w:r>
    </w:p>
    <w:p w14:paraId="7FF014E9" w14:textId="1DE148A6" w:rsidR="009C2243" w:rsidRPr="009C2243" w:rsidRDefault="009C2243" w:rsidP="009C2243">
      <w:pPr>
        <w:pStyle w:val="Body"/>
        <w:rPr>
          <w:lang w:eastAsia="en-GB"/>
        </w:rPr>
      </w:pPr>
      <w:r w:rsidRPr="009C2243">
        <w:rPr>
          <w:lang w:eastAsia="en-GB"/>
        </w:rPr>
        <w:t xml:space="preserve">The code associated with each arm is an expression, and the </w:t>
      </w:r>
      <w:r w:rsidR="00420954" w:rsidRPr="009C2243">
        <w:rPr>
          <w:lang w:eastAsia="en-GB"/>
        </w:rPr>
        <w:t>result</w:t>
      </w:r>
      <w:r w:rsidR="00420954">
        <w:rPr>
          <w:lang w:eastAsia="en-GB"/>
        </w:rPr>
        <w:t>ant</w:t>
      </w:r>
      <w:r w:rsidR="00420954" w:rsidRPr="009C2243">
        <w:rPr>
          <w:lang w:eastAsia="en-GB"/>
        </w:rPr>
        <w:t xml:space="preserve"> </w:t>
      </w:r>
      <w:r w:rsidRPr="009C2243">
        <w:rPr>
          <w:lang w:eastAsia="en-GB"/>
        </w:rPr>
        <w:t>value of</w:t>
      </w:r>
      <w:r>
        <w:rPr>
          <w:lang w:eastAsia="en-GB"/>
        </w:rPr>
        <w:t xml:space="preserve"> </w:t>
      </w:r>
      <w:r w:rsidRPr="009C2243">
        <w:rPr>
          <w:lang w:eastAsia="en-GB"/>
        </w:rPr>
        <w:t>the expression in the matching arm is the value that gets returned for the</w:t>
      </w:r>
      <w:r>
        <w:rPr>
          <w:lang w:eastAsia="en-GB"/>
        </w:rPr>
        <w:t xml:space="preserve"> </w:t>
      </w:r>
      <w:r w:rsidRPr="009C2243">
        <w:rPr>
          <w:lang w:eastAsia="en-GB"/>
        </w:rPr>
        <w:t xml:space="preserve">entire </w:t>
      </w:r>
      <w:r w:rsidRPr="00EF44DA">
        <w:rPr>
          <w:rStyle w:val="Literal"/>
        </w:rPr>
        <w:t>match</w:t>
      </w:r>
      <w:r w:rsidRPr="009C2243">
        <w:rPr>
          <w:lang w:eastAsia="en-GB"/>
        </w:rPr>
        <w:t xml:space="preserve"> expression.</w:t>
      </w:r>
    </w:p>
    <w:p w14:paraId="385F1BBE" w14:textId="7FB13271" w:rsidR="009C2243" w:rsidRPr="009C2243" w:rsidRDefault="009C2243" w:rsidP="009C2243">
      <w:pPr>
        <w:pStyle w:val="Body"/>
        <w:rPr>
          <w:lang w:eastAsia="en-GB"/>
        </w:rPr>
      </w:pPr>
      <w:r w:rsidRPr="009C2243">
        <w:rPr>
          <w:lang w:eastAsia="en-GB"/>
        </w:rPr>
        <w:t>We don’t typically use curly brackets if the match arm code is short, as it is</w:t>
      </w:r>
      <w:r>
        <w:rPr>
          <w:lang w:eastAsia="en-GB"/>
        </w:rPr>
        <w:t xml:space="preserve"> </w:t>
      </w:r>
      <w:r w:rsidRPr="009C2243">
        <w:rPr>
          <w:lang w:eastAsia="en-GB"/>
        </w:rPr>
        <w:t>in Listing 6-3 where each arm just returns a value. If you want to run multiple</w:t>
      </w:r>
      <w:r>
        <w:rPr>
          <w:lang w:eastAsia="en-GB"/>
        </w:rPr>
        <w:t xml:space="preserve"> </w:t>
      </w:r>
      <w:r w:rsidRPr="009C2243">
        <w:rPr>
          <w:lang w:eastAsia="en-GB"/>
        </w:rPr>
        <w:t>lines of code in a match arm, you must use curly brackets, and the comma</w:t>
      </w:r>
      <w:r>
        <w:rPr>
          <w:lang w:eastAsia="en-GB"/>
        </w:rPr>
        <w:t xml:space="preserve"> </w:t>
      </w:r>
      <w:r w:rsidRPr="009C2243">
        <w:rPr>
          <w:lang w:eastAsia="en-GB"/>
        </w:rPr>
        <w:t>following the arm is then optional. For example, the following code prints</w:t>
      </w:r>
      <w:r>
        <w:rPr>
          <w:lang w:eastAsia="en-GB"/>
        </w:rPr>
        <w:t xml:space="preserve"> </w:t>
      </w:r>
      <w:r w:rsidRPr="009C2243">
        <w:rPr>
          <w:lang w:eastAsia="en-GB"/>
        </w:rPr>
        <w:t xml:space="preserve">“Lucky penny!” every time the method is called with a </w:t>
      </w:r>
      <w:r w:rsidRPr="00EF44DA">
        <w:rPr>
          <w:rStyle w:val="Literal"/>
        </w:rPr>
        <w:t>Coin::Penny</w:t>
      </w:r>
      <w:r w:rsidRPr="009C2243">
        <w:t xml:space="preserve">, but still returns the last value of the block, </w:t>
      </w:r>
      <w:r w:rsidRPr="00EF44DA">
        <w:rPr>
          <w:rStyle w:val="Literal"/>
        </w:rPr>
        <w:t>1</w:t>
      </w:r>
      <w:r w:rsidRPr="009C2243">
        <w:rPr>
          <w:lang w:eastAsia="en-GB"/>
        </w:rPr>
        <w:t>:</w:t>
      </w:r>
    </w:p>
    <w:p w14:paraId="33B80D7C"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value_in_cents(coin: Coin) -&gt; u8 {</w:t>
      </w:r>
    </w:p>
    <w:p w14:paraId="36EA1022" w14:textId="77777777" w:rsidR="009C2243" w:rsidRPr="009C2243" w:rsidRDefault="009C2243" w:rsidP="009C2243">
      <w:pPr>
        <w:pStyle w:val="Code"/>
        <w:rPr>
          <w:lang w:eastAsia="en-GB"/>
        </w:rPr>
      </w:pPr>
      <w:r w:rsidRPr="009C2243">
        <w:rPr>
          <w:lang w:eastAsia="en-GB"/>
        </w:rPr>
        <w:t xml:space="preserve">    match coin {</w:t>
      </w:r>
    </w:p>
    <w:p w14:paraId="4C79CA22" w14:textId="77777777" w:rsidR="009C2243" w:rsidRPr="009C2243" w:rsidRDefault="009C2243" w:rsidP="009C2243">
      <w:pPr>
        <w:pStyle w:val="Code"/>
        <w:rPr>
          <w:lang w:eastAsia="en-GB"/>
        </w:rPr>
      </w:pPr>
      <w:r w:rsidRPr="009C2243">
        <w:rPr>
          <w:lang w:eastAsia="en-GB"/>
        </w:rPr>
        <w:t xml:space="preserve">        Coin::Penny =&gt; {</w:t>
      </w:r>
    </w:p>
    <w:p w14:paraId="774C55C3" w14:textId="77777777" w:rsidR="009C2243" w:rsidRPr="009C2243" w:rsidRDefault="009C2243" w:rsidP="009C2243">
      <w:pPr>
        <w:pStyle w:val="Code"/>
        <w:rPr>
          <w:lang w:eastAsia="en-GB"/>
        </w:rPr>
      </w:pPr>
      <w:r w:rsidRPr="009C2243">
        <w:rPr>
          <w:lang w:eastAsia="en-GB"/>
        </w:rPr>
        <w:t xml:space="preserve">            println!("Lucky penny!");</w:t>
      </w:r>
    </w:p>
    <w:p w14:paraId="46830AC2" w14:textId="77777777" w:rsidR="009C2243" w:rsidRPr="009C2243" w:rsidRDefault="009C2243" w:rsidP="009C2243">
      <w:pPr>
        <w:pStyle w:val="Code"/>
        <w:rPr>
          <w:lang w:eastAsia="en-GB"/>
        </w:rPr>
      </w:pPr>
      <w:r w:rsidRPr="009C2243">
        <w:rPr>
          <w:lang w:eastAsia="en-GB"/>
        </w:rPr>
        <w:t xml:space="preserve">            1</w:t>
      </w:r>
    </w:p>
    <w:p w14:paraId="2C408420" w14:textId="77777777" w:rsidR="009C2243" w:rsidRPr="009C2243" w:rsidRDefault="009C2243" w:rsidP="009C2243">
      <w:pPr>
        <w:pStyle w:val="Code"/>
        <w:rPr>
          <w:lang w:eastAsia="en-GB"/>
        </w:rPr>
      </w:pPr>
      <w:r w:rsidRPr="009C2243">
        <w:rPr>
          <w:lang w:eastAsia="en-GB"/>
        </w:rPr>
        <w:t xml:space="preserve">        }</w:t>
      </w:r>
    </w:p>
    <w:p w14:paraId="42199CB0" w14:textId="77777777" w:rsidR="009C2243" w:rsidRPr="009C2243" w:rsidRDefault="009C2243" w:rsidP="009C2243">
      <w:pPr>
        <w:pStyle w:val="Code"/>
        <w:rPr>
          <w:lang w:eastAsia="en-GB"/>
        </w:rPr>
      </w:pPr>
      <w:r w:rsidRPr="009C2243">
        <w:rPr>
          <w:lang w:eastAsia="en-GB"/>
        </w:rPr>
        <w:t xml:space="preserve">        Coin::Nickel =&gt; 5,</w:t>
      </w:r>
    </w:p>
    <w:p w14:paraId="6B9CD657" w14:textId="77777777" w:rsidR="009C2243" w:rsidRPr="009C2243" w:rsidRDefault="009C2243" w:rsidP="009C2243">
      <w:pPr>
        <w:pStyle w:val="Code"/>
        <w:rPr>
          <w:lang w:eastAsia="en-GB"/>
        </w:rPr>
      </w:pPr>
      <w:r w:rsidRPr="009C2243">
        <w:rPr>
          <w:lang w:eastAsia="en-GB"/>
        </w:rPr>
        <w:t xml:space="preserve">        Coin::Dime =&gt; 10,</w:t>
      </w:r>
    </w:p>
    <w:p w14:paraId="7AD7AF9A" w14:textId="77777777" w:rsidR="009C2243" w:rsidRPr="009C2243" w:rsidRDefault="009C2243" w:rsidP="009C2243">
      <w:pPr>
        <w:pStyle w:val="Code"/>
        <w:rPr>
          <w:lang w:eastAsia="en-GB"/>
        </w:rPr>
      </w:pPr>
      <w:r w:rsidRPr="009C2243">
        <w:rPr>
          <w:lang w:eastAsia="en-GB"/>
        </w:rPr>
        <w:t xml:space="preserve">        Coin::Quarter =&gt; 25,</w:t>
      </w:r>
    </w:p>
    <w:p w14:paraId="3F78ABA5" w14:textId="77777777" w:rsidR="009C2243" w:rsidRPr="009C2243" w:rsidRDefault="009C2243" w:rsidP="009C2243">
      <w:pPr>
        <w:pStyle w:val="Code"/>
        <w:rPr>
          <w:lang w:eastAsia="en-GB"/>
        </w:rPr>
      </w:pPr>
      <w:r w:rsidRPr="009C2243">
        <w:rPr>
          <w:lang w:eastAsia="en-GB"/>
        </w:rPr>
        <w:t xml:space="preserve">    }</w:t>
      </w:r>
    </w:p>
    <w:p w14:paraId="135DA6CC" w14:textId="52D21DFC" w:rsidR="009C2243" w:rsidRPr="009C2243" w:rsidRDefault="009C2243" w:rsidP="009C2243">
      <w:pPr>
        <w:pStyle w:val="Code"/>
        <w:rPr>
          <w:lang w:eastAsia="en-GB"/>
        </w:rPr>
      </w:pPr>
      <w:r w:rsidRPr="009C2243">
        <w:rPr>
          <w:lang w:eastAsia="en-GB"/>
        </w:rPr>
        <w:t>}</w:t>
      </w:r>
      <w:r w:rsidR="00F63D69">
        <w:rPr>
          <w:lang w:eastAsia="en-GB"/>
        </w:rPr>
        <w:fldChar w:fldCharType="begin"/>
      </w:r>
      <w:r w:rsidR="00F63D69">
        <w:instrText xml:space="preserve"> XE "arms:in match expressions end</w:instrText>
      </w:r>
      <w:r w:rsidR="00F63D69" w:rsidRPr="00AC00B2">
        <w:instrText>Range</w:instrText>
      </w:r>
      <w:r w:rsidR="00F63D69">
        <w:instrText xml:space="preserve">" </w:instrText>
      </w:r>
      <w:r w:rsidR="00F63D69">
        <w:rPr>
          <w:lang w:eastAsia="en-GB"/>
        </w:rPr>
        <w:fldChar w:fldCharType="end"/>
      </w:r>
    </w:p>
    <w:bookmarkStart w:id="9" w:name="patterns-that-bind-to-values"/>
    <w:bookmarkStart w:id="10" w:name="_Toc111491337"/>
    <w:bookmarkEnd w:id="9"/>
    <w:p w14:paraId="0AD48906" w14:textId="66ACDBC6" w:rsidR="009C2243" w:rsidRPr="009C2243" w:rsidRDefault="00A93587" w:rsidP="00EF44DA">
      <w:pPr>
        <w:pStyle w:val="HeadB"/>
        <w:rPr>
          <w:lang w:eastAsia="en-GB"/>
        </w:rPr>
      </w:pPr>
      <w:r>
        <w:rPr>
          <w:lang w:eastAsia="en-GB"/>
        </w:rPr>
        <w:fldChar w:fldCharType="begin"/>
      </w:r>
      <w:r>
        <w:instrText xml:space="preserve"> XE "patterns:binding to values with </w:instrText>
      </w:r>
      <w:r w:rsidRPr="00AC00B2">
        <w:instrText>startRange</w:instrText>
      </w:r>
      <w:r>
        <w:instrText xml:space="preserve">" </w:instrText>
      </w:r>
      <w:r>
        <w:rPr>
          <w:lang w:eastAsia="en-GB"/>
        </w:rPr>
        <w:fldChar w:fldCharType="end"/>
      </w:r>
      <w:r w:rsidR="009C2243" w:rsidRPr="009C2243">
        <w:rPr>
          <w:lang w:eastAsia="en-GB"/>
        </w:rPr>
        <w:t xml:space="preserve">Patterns </w:t>
      </w:r>
      <w:r w:rsidR="00420954">
        <w:rPr>
          <w:lang w:eastAsia="en-GB"/>
        </w:rPr>
        <w:t>T</w:t>
      </w:r>
      <w:r w:rsidR="00420954" w:rsidRPr="009C2243">
        <w:rPr>
          <w:lang w:eastAsia="en-GB"/>
        </w:rPr>
        <w:t xml:space="preserve">hat </w:t>
      </w:r>
      <w:r w:rsidR="009C2243" w:rsidRPr="009C2243">
        <w:rPr>
          <w:lang w:eastAsia="en-GB"/>
        </w:rPr>
        <w:t>Bind to Values</w:t>
      </w:r>
      <w:bookmarkEnd w:id="10"/>
    </w:p>
    <w:p w14:paraId="16996567" w14:textId="514A2F9F" w:rsidR="009C2243" w:rsidRPr="009C2243" w:rsidRDefault="009C2243" w:rsidP="00EF44DA">
      <w:pPr>
        <w:pStyle w:val="Body"/>
        <w:rPr>
          <w:lang w:eastAsia="en-GB"/>
        </w:rPr>
      </w:pPr>
      <w:r w:rsidRPr="009C2243">
        <w:rPr>
          <w:lang w:eastAsia="en-GB"/>
        </w:rPr>
        <w:t>Another useful feature of match arms is that they can bind to the parts of the</w:t>
      </w:r>
      <w:r>
        <w:rPr>
          <w:lang w:eastAsia="en-GB"/>
        </w:rPr>
        <w:t xml:space="preserve"> </w:t>
      </w:r>
      <w:r w:rsidRPr="009C2243">
        <w:rPr>
          <w:lang w:eastAsia="en-GB"/>
        </w:rPr>
        <w:t>values that match the pattern. This is how we can extract values out of enum</w:t>
      </w:r>
      <w:r>
        <w:rPr>
          <w:lang w:eastAsia="en-GB"/>
        </w:rPr>
        <w:t xml:space="preserve"> </w:t>
      </w:r>
      <w:r w:rsidRPr="009C2243">
        <w:rPr>
          <w:lang w:eastAsia="en-GB"/>
        </w:rPr>
        <w:t>variants.</w:t>
      </w:r>
    </w:p>
    <w:p w14:paraId="15D3D911" w14:textId="71B12627" w:rsidR="009C2243" w:rsidRPr="009C2243" w:rsidRDefault="009C2243" w:rsidP="009C2243">
      <w:pPr>
        <w:pStyle w:val="Body"/>
        <w:rPr>
          <w:lang w:eastAsia="en-GB"/>
        </w:rPr>
      </w:pPr>
      <w:r w:rsidRPr="009C2243">
        <w:t xml:space="preserve">As an example, let’s change one of our enum variants to hold data inside it. From 1999 through 2008, the United States minted quarters with different designs for each of the 50 states on one side. No other coins got state designs, so only quarters have this extra value. We can add this information to our </w:t>
      </w:r>
      <w:r w:rsidRPr="00EF44DA">
        <w:rPr>
          <w:rStyle w:val="Literal"/>
        </w:rPr>
        <w:t>enum</w:t>
      </w:r>
      <w:r w:rsidRPr="009C2243">
        <w:t xml:space="preserve"> by changing the </w:t>
      </w:r>
      <w:r w:rsidRPr="00EF44DA">
        <w:rPr>
          <w:rStyle w:val="Literal"/>
        </w:rPr>
        <w:t>Quarter</w:t>
      </w:r>
      <w:r w:rsidRPr="009C2243">
        <w:t xml:space="preserve"> variant to include a </w:t>
      </w:r>
      <w:r w:rsidRPr="00EF44DA">
        <w:rPr>
          <w:rStyle w:val="Literal"/>
        </w:rPr>
        <w:t>UsState</w:t>
      </w:r>
      <w:r w:rsidRPr="009C2243">
        <w:rPr>
          <w:lang w:eastAsia="en-GB"/>
        </w:rPr>
        <w:t xml:space="preserve"> value stored</w:t>
      </w:r>
      <w:r>
        <w:rPr>
          <w:lang w:eastAsia="en-GB"/>
        </w:rPr>
        <w:t xml:space="preserve"> </w:t>
      </w:r>
      <w:r w:rsidRPr="009C2243">
        <w:rPr>
          <w:lang w:eastAsia="en-GB"/>
        </w:rPr>
        <w:t>inside it, which we’ve done in Listing 6-4.</w:t>
      </w:r>
    </w:p>
    <w:p w14:paraId="7B3B20F0" w14:textId="77777777" w:rsidR="009C2243" w:rsidRPr="009C2243" w:rsidRDefault="009C2243" w:rsidP="009C2243">
      <w:pPr>
        <w:pStyle w:val="Code"/>
        <w:rPr>
          <w:lang w:eastAsia="en-GB"/>
        </w:rPr>
      </w:pPr>
      <w:r w:rsidRPr="009C2243">
        <w:rPr>
          <w:lang w:eastAsia="en-GB"/>
        </w:rPr>
        <w:t>#[derive(Debug)] // so we can inspect the state in a minute</w:t>
      </w:r>
    </w:p>
    <w:p w14:paraId="266B8722" w14:textId="77777777" w:rsidR="009C2243" w:rsidRPr="009C2243" w:rsidRDefault="009C2243" w:rsidP="009C2243">
      <w:pPr>
        <w:pStyle w:val="Code"/>
        <w:rPr>
          <w:lang w:eastAsia="en-GB"/>
        </w:rPr>
      </w:pPr>
      <w:r w:rsidRPr="009C2243">
        <w:rPr>
          <w:lang w:eastAsia="en-GB"/>
        </w:rPr>
        <w:t>enum UsState {</w:t>
      </w:r>
    </w:p>
    <w:p w14:paraId="062BE538" w14:textId="77777777" w:rsidR="009C2243" w:rsidRPr="009C2243" w:rsidRDefault="009C2243" w:rsidP="009C2243">
      <w:pPr>
        <w:pStyle w:val="Code"/>
        <w:rPr>
          <w:lang w:eastAsia="en-GB"/>
        </w:rPr>
      </w:pPr>
      <w:r w:rsidRPr="009C2243">
        <w:rPr>
          <w:lang w:eastAsia="en-GB"/>
        </w:rPr>
        <w:t xml:space="preserve">    Alabama,</w:t>
      </w:r>
    </w:p>
    <w:p w14:paraId="5D053BDB" w14:textId="77777777" w:rsidR="009C2243" w:rsidRPr="009C2243" w:rsidRDefault="009C2243" w:rsidP="009C2243">
      <w:pPr>
        <w:pStyle w:val="Code"/>
        <w:rPr>
          <w:lang w:eastAsia="en-GB"/>
        </w:rPr>
      </w:pPr>
      <w:r w:rsidRPr="009C2243">
        <w:rPr>
          <w:lang w:eastAsia="en-GB"/>
        </w:rPr>
        <w:t xml:space="preserve">    Alaska,</w:t>
      </w:r>
    </w:p>
    <w:p w14:paraId="2CD62856" w14:textId="654C7A97" w:rsidR="009C2243" w:rsidRPr="00EF44DA" w:rsidRDefault="009C2243" w:rsidP="009C2243">
      <w:pPr>
        <w:pStyle w:val="Code"/>
        <w:rPr>
          <w:rStyle w:val="LiteralItalic"/>
        </w:rPr>
      </w:pPr>
      <w:r w:rsidRPr="009C2243">
        <w:rPr>
          <w:lang w:eastAsia="en-GB"/>
        </w:rPr>
        <w:t xml:space="preserve">    </w:t>
      </w:r>
      <w:r w:rsidRPr="00EF44DA">
        <w:rPr>
          <w:rStyle w:val="LiteralItalic"/>
        </w:rPr>
        <w:t>--snip--</w:t>
      </w:r>
    </w:p>
    <w:p w14:paraId="2ED634AC" w14:textId="77777777" w:rsidR="009C2243" w:rsidRPr="009C2243" w:rsidRDefault="009C2243" w:rsidP="009C2243">
      <w:pPr>
        <w:pStyle w:val="Code"/>
        <w:rPr>
          <w:lang w:eastAsia="en-GB"/>
        </w:rPr>
      </w:pPr>
      <w:r w:rsidRPr="009C2243">
        <w:rPr>
          <w:lang w:eastAsia="en-GB"/>
        </w:rPr>
        <w:t>}</w:t>
      </w:r>
    </w:p>
    <w:p w14:paraId="6AAF849F" w14:textId="77777777" w:rsidR="009C2243" w:rsidRPr="009C2243" w:rsidRDefault="009C2243" w:rsidP="009C2243">
      <w:pPr>
        <w:pStyle w:val="Code"/>
        <w:rPr>
          <w:lang w:eastAsia="en-GB"/>
        </w:rPr>
      </w:pPr>
    </w:p>
    <w:p w14:paraId="6A7FB54E" w14:textId="77777777" w:rsidR="009C2243" w:rsidRPr="009C2243" w:rsidRDefault="009C2243" w:rsidP="009C2243">
      <w:pPr>
        <w:pStyle w:val="Code"/>
        <w:rPr>
          <w:lang w:eastAsia="en-GB"/>
        </w:rPr>
      </w:pPr>
      <w:r w:rsidRPr="009C2243">
        <w:rPr>
          <w:lang w:eastAsia="en-GB"/>
        </w:rPr>
        <w:t>enum Coin {</w:t>
      </w:r>
    </w:p>
    <w:p w14:paraId="405B609B" w14:textId="77777777" w:rsidR="009C2243" w:rsidRPr="009C2243" w:rsidRDefault="009C2243" w:rsidP="009C2243">
      <w:pPr>
        <w:pStyle w:val="Code"/>
        <w:rPr>
          <w:lang w:eastAsia="en-GB"/>
        </w:rPr>
      </w:pPr>
      <w:r w:rsidRPr="009C2243">
        <w:rPr>
          <w:lang w:eastAsia="en-GB"/>
        </w:rPr>
        <w:t xml:space="preserve">    Penny,</w:t>
      </w:r>
    </w:p>
    <w:p w14:paraId="0C95EA09" w14:textId="77777777" w:rsidR="009C2243" w:rsidRPr="009C2243" w:rsidRDefault="009C2243" w:rsidP="009C2243">
      <w:pPr>
        <w:pStyle w:val="Code"/>
        <w:rPr>
          <w:lang w:eastAsia="en-GB"/>
        </w:rPr>
      </w:pPr>
      <w:r w:rsidRPr="009C2243">
        <w:rPr>
          <w:lang w:eastAsia="en-GB"/>
        </w:rPr>
        <w:lastRenderedPageBreak/>
        <w:t xml:space="preserve">    Nickel,</w:t>
      </w:r>
    </w:p>
    <w:p w14:paraId="6E4018EF" w14:textId="77777777" w:rsidR="009C2243" w:rsidRPr="009C2243" w:rsidRDefault="009C2243" w:rsidP="009C2243">
      <w:pPr>
        <w:pStyle w:val="Code"/>
        <w:rPr>
          <w:lang w:eastAsia="en-GB"/>
        </w:rPr>
      </w:pPr>
      <w:r w:rsidRPr="009C2243">
        <w:rPr>
          <w:lang w:eastAsia="en-GB"/>
        </w:rPr>
        <w:t xml:space="preserve">    Dime,</w:t>
      </w:r>
    </w:p>
    <w:p w14:paraId="2C097579" w14:textId="77777777" w:rsidR="009C2243" w:rsidRPr="009C2243" w:rsidRDefault="009C2243" w:rsidP="009C2243">
      <w:pPr>
        <w:pStyle w:val="Code"/>
        <w:rPr>
          <w:lang w:eastAsia="en-GB"/>
        </w:rPr>
      </w:pPr>
      <w:r w:rsidRPr="009C2243">
        <w:rPr>
          <w:lang w:eastAsia="en-GB"/>
        </w:rPr>
        <w:t xml:space="preserve">    Quarter(UsState),</w:t>
      </w:r>
    </w:p>
    <w:p w14:paraId="01EC651F" w14:textId="77777777" w:rsidR="009C2243" w:rsidRPr="009C2243" w:rsidRDefault="009C2243" w:rsidP="009C2243">
      <w:pPr>
        <w:pStyle w:val="Code"/>
        <w:rPr>
          <w:lang w:eastAsia="en-GB"/>
        </w:rPr>
      </w:pPr>
      <w:r w:rsidRPr="009C2243">
        <w:rPr>
          <w:lang w:eastAsia="en-GB"/>
        </w:rPr>
        <w:t>}</w:t>
      </w:r>
    </w:p>
    <w:p w14:paraId="64F018A5" w14:textId="289DA556" w:rsidR="009C2243" w:rsidRPr="009C2243" w:rsidRDefault="009C2243" w:rsidP="0025584D">
      <w:pPr>
        <w:pStyle w:val="CodeListingCaption"/>
        <w:rPr>
          <w:lang w:eastAsia="en-GB"/>
        </w:rPr>
      </w:pPr>
      <w:r w:rsidRPr="009C2243">
        <w:t xml:space="preserve">A </w:t>
      </w:r>
      <w:r w:rsidRPr="00EF44DA">
        <w:rPr>
          <w:rStyle w:val="Literal"/>
        </w:rPr>
        <w:t>Coin</w:t>
      </w:r>
      <w:r w:rsidRPr="009C2243">
        <w:t xml:space="preserve"> enum in which the </w:t>
      </w:r>
      <w:r w:rsidRPr="00EF44DA">
        <w:rPr>
          <w:rStyle w:val="Literal"/>
        </w:rPr>
        <w:t>Quarter</w:t>
      </w:r>
      <w:r w:rsidRPr="009C2243">
        <w:t xml:space="preserve"> variant also holds a </w:t>
      </w:r>
      <w:r w:rsidRPr="00EF44DA">
        <w:rPr>
          <w:rStyle w:val="Literal"/>
        </w:rPr>
        <w:t>UsState</w:t>
      </w:r>
      <w:r w:rsidRPr="009C2243">
        <w:rPr>
          <w:lang w:eastAsia="en-GB"/>
        </w:rPr>
        <w:t xml:space="preserve"> value</w:t>
      </w:r>
    </w:p>
    <w:p w14:paraId="69EE6F99" w14:textId="61B9AD48" w:rsidR="009C2243" w:rsidRPr="009C2243" w:rsidRDefault="009C2243" w:rsidP="00EF44DA">
      <w:pPr>
        <w:pStyle w:val="Body"/>
        <w:rPr>
          <w:lang w:eastAsia="en-GB"/>
        </w:rPr>
      </w:pPr>
      <w:r w:rsidRPr="009C2243">
        <w:rPr>
          <w:lang w:eastAsia="en-GB"/>
        </w:rPr>
        <w:t>Let’s imagine that a friend is trying to collect all 50 state quarters. While</w:t>
      </w:r>
      <w:r>
        <w:rPr>
          <w:lang w:eastAsia="en-GB"/>
        </w:rPr>
        <w:t xml:space="preserve"> </w:t>
      </w:r>
      <w:r w:rsidRPr="009C2243">
        <w:rPr>
          <w:lang w:eastAsia="en-GB"/>
        </w:rPr>
        <w:t>we sort our loose change by coin type, we’ll also call out the name of the</w:t>
      </w:r>
      <w:r>
        <w:rPr>
          <w:lang w:eastAsia="en-GB"/>
        </w:rPr>
        <w:t xml:space="preserve"> </w:t>
      </w:r>
      <w:r w:rsidRPr="009C2243">
        <w:rPr>
          <w:lang w:eastAsia="en-GB"/>
        </w:rPr>
        <w:t>state associated with each quarter so</w:t>
      </w:r>
      <w:r w:rsidR="00A95037">
        <w:rPr>
          <w:lang w:eastAsia="en-GB"/>
        </w:rPr>
        <w:t xml:space="preserve"> that</w:t>
      </w:r>
      <w:r w:rsidRPr="009C2243">
        <w:rPr>
          <w:lang w:eastAsia="en-GB"/>
        </w:rPr>
        <w:t xml:space="preserve"> if it’s one our friend doesn’t have, they</w:t>
      </w:r>
      <w:r>
        <w:rPr>
          <w:lang w:eastAsia="en-GB"/>
        </w:rPr>
        <w:t xml:space="preserve"> </w:t>
      </w:r>
      <w:r w:rsidRPr="009C2243">
        <w:rPr>
          <w:lang w:eastAsia="en-GB"/>
        </w:rPr>
        <w:t>can add it to their collection.</w:t>
      </w:r>
    </w:p>
    <w:p w14:paraId="7B3C2283" w14:textId="119AE86F" w:rsidR="009C2243" w:rsidRPr="009C2243" w:rsidRDefault="009C2243" w:rsidP="009C2243">
      <w:pPr>
        <w:pStyle w:val="Body"/>
        <w:rPr>
          <w:lang w:eastAsia="en-GB"/>
        </w:rPr>
      </w:pPr>
      <w:r w:rsidRPr="009C2243">
        <w:t xml:space="preserve">In the match expression for this code, we add a variable called </w:t>
      </w:r>
      <w:r w:rsidRPr="00EF44DA">
        <w:rPr>
          <w:rStyle w:val="Literal"/>
        </w:rPr>
        <w:t>state</w:t>
      </w:r>
      <w:r w:rsidRPr="009C2243">
        <w:t xml:space="preserve"> to the pattern that matches values of the variant </w:t>
      </w:r>
      <w:r w:rsidRPr="00EF44DA">
        <w:rPr>
          <w:rStyle w:val="Literal"/>
        </w:rPr>
        <w:t>Coin::Quarter</w:t>
      </w:r>
      <w:r w:rsidRPr="009C2243">
        <w:t xml:space="preserve">. When a </w:t>
      </w:r>
      <w:r w:rsidRPr="00EF44DA">
        <w:rPr>
          <w:rStyle w:val="Literal"/>
        </w:rPr>
        <w:t>Coin::Quarter</w:t>
      </w:r>
      <w:r w:rsidRPr="009C2243">
        <w:t xml:space="preserve"> matches, the </w:t>
      </w:r>
      <w:r w:rsidRPr="00EF44DA">
        <w:rPr>
          <w:rStyle w:val="Literal"/>
        </w:rPr>
        <w:t>state</w:t>
      </w:r>
      <w:r w:rsidRPr="009C2243">
        <w:t xml:space="preserve"> variable will bind to the value of that quarter’s state. Then we can use </w:t>
      </w:r>
      <w:r w:rsidRPr="00EF44DA">
        <w:rPr>
          <w:rStyle w:val="Literal"/>
        </w:rPr>
        <w:t>state</w:t>
      </w:r>
      <w:r w:rsidRPr="009C2243">
        <w:rPr>
          <w:lang w:eastAsia="en-GB"/>
        </w:rPr>
        <w:t xml:space="preserve"> in the code for that arm, like so:</w:t>
      </w:r>
    </w:p>
    <w:p w14:paraId="4D04E4F0"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value_in_cents(coin: Coin) -&gt; u8 {</w:t>
      </w:r>
    </w:p>
    <w:p w14:paraId="4FCFB403" w14:textId="77777777" w:rsidR="009C2243" w:rsidRPr="009C2243" w:rsidRDefault="009C2243" w:rsidP="009C2243">
      <w:pPr>
        <w:pStyle w:val="Code"/>
        <w:rPr>
          <w:lang w:eastAsia="en-GB"/>
        </w:rPr>
      </w:pPr>
      <w:r w:rsidRPr="009C2243">
        <w:rPr>
          <w:lang w:eastAsia="en-GB"/>
        </w:rPr>
        <w:t xml:space="preserve">    match coin {</w:t>
      </w:r>
    </w:p>
    <w:p w14:paraId="6E39B559" w14:textId="77777777" w:rsidR="009C2243" w:rsidRPr="009C2243" w:rsidRDefault="009C2243" w:rsidP="009C2243">
      <w:pPr>
        <w:pStyle w:val="Code"/>
        <w:rPr>
          <w:lang w:eastAsia="en-GB"/>
        </w:rPr>
      </w:pPr>
      <w:r w:rsidRPr="009C2243">
        <w:rPr>
          <w:lang w:eastAsia="en-GB"/>
        </w:rPr>
        <w:t xml:space="preserve">        Coin::Penny =&gt; 1,</w:t>
      </w:r>
    </w:p>
    <w:p w14:paraId="36EF0481" w14:textId="77777777" w:rsidR="009C2243" w:rsidRPr="009C2243" w:rsidRDefault="009C2243" w:rsidP="009C2243">
      <w:pPr>
        <w:pStyle w:val="Code"/>
        <w:rPr>
          <w:lang w:eastAsia="en-GB"/>
        </w:rPr>
      </w:pPr>
      <w:r w:rsidRPr="009C2243">
        <w:rPr>
          <w:lang w:eastAsia="en-GB"/>
        </w:rPr>
        <w:t xml:space="preserve">        Coin::Nickel =&gt; 5,</w:t>
      </w:r>
    </w:p>
    <w:p w14:paraId="0A8C955E" w14:textId="77777777" w:rsidR="009C2243" w:rsidRPr="009C2243" w:rsidRDefault="009C2243" w:rsidP="009C2243">
      <w:pPr>
        <w:pStyle w:val="Code"/>
        <w:rPr>
          <w:lang w:eastAsia="en-GB"/>
        </w:rPr>
      </w:pPr>
      <w:r w:rsidRPr="009C2243">
        <w:rPr>
          <w:lang w:eastAsia="en-GB"/>
        </w:rPr>
        <w:t xml:space="preserve">        Coin::Dime =&gt; 10,</w:t>
      </w:r>
    </w:p>
    <w:p w14:paraId="4E4AFC15" w14:textId="77777777" w:rsidR="009C2243" w:rsidRPr="009C2243" w:rsidRDefault="009C2243" w:rsidP="009C2243">
      <w:pPr>
        <w:pStyle w:val="Code"/>
        <w:rPr>
          <w:lang w:eastAsia="en-GB"/>
        </w:rPr>
      </w:pPr>
      <w:r w:rsidRPr="009C2243">
        <w:rPr>
          <w:lang w:eastAsia="en-GB"/>
        </w:rPr>
        <w:t xml:space="preserve">        Coin::Quarter(state) =&gt; {</w:t>
      </w:r>
    </w:p>
    <w:p w14:paraId="2DB58FAA" w14:textId="77777777" w:rsidR="009C2243" w:rsidRPr="009C2243" w:rsidRDefault="009C2243" w:rsidP="009C2243">
      <w:pPr>
        <w:pStyle w:val="Code"/>
        <w:rPr>
          <w:lang w:eastAsia="en-GB"/>
        </w:rPr>
      </w:pPr>
      <w:r w:rsidRPr="009C2243">
        <w:rPr>
          <w:lang w:eastAsia="en-GB"/>
        </w:rPr>
        <w:t xml:space="preserve">            println!("State quarter from {:?}!", state);</w:t>
      </w:r>
    </w:p>
    <w:p w14:paraId="29554506" w14:textId="77777777" w:rsidR="009C2243" w:rsidRPr="009C2243" w:rsidRDefault="009C2243" w:rsidP="009C2243">
      <w:pPr>
        <w:pStyle w:val="Code"/>
        <w:rPr>
          <w:lang w:eastAsia="en-GB"/>
        </w:rPr>
      </w:pPr>
      <w:r w:rsidRPr="009C2243">
        <w:rPr>
          <w:lang w:eastAsia="en-GB"/>
        </w:rPr>
        <w:t xml:space="preserve">            25</w:t>
      </w:r>
    </w:p>
    <w:p w14:paraId="4745CFF8" w14:textId="77777777" w:rsidR="009C2243" w:rsidRPr="009C2243" w:rsidRDefault="009C2243" w:rsidP="009C2243">
      <w:pPr>
        <w:pStyle w:val="Code"/>
        <w:rPr>
          <w:lang w:eastAsia="en-GB"/>
        </w:rPr>
      </w:pPr>
      <w:r w:rsidRPr="009C2243">
        <w:rPr>
          <w:lang w:eastAsia="en-GB"/>
        </w:rPr>
        <w:t xml:space="preserve">        }</w:t>
      </w:r>
    </w:p>
    <w:p w14:paraId="5C48404C" w14:textId="77777777" w:rsidR="009C2243" w:rsidRPr="009C2243" w:rsidRDefault="009C2243" w:rsidP="009C2243">
      <w:pPr>
        <w:pStyle w:val="Code"/>
        <w:rPr>
          <w:lang w:eastAsia="en-GB"/>
        </w:rPr>
      </w:pPr>
      <w:r w:rsidRPr="009C2243">
        <w:rPr>
          <w:lang w:eastAsia="en-GB"/>
        </w:rPr>
        <w:t xml:space="preserve">    }</w:t>
      </w:r>
    </w:p>
    <w:p w14:paraId="5AD79054" w14:textId="77777777" w:rsidR="009C2243" w:rsidRPr="009C2243" w:rsidRDefault="009C2243" w:rsidP="009C2243">
      <w:pPr>
        <w:pStyle w:val="Code"/>
        <w:rPr>
          <w:lang w:eastAsia="en-GB"/>
        </w:rPr>
      </w:pPr>
      <w:r w:rsidRPr="009C2243">
        <w:rPr>
          <w:lang w:eastAsia="en-GB"/>
        </w:rPr>
        <w:t>}</w:t>
      </w:r>
    </w:p>
    <w:p w14:paraId="1AC8D5DD" w14:textId="1397A25B" w:rsidR="009C2243" w:rsidRPr="009C2243" w:rsidRDefault="009C2243" w:rsidP="009C2243">
      <w:pPr>
        <w:pStyle w:val="Body"/>
        <w:rPr>
          <w:lang w:eastAsia="en-GB"/>
        </w:rPr>
      </w:pPr>
      <w:r w:rsidRPr="009C2243">
        <w:t xml:space="preserve">If we were to call </w:t>
      </w:r>
      <w:r w:rsidRPr="00EF44DA">
        <w:rPr>
          <w:rStyle w:val="Literal"/>
        </w:rPr>
        <w:t>value_in_cents(Coin::Quarter(UsState::Alaska))</w:t>
      </w:r>
      <w:r w:rsidRPr="009C2243">
        <w:t xml:space="preserve">, </w:t>
      </w:r>
      <w:r w:rsidRPr="00EF44DA">
        <w:rPr>
          <w:rStyle w:val="Literal"/>
        </w:rPr>
        <w:t>coin</w:t>
      </w:r>
      <w:r w:rsidRPr="009C2243">
        <w:t xml:space="preserve"> would be </w:t>
      </w:r>
      <w:r w:rsidRPr="00EF44DA">
        <w:rPr>
          <w:rStyle w:val="Literal"/>
        </w:rPr>
        <w:t>Coin::Quarter(UsState::Alaska)</w:t>
      </w:r>
      <w:r w:rsidRPr="009C2243">
        <w:t xml:space="preserve">. When we compare that value with each of the match arms, none of them match until we reach </w:t>
      </w:r>
      <w:r w:rsidRPr="00EF44DA">
        <w:rPr>
          <w:rStyle w:val="Literal"/>
        </w:rPr>
        <w:t>Coin::Quarter(state)</w:t>
      </w:r>
      <w:r w:rsidRPr="009C2243">
        <w:t xml:space="preserve">. At that point, the binding for </w:t>
      </w:r>
      <w:r w:rsidRPr="00EF44DA">
        <w:rPr>
          <w:rStyle w:val="Literal"/>
        </w:rPr>
        <w:t>state</w:t>
      </w:r>
      <w:r w:rsidRPr="009C2243">
        <w:t xml:space="preserve"> will be the value </w:t>
      </w:r>
      <w:r w:rsidRPr="00EF44DA">
        <w:rPr>
          <w:rStyle w:val="Literal"/>
        </w:rPr>
        <w:t>UsState::Alaska</w:t>
      </w:r>
      <w:r w:rsidRPr="009C2243">
        <w:t xml:space="preserve">. We can then use that binding in the </w:t>
      </w:r>
      <w:r w:rsidRPr="00EF44DA">
        <w:rPr>
          <w:rStyle w:val="Literal"/>
        </w:rPr>
        <w:t>println!</w:t>
      </w:r>
      <w:r w:rsidRPr="009C2243">
        <w:t xml:space="preserve"> expression, thus getting the inner state value out of the </w:t>
      </w:r>
      <w:r w:rsidRPr="00EF44DA">
        <w:rPr>
          <w:rStyle w:val="Literal"/>
        </w:rPr>
        <w:t>Coin</w:t>
      </w:r>
      <w:r w:rsidRPr="009C2243">
        <w:t xml:space="preserve"> enum variant for </w:t>
      </w:r>
      <w:r w:rsidRPr="00EF44DA">
        <w:rPr>
          <w:rStyle w:val="Literal"/>
        </w:rPr>
        <w:t>Quarter</w:t>
      </w:r>
      <w:r w:rsidRPr="009C2243">
        <w:rPr>
          <w:lang w:eastAsia="en-GB"/>
        </w:rPr>
        <w:t>.</w:t>
      </w:r>
      <w:r w:rsidR="00810A84">
        <w:rPr>
          <w:lang w:eastAsia="en-GB"/>
        </w:rPr>
        <w:fldChar w:fldCharType="begin"/>
      </w:r>
      <w:r w:rsidR="00810A84">
        <w:instrText xml:space="preserve"> XE "patterns:binding to values with end</w:instrText>
      </w:r>
      <w:r w:rsidR="00810A84" w:rsidRPr="00AC00B2">
        <w:instrText>Range</w:instrText>
      </w:r>
      <w:r w:rsidR="00810A84">
        <w:instrText xml:space="preserve">" </w:instrText>
      </w:r>
      <w:r w:rsidR="00810A84">
        <w:rPr>
          <w:lang w:eastAsia="en-GB"/>
        </w:rPr>
        <w:fldChar w:fldCharType="end"/>
      </w:r>
    </w:p>
    <w:bookmarkStart w:id="11" w:name="matching-with-`option`"/>
    <w:bookmarkStart w:id="12" w:name="_Toc111491338"/>
    <w:bookmarkEnd w:id="11"/>
    <w:p w14:paraId="25C12F9E" w14:textId="5D38B8EF" w:rsidR="009C2243" w:rsidRPr="009C2243" w:rsidRDefault="00F64142" w:rsidP="006466BF">
      <w:pPr>
        <w:pStyle w:val="HeadB"/>
        <w:rPr>
          <w:lang w:eastAsia="en-GB"/>
        </w:rPr>
      </w:pPr>
      <w:r>
        <w:rPr>
          <w:lang w:eastAsia="en-GB"/>
        </w:rPr>
        <w:fldChar w:fldCharType="begin"/>
      </w:r>
      <w:r>
        <w:instrText xml:space="preserve"> XE "Option&lt;T&gt; enum </w:instrText>
      </w:r>
      <w:r w:rsidRPr="00AC00B2">
        <w:instrText>startRange</w:instrText>
      </w:r>
      <w:r>
        <w:instrText xml:space="preserve">" </w:instrText>
      </w:r>
      <w:r>
        <w:rPr>
          <w:lang w:eastAsia="en-GB"/>
        </w:rPr>
        <w:fldChar w:fldCharType="end"/>
      </w:r>
      <w:r w:rsidR="009C2243" w:rsidRPr="00EF44DA">
        <w:t>Matching with Option&lt;T&gt;</w:t>
      </w:r>
      <w:bookmarkEnd w:id="12"/>
    </w:p>
    <w:p w14:paraId="7F4C79F1" w14:textId="71EB4516" w:rsidR="009C2243" w:rsidRPr="009C2243" w:rsidRDefault="009C2243" w:rsidP="009C2243">
      <w:pPr>
        <w:pStyle w:val="Body"/>
        <w:rPr>
          <w:lang w:eastAsia="en-GB"/>
        </w:rPr>
      </w:pPr>
      <w:r w:rsidRPr="009C2243">
        <w:t xml:space="preserve">In the previous section, we wanted to get the inner </w:t>
      </w:r>
      <w:r w:rsidRPr="00EF44DA">
        <w:rPr>
          <w:rStyle w:val="Literal"/>
        </w:rPr>
        <w:t>T</w:t>
      </w:r>
      <w:r w:rsidRPr="009C2243">
        <w:t xml:space="preserve"> value out of the </w:t>
      </w:r>
      <w:r w:rsidRPr="00EF44DA">
        <w:rPr>
          <w:rStyle w:val="Literal"/>
        </w:rPr>
        <w:t>Some</w:t>
      </w:r>
      <w:r w:rsidRPr="009C2243">
        <w:t xml:space="preserve"> case when using </w:t>
      </w:r>
      <w:r w:rsidRPr="00EF44DA">
        <w:rPr>
          <w:rStyle w:val="Literal"/>
        </w:rPr>
        <w:t>Option&lt;T&gt;</w:t>
      </w:r>
      <w:r w:rsidRPr="009C2243">
        <w:t xml:space="preserve">; we can also handle </w:t>
      </w:r>
      <w:r w:rsidRPr="00EF44DA">
        <w:rPr>
          <w:rStyle w:val="Literal"/>
        </w:rPr>
        <w:t>Option&lt;T&gt;</w:t>
      </w:r>
      <w:r w:rsidRPr="009C2243">
        <w:t xml:space="preserve"> using </w:t>
      </w:r>
      <w:r w:rsidRPr="00EF44DA">
        <w:rPr>
          <w:rStyle w:val="Literal"/>
        </w:rPr>
        <w:t>match</w:t>
      </w:r>
      <w:r w:rsidR="007C7D43">
        <w:t xml:space="preserve">, </w:t>
      </w:r>
      <w:r w:rsidRPr="009C2243">
        <w:t xml:space="preserve">as we did with the </w:t>
      </w:r>
      <w:r w:rsidRPr="00EF44DA">
        <w:rPr>
          <w:rStyle w:val="Literal"/>
        </w:rPr>
        <w:t>Coin</w:t>
      </w:r>
      <w:r w:rsidRPr="009C2243">
        <w:t xml:space="preserve"> enum! Instead of comparing coins, we’ll compare the variants of </w:t>
      </w:r>
      <w:r w:rsidRPr="00EF44DA">
        <w:rPr>
          <w:rStyle w:val="Literal"/>
        </w:rPr>
        <w:t>Option&lt;T&gt;</w:t>
      </w:r>
      <w:r w:rsidRPr="009C2243">
        <w:t xml:space="preserve">, but the way the </w:t>
      </w:r>
      <w:r w:rsidRPr="00EF44DA">
        <w:rPr>
          <w:rStyle w:val="Literal"/>
        </w:rPr>
        <w:t>match</w:t>
      </w:r>
      <w:r w:rsidRPr="009C2243">
        <w:rPr>
          <w:lang w:eastAsia="en-GB"/>
        </w:rPr>
        <w:t xml:space="preserve"> expression works remains</w:t>
      </w:r>
      <w:r>
        <w:rPr>
          <w:lang w:eastAsia="en-GB"/>
        </w:rPr>
        <w:t xml:space="preserve"> </w:t>
      </w:r>
      <w:r w:rsidRPr="009C2243">
        <w:rPr>
          <w:lang w:eastAsia="en-GB"/>
        </w:rPr>
        <w:t>the same.</w:t>
      </w:r>
    </w:p>
    <w:p w14:paraId="33EEFF93" w14:textId="035541C5" w:rsidR="009C2243" w:rsidRPr="009C2243" w:rsidRDefault="009C2243" w:rsidP="009C2243">
      <w:pPr>
        <w:pStyle w:val="Body"/>
        <w:rPr>
          <w:lang w:eastAsia="en-GB"/>
        </w:rPr>
      </w:pPr>
      <w:r w:rsidRPr="009C2243">
        <w:rPr>
          <w:lang w:eastAsia="en-GB"/>
        </w:rPr>
        <w:t xml:space="preserve">Let’s say we want to write a function that takes an </w:t>
      </w:r>
      <w:r w:rsidRPr="00EF44DA">
        <w:rPr>
          <w:rStyle w:val="Literal"/>
        </w:rPr>
        <w:t>Option&lt;i32&gt;</w:t>
      </w:r>
      <w:r w:rsidRPr="009C2243">
        <w:t xml:space="preserve"> and, if there’s a value inside, adds 1 to that value. If there isn’t a value inside, the function should return the </w:t>
      </w:r>
      <w:r w:rsidRPr="00EF44DA">
        <w:rPr>
          <w:rStyle w:val="Literal"/>
        </w:rPr>
        <w:t>None</w:t>
      </w:r>
      <w:r w:rsidRPr="009C2243">
        <w:rPr>
          <w:lang w:eastAsia="en-GB"/>
        </w:rPr>
        <w:t xml:space="preserve"> value and not attempt to perform any</w:t>
      </w:r>
      <w:r>
        <w:rPr>
          <w:lang w:eastAsia="en-GB"/>
        </w:rPr>
        <w:t xml:space="preserve"> </w:t>
      </w:r>
      <w:r w:rsidRPr="009C2243">
        <w:rPr>
          <w:lang w:eastAsia="en-GB"/>
        </w:rPr>
        <w:t>operations.</w:t>
      </w:r>
    </w:p>
    <w:p w14:paraId="72CF68F7" w14:textId="4B525AF9" w:rsidR="009C2243" w:rsidRPr="009C2243" w:rsidRDefault="009C2243" w:rsidP="009C2243">
      <w:pPr>
        <w:pStyle w:val="Body"/>
        <w:rPr>
          <w:lang w:eastAsia="en-GB"/>
        </w:rPr>
      </w:pPr>
      <w:r w:rsidRPr="009C2243">
        <w:rPr>
          <w:lang w:eastAsia="en-GB"/>
        </w:rPr>
        <w:t xml:space="preserve">This function is very easy to write, thanks to </w:t>
      </w:r>
      <w:r w:rsidRPr="00EF44DA">
        <w:rPr>
          <w:rStyle w:val="Literal"/>
        </w:rPr>
        <w:t>match</w:t>
      </w:r>
      <w:r w:rsidRPr="009C2243">
        <w:rPr>
          <w:lang w:eastAsia="en-GB"/>
        </w:rPr>
        <w:t>, and will look like</w:t>
      </w:r>
      <w:r>
        <w:rPr>
          <w:lang w:eastAsia="en-GB"/>
        </w:rPr>
        <w:t xml:space="preserve"> </w:t>
      </w:r>
      <w:r w:rsidRPr="009C2243">
        <w:rPr>
          <w:lang w:eastAsia="en-GB"/>
        </w:rPr>
        <w:t>Listing 6-5.</w:t>
      </w:r>
    </w:p>
    <w:p w14:paraId="19FABF46"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plus_one(x: Option&lt;i32&gt;) -&gt; Option&lt;i32&gt; {</w:t>
      </w:r>
    </w:p>
    <w:p w14:paraId="43889781" w14:textId="77777777" w:rsidR="009C2243" w:rsidRPr="009C2243" w:rsidRDefault="009C2243" w:rsidP="009C2243">
      <w:pPr>
        <w:pStyle w:val="Code"/>
        <w:rPr>
          <w:lang w:eastAsia="en-GB"/>
        </w:rPr>
      </w:pPr>
      <w:r w:rsidRPr="009C2243">
        <w:rPr>
          <w:lang w:eastAsia="en-GB"/>
        </w:rPr>
        <w:t xml:space="preserve">    match x {</w:t>
      </w:r>
    </w:p>
    <w:p w14:paraId="6A28F6BE" w14:textId="13344109" w:rsidR="009C2243" w:rsidRPr="009C2243" w:rsidRDefault="009C2243" w:rsidP="009C2243">
      <w:pPr>
        <w:pStyle w:val="Code"/>
        <w:rPr>
          <w:lang w:eastAsia="en-GB"/>
        </w:rPr>
      </w:pPr>
      <w:r w:rsidRPr="009C2243">
        <w:rPr>
          <w:lang w:eastAsia="en-GB"/>
        </w:rPr>
        <w:lastRenderedPageBreak/>
        <w:t xml:space="preserve">      </w:t>
      </w:r>
      <w:r w:rsidR="00E34072" w:rsidRPr="00C43DAE">
        <w:rPr>
          <w:rStyle w:val="CodeAnnotation"/>
        </w:rPr>
        <w:t>1</w:t>
      </w:r>
      <w:r w:rsidRPr="009C2243">
        <w:rPr>
          <w:lang w:eastAsia="en-GB"/>
        </w:rPr>
        <w:t xml:space="preserve"> None =&gt; None,</w:t>
      </w:r>
    </w:p>
    <w:p w14:paraId="408ED0C8" w14:textId="56AFAD6A" w:rsidR="009C2243" w:rsidRPr="009C2243" w:rsidRDefault="009C2243" w:rsidP="009C2243">
      <w:pPr>
        <w:pStyle w:val="Code"/>
        <w:rPr>
          <w:lang w:eastAsia="en-GB"/>
        </w:rPr>
      </w:pPr>
      <w:r w:rsidRPr="009C2243">
        <w:rPr>
          <w:lang w:eastAsia="en-GB"/>
        </w:rPr>
        <w:t xml:space="preserve">      </w:t>
      </w:r>
      <w:r w:rsidR="00E34072" w:rsidRPr="00C43DAE">
        <w:rPr>
          <w:rStyle w:val="CodeAnnotation"/>
        </w:rPr>
        <w:t>2</w:t>
      </w:r>
      <w:r w:rsidRPr="009C2243">
        <w:rPr>
          <w:lang w:eastAsia="en-GB"/>
        </w:rPr>
        <w:t xml:space="preserve"> Some(</w:t>
      </w:r>
      <w:proofErr w:type="spellStart"/>
      <w:r w:rsidRPr="009C2243">
        <w:rPr>
          <w:lang w:eastAsia="en-GB"/>
        </w:rPr>
        <w:t>i</w:t>
      </w:r>
      <w:proofErr w:type="spellEnd"/>
      <w:r w:rsidRPr="009C2243">
        <w:rPr>
          <w:lang w:eastAsia="en-GB"/>
        </w:rPr>
        <w:t>) =&gt; Some(</w:t>
      </w:r>
      <w:proofErr w:type="spellStart"/>
      <w:r w:rsidRPr="009C2243">
        <w:rPr>
          <w:lang w:eastAsia="en-GB"/>
        </w:rPr>
        <w:t>i</w:t>
      </w:r>
      <w:proofErr w:type="spellEnd"/>
      <w:r w:rsidRPr="009C2243">
        <w:rPr>
          <w:lang w:eastAsia="en-GB"/>
        </w:rPr>
        <w:t xml:space="preserve"> + 1),</w:t>
      </w:r>
    </w:p>
    <w:p w14:paraId="41EC68DD" w14:textId="77777777" w:rsidR="009C2243" w:rsidRPr="009C2243" w:rsidRDefault="009C2243" w:rsidP="009C2243">
      <w:pPr>
        <w:pStyle w:val="Code"/>
        <w:rPr>
          <w:lang w:eastAsia="en-GB"/>
        </w:rPr>
      </w:pPr>
      <w:r w:rsidRPr="009C2243">
        <w:rPr>
          <w:lang w:eastAsia="en-GB"/>
        </w:rPr>
        <w:t xml:space="preserve">    }</w:t>
      </w:r>
    </w:p>
    <w:p w14:paraId="257FC8D1" w14:textId="77777777" w:rsidR="009C2243" w:rsidRPr="009C2243" w:rsidRDefault="009C2243" w:rsidP="009C2243">
      <w:pPr>
        <w:pStyle w:val="Code"/>
        <w:rPr>
          <w:lang w:eastAsia="en-GB"/>
        </w:rPr>
      </w:pPr>
      <w:r w:rsidRPr="009C2243">
        <w:rPr>
          <w:lang w:eastAsia="en-GB"/>
        </w:rPr>
        <w:t>}</w:t>
      </w:r>
    </w:p>
    <w:p w14:paraId="3247CE4C" w14:textId="77777777" w:rsidR="009C2243" w:rsidRPr="009C2243" w:rsidRDefault="009C2243" w:rsidP="009C2243">
      <w:pPr>
        <w:pStyle w:val="Code"/>
        <w:rPr>
          <w:lang w:eastAsia="en-GB"/>
        </w:rPr>
      </w:pPr>
    </w:p>
    <w:p w14:paraId="07C20152" w14:textId="77777777" w:rsidR="009C2243" w:rsidRPr="009C2243" w:rsidRDefault="009C2243" w:rsidP="009C2243">
      <w:pPr>
        <w:pStyle w:val="Code"/>
        <w:rPr>
          <w:lang w:eastAsia="en-GB"/>
        </w:rPr>
      </w:pPr>
      <w:r w:rsidRPr="009C2243">
        <w:rPr>
          <w:lang w:eastAsia="en-GB"/>
        </w:rPr>
        <w:t>let five = Some(5);</w:t>
      </w:r>
    </w:p>
    <w:p w14:paraId="38B953BF" w14:textId="5C9BC6FC" w:rsidR="009C2243" w:rsidRPr="009C2243" w:rsidRDefault="009C2243" w:rsidP="009C2243">
      <w:pPr>
        <w:pStyle w:val="Code"/>
        <w:rPr>
          <w:lang w:eastAsia="en-GB"/>
        </w:rPr>
      </w:pPr>
      <w:r w:rsidRPr="009C2243">
        <w:rPr>
          <w:lang w:eastAsia="en-GB"/>
        </w:rPr>
        <w:t>let six = plus_one(five);</w:t>
      </w:r>
      <w:r w:rsidR="00E34072">
        <w:rPr>
          <w:lang w:eastAsia="en-GB"/>
        </w:rPr>
        <w:t xml:space="preserve"> </w:t>
      </w:r>
      <w:r w:rsidR="00E34072" w:rsidRPr="00C43DAE">
        <w:rPr>
          <w:rStyle w:val="CodeAnnotation"/>
        </w:rPr>
        <w:t>3</w:t>
      </w:r>
    </w:p>
    <w:p w14:paraId="38CE9FA1" w14:textId="46F8E5C9" w:rsidR="009C2243" w:rsidRPr="009C2243" w:rsidRDefault="009C2243" w:rsidP="009C2243">
      <w:pPr>
        <w:pStyle w:val="Code"/>
        <w:rPr>
          <w:lang w:eastAsia="en-GB"/>
        </w:rPr>
      </w:pPr>
      <w:r w:rsidRPr="009C2243">
        <w:rPr>
          <w:lang w:eastAsia="en-GB"/>
        </w:rPr>
        <w:t>let none = plus_one(None);</w:t>
      </w:r>
      <w:r w:rsidR="00E34072">
        <w:rPr>
          <w:lang w:eastAsia="en-GB"/>
        </w:rPr>
        <w:t xml:space="preserve"> </w:t>
      </w:r>
      <w:r w:rsidR="00E34072" w:rsidRPr="00C43DAE">
        <w:rPr>
          <w:rStyle w:val="CodeAnnotation"/>
        </w:rPr>
        <w:t>4</w:t>
      </w:r>
    </w:p>
    <w:p w14:paraId="69CEA3C6" w14:textId="42DCAEAE" w:rsidR="009C2243" w:rsidRPr="009C2243" w:rsidRDefault="009C2243" w:rsidP="00EF44DA">
      <w:pPr>
        <w:pStyle w:val="CodeListingCaption"/>
        <w:rPr>
          <w:lang w:eastAsia="en-GB"/>
        </w:rPr>
      </w:pPr>
      <w:r w:rsidRPr="009C2243">
        <w:t xml:space="preserve">A function that uses a </w:t>
      </w:r>
      <w:r w:rsidRPr="00EF44DA">
        <w:rPr>
          <w:rStyle w:val="Literal"/>
        </w:rPr>
        <w:t>match</w:t>
      </w:r>
      <w:r w:rsidRPr="009C2243">
        <w:t xml:space="preserve"> expression on an </w:t>
      </w:r>
      <w:r w:rsidRPr="00EF44DA">
        <w:rPr>
          <w:rStyle w:val="Literal"/>
        </w:rPr>
        <w:t>Option&lt;i32&gt;</w:t>
      </w:r>
    </w:p>
    <w:p w14:paraId="376DDD4A" w14:textId="120E1B7C" w:rsidR="009C2243" w:rsidRPr="009C2243" w:rsidRDefault="009C2243" w:rsidP="009C2243">
      <w:pPr>
        <w:pStyle w:val="Body"/>
        <w:rPr>
          <w:lang w:eastAsia="en-GB"/>
        </w:rPr>
      </w:pPr>
      <w:r w:rsidRPr="009C2243">
        <w:rPr>
          <w:lang w:eastAsia="en-GB"/>
        </w:rPr>
        <w:t xml:space="preserve">Let’s examine the first execution of </w:t>
      </w:r>
      <w:r w:rsidRPr="00EF44DA">
        <w:rPr>
          <w:rStyle w:val="Literal"/>
        </w:rPr>
        <w:t>plus_one</w:t>
      </w:r>
      <w:r w:rsidRPr="009C2243">
        <w:t xml:space="preserve"> in more detail. When we call </w:t>
      </w:r>
      <w:r w:rsidRPr="00EF44DA">
        <w:rPr>
          <w:rStyle w:val="Literal"/>
        </w:rPr>
        <w:t>plus_one(five)</w:t>
      </w:r>
      <w:r w:rsidR="00E34072">
        <w:t xml:space="preserve"> </w:t>
      </w:r>
      <w:r w:rsidR="00E34072" w:rsidRPr="00C43DAE">
        <w:rPr>
          <w:rStyle w:val="CodeAnnotation"/>
        </w:rPr>
        <w:t>3</w:t>
      </w:r>
      <w:r w:rsidR="00E34072">
        <w:t>,</w:t>
      </w:r>
      <w:r w:rsidRPr="009C2243">
        <w:t xml:space="preserve"> the variable </w:t>
      </w:r>
      <w:r w:rsidRPr="00EF44DA">
        <w:rPr>
          <w:rStyle w:val="Literal"/>
        </w:rPr>
        <w:t>x</w:t>
      </w:r>
      <w:r w:rsidRPr="009C2243">
        <w:t xml:space="preserve"> in the body of </w:t>
      </w:r>
      <w:r w:rsidRPr="00EF44DA">
        <w:rPr>
          <w:rStyle w:val="Literal"/>
        </w:rPr>
        <w:t>plus_one</w:t>
      </w:r>
      <w:r w:rsidRPr="009C2243">
        <w:t xml:space="preserve"> will have the value </w:t>
      </w:r>
      <w:r w:rsidRPr="00EF44DA">
        <w:rPr>
          <w:rStyle w:val="Literal"/>
        </w:rPr>
        <w:t>Some(5)</w:t>
      </w:r>
      <w:r w:rsidRPr="009C2243">
        <w:rPr>
          <w:lang w:eastAsia="en-GB"/>
        </w:rPr>
        <w:t>. We then compare that against each match arm</w:t>
      </w:r>
      <w:r w:rsidR="00FD376C">
        <w:rPr>
          <w:lang w:eastAsia="en-GB"/>
        </w:rPr>
        <w:t>:</w:t>
      </w:r>
    </w:p>
    <w:p w14:paraId="0CCF2B1D" w14:textId="77777777" w:rsidR="009C2243" w:rsidRPr="009C2243" w:rsidRDefault="009C2243" w:rsidP="009C2243">
      <w:pPr>
        <w:pStyle w:val="Code"/>
        <w:rPr>
          <w:lang w:eastAsia="en-GB"/>
        </w:rPr>
      </w:pPr>
      <w:r w:rsidRPr="009C2243">
        <w:rPr>
          <w:lang w:eastAsia="en-GB"/>
        </w:rPr>
        <w:t>None =&gt; None,</w:t>
      </w:r>
    </w:p>
    <w:p w14:paraId="02B5B91A" w14:textId="5732F5B6" w:rsidR="009C2243" w:rsidRPr="009C2243" w:rsidRDefault="009C2243" w:rsidP="009C2243">
      <w:pPr>
        <w:pStyle w:val="Body"/>
        <w:rPr>
          <w:lang w:eastAsia="en-GB"/>
        </w:rPr>
      </w:pPr>
      <w:r w:rsidRPr="009C2243">
        <w:t xml:space="preserve">The </w:t>
      </w:r>
      <w:r w:rsidRPr="00EF44DA">
        <w:rPr>
          <w:rStyle w:val="Literal"/>
        </w:rPr>
        <w:t>Some(5)</w:t>
      </w:r>
      <w:r w:rsidRPr="009C2243">
        <w:t xml:space="preserve"> value doesn’t match the pattern </w:t>
      </w:r>
      <w:r w:rsidRPr="00EF44DA">
        <w:rPr>
          <w:rStyle w:val="Literal"/>
        </w:rPr>
        <w:t>None</w:t>
      </w:r>
      <w:r w:rsidRPr="009C2243">
        <w:rPr>
          <w:lang w:eastAsia="en-GB"/>
        </w:rPr>
        <w:t xml:space="preserve"> </w:t>
      </w:r>
      <w:r w:rsidR="00E34072" w:rsidRPr="00C43DAE">
        <w:rPr>
          <w:rStyle w:val="CodeAnnotation"/>
        </w:rPr>
        <w:t>1</w:t>
      </w:r>
      <w:r w:rsidR="00E34072">
        <w:rPr>
          <w:lang w:eastAsia="en-GB"/>
        </w:rPr>
        <w:t xml:space="preserve">, </w:t>
      </w:r>
      <w:r w:rsidRPr="009C2243">
        <w:rPr>
          <w:lang w:eastAsia="en-GB"/>
        </w:rPr>
        <w:t>so we continue to the</w:t>
      </w:r>
      <w:r>
        <w:rPr>
          <w:lang w:eastAsia="en-GB"/>
        </w:rPr>
        <w:t xml:space="preserve"> </w:t>
      </w:r>
      <w:r w:rsidRPr="009C2243">
        <w:rPr>
          <w:lang w:eastAsia="en-GB"/>
        </w:rPr>
        <w:t>next arm</w:t>
      </w:r>
      <w:r w:rsidR="00FD376C">
        <w:rPr>
          <w:lang w:eastAsia="en-GB"/>
        </w:rPr>
        <w:t>:</w:t>
      </w:r>
    </w:p>
    <w:p w14:paraId="108ACB74" w14:textId="77777777" w:rsidR="009C2243" w:rsidRPr="009C2243" w:rsidRDefault="009C2243" w:rsidP="009C2243">
      <w:pPr>
        <w:pStyle w:val="Code"/>
        <w:rPr>
          <w:lang w:eastAsia="en-GB"/>
        </w:rPr>
      </w:pPr>
      <w:r w:rsidRPr="009C2243">
        <w:rPr>
          <w:lang w:eastAsia="en-GB"/>
        </w:rPr>
        <w:t>Some(</w:t>
      </w:r>
      <w:proofErr w:type="spellStart"/>
      <w:r w:rsidRPr="009C2243">
        <w:rPr>
          <w:lang w:eastAsia="en-GB"/>
        </w:rPr>
        <w:t>i</w:t>
      </w:r>
      <w:proofErr w:type="spellEnd"/>
      <w:r w:rsidRPr="009C2243">
        <w:rPr>
          <w:lang w:eastAsia="en-GB"/>
        </w:rPr>
        <w:t>) =&gt; Some(</w:t>
      </w:r>
      <w:proofErr w:type="spellStart"/>
      <w:r w:rsidRPr="009C2243">
        <w:rPr>
          <w:lang w:eastAsia="en-GB"/>
        </w:rPr>
        <w:t>i</w:t>
      </w:r>
      <w:proofErr w:type="spellEnd"/>
      <w:r w:rsidRPr="009C2243">
        <w:rPr>
          <w:lang w:eastAsia="en-GB"/>
        </w:rPr>
        <w:t xml:space="preserve"> + 1),</w:t>
      </w:r>
    </w:p>
    <w:p w14:paraId="37ABCCAD" w14:textId="59092D3E" w:rsidR="009C2243" w:rsidRPr="009C2243" w:rsidRDefault="009C2243" w:rsidP="009C2243">
      <w:pPr>
        <w:pStyle w:val="Body"/>
        <w:rPr>
          <w:lang w:eastAsia="en-GB"/>
        </w:rPr>
      </w:pPr>
      <w:r w:rsidRPr="009C2243">
        <w:t xml:space="preserve">Does </w:t>
      </w:r>
      <w:r w:rsidRPr="00EF44DA">
        <w:rPr>
          <w:rStyle w:val="Literal"/>
        </w:rPr>
        <w:t>Some(5)</w:t>
      </w:r>
      <w:r w:rsidRPr="009C2243">
        <w:t xml:space="preserve"> match </w:t>
      </w:r>
      <w:r w:rsidRPr="00EF44DA">
        <w:rPr>
          <w:rStyle w:val="Literal"/>
        </w:rPr>
        <w:t>Some(</w:t>
      </w:r>
      <w:proofErr w:type="spellStart"/>
      <w:r w:rsidRPr="00EF44DA">
        <w:rPr>
          <w:rStyle w:val="Literal"/>
        </w:rPr>
        <w:t>i</w:t>
      </w:r>
      <w:proofErr w:type="spellEnd"/>
      <w:r w:rsidRPr="00EF44DA">
        <w:rPr>
          <w:rStyle w:val="Literal"/>
        </w:rPr>
        <w:t>)</w:t>
      </w:r>
      <w:r w:rsidR="00E34072">
        <w:t xml:space="preserve"> </w:t>
      </w:r>
      <w:r w:rsidR="00E34072" w:rsidRPr="00C43DAE">
        <w:rPr>
          <w:rStyle w:val="CodeAnnotation"/>
        </w:rPr>
        <w:t>2</w:t>
      </w:r>
      <w:r w:rsidR="00E34072">
        <w:t>?</w:t>
      </w:r>
      <w:r w:rsidRPr="009C2243">
        <w:t xml:space="preserve"> Why yes</w:t>
      </w:r>
      <w:r w:rsidR="00FD376C">
        <w:t>,</w:t>
      </w:r>
      <w:r w:rsidRPr="009C2243">
        <w:t xml:space="preserve"> it does! We have the same variant. The </w:t>
      </w:r>
      <w:proofErr w:type="spellStart"/>
      <w:r w:rsidRPr="00EF44DA">
        <w:rPr>
          <w:rStyle w:val="Literal"/>
        </w:rPr>
        <w:t>i</w:t>
      </w:r>
      <w:proofErr w:type="spellEnd"/>
      <w:r w:rsidRPr="009C2243">
        <w:t xml:space="preserve"> binds to the value contained in </w:t>
      </w:r>
      <w:r w:rsidRPr="00EF44DA">
        <w:rPr>
          <w:rStyle w:val="Literal"/>
        </w:rPr>
        <w:t>Some</w:t>
      </w:r>
      <w:r w:rsidRPr="009C2243">
        <w:t xml:space="preserve">, so </w:t>
      </w:r>
      <w:proofErr w:type="spellStart"/>
      <w:r w:rsidRPr="00EF44DA">
        <w:rPr>
          <w:rStyle w:val="Literal"/>
        </w:rPr>
        <w:t>i</w:t>
      </w:r>
      <w:proofErr w:type="spellEnd"/>
      <w:r w:rsidRPr="009C2243">
        <w:t xml:space="preserve"> takes the value </w:t>
      </w:r>
      <w:r w:rsidRPr="00EF44DA">
        <w:rPr>
          <w:rStyle w:val="Literal"/>
        </w:rPr>
        <w:t>5</w:t>
      </w:r>
      <w:r w:rsidRPr="009C2243">
        <w:t xml:space="preserve">. The code in the match arm is then executed, so we add 1 to the value of </w:t>
      </w:r>
      <w:proofErr w:type="spellStart"/>
      <w:r w:rsidRPr="00EF44DA">
        <w:rPr>
          <w:rStyle w:val="Literal"/>
        </w:rPr>
        <w:t>i</w:t>
      </w:r>
      <w:proofErr w:type="spellEnd"/>
      <w:r w:rsidRPr="009C2243">
        <w:t xml:space="preserve"> and create a new </w:t>
      </w:r>
      <w:r w:rsidRPr="00EF44DA">
        <w:rPr>
          <w:rStyle w:val="Literal"/>
        </w:rPr>
        <w:t>Some</w:t>
      </w:r>
      <w:r w:rsidRPr="009C2243">
        <w:t xml:space="preserve"> value with our total </w:t>
      </w:r>
      <w:r w:rsidRPr="00EF44DA">
        <w:rPr>
          <w:rStyle w:val="Literal"/>
        </w:rPr>
        <w:t>6</w:t>
      </w:r>
      <w:r w:rsidRPr="009C2243">
        <w:rPr>
          <w:lang w:eastAsia="en-GB"/>
        </w:rPr>
        <w:t xml:space="preserve"> inside.</w:t>
      </w:r>
    </w:p>
    <w:p w14:paraId="54D7E7C8" w14:textId="77ECA9A3" w:rsidR="009C2243" w:rsidRPr="009C2243" w:rsidRDefault="009C2243" w:rsidP="009C2243">
      <w:pPr>
        <w:pStyle w:val="Body"/>
        <w:rPr>
          <w:lang w:eastAsia="en-GB"/>
        </w:rPr>
      </w:pPr>
      <w:r w:rsidRPr="009C2243">
        <w:rPr>
          <w:lang w:eastAsia="en-GB"/>
        </w:rPr>
        <w:t xml:space="preserve">Now let’s consider the second call of </w:t>
      </w:r>
      <w:r w:rsidRPr="00EF44DA">
        <w:rPr>
          <w:rStyle w:val="Literal"/>
        </w:rPr>
        <w:t>plus_one</w:t>
      </w:r>
      <w:r w:rsidRPr="009C2243">
        <w:t xml:space="preserve"> in Listing 6-5, where </w:t>
      </w:r>
      <w:r w:rsidRPr="00EF44DA">
        <w:rPr>
          <w:rStyle w:val="Literal"/>
        </w:rPr>
        <w:t>x</w:t>
      </w:r>
      <w:r w:rsidRPr="009C2243">
        <w:t xml:space="preserve"> is </w:t>
      </w:r>
      <w:r w:rsidRPr="00EF44DA">
        <w:rPr>
          <w:rStyle w:val="Literal"/>
        </w:rPr>
        <w:t>None</w:t>
      </w:r>
      <w:r w:rsidRPr="009C2243">
        <w:t xml:space="preserve"> </w:t>
      </w:r>
      <w:r w:rsidR="0099486C" w:rsidRPr="00C43DAE">
        <w:rPr>
          <w:rStyle w:val="CodeAnnotation"/>
        </w:rPr>
        <w:t>4</w:t>
      </w:r>
      <w:r w:rsidR="0099486C">
        <w:t xml:space="preserve">. </w:t>
      </w:r>
      <w:r w:rsidRPr="009C2243">
        <w:t xml:space="preserve">We enter the </w:t>
      </w:r>
      <w:r w:rsidRPr="00EF44DA">
        <w:rPr>
          <w:rStyle w:val="Literal"/>
        </w:rPr>
        <w:t>match</w:t>
      </w:r>
      <w:r w:rsidRPr="009C2243">
        <w:rPr>
          <w:lang w:eastAsia="en-GB"/>
        </w:rPr>
        <w:t xml:space="preserve"> and compare to the first arm</w:t>
      </w:r>
      <w:r w:rsidR="0099486C">
        <w:rPr>
          <w:lang w:eastAsia="en-GB"/>
        </w:rPr>
        <w:t xml:space="preserve"> </w:t>
      </w:r>
      <w:r w:rsidR="0099486C" w:rsidRPr="00C43DAE">
        <w:rPr>
          <w:rStyle w:val="CodeAnnotation"/>
        </w:rPr>
        <w:t>1</w:t>
      </w:r>
      <w:r w:rsidR="0099486C">
        <w:rPr>
          <w:lang w:eastAsia="en-GB"/>
        </w:rPr>
        <w:t>.</w:t>
      </w:r>
    </w:p>
    <w:p w14:paraId="31B599A1" w14:textId="32F84069" w:rsidR="009C2243" w:rsidRPr="009C2243" w:rsidRDefault="009C2243" w:rsidP="009C2243">
      <w:pPr>
        <w:pStyle w:val="Body"/>
        <w:rPr>
          <w:lang w:eastAsia="en-GB"/>
        </w:rPr>
      </w:pPr>
      <w:r w:rsidRPr="009C2243">
        <w:t xml:space="preserve">It matches! There’s no value to add to, so the program stops and returns the </w:t>
      </w:r>
      <w:r w:rsidRPr="00EF44DA">
        <w:rPr>
          <w:rStyle w:val="Literal"/>
        </w:rPr>
        <w:t>None</w:t>
      </w:r>
      <w:r w:rsidRPr="009C2243">
        <w:t xml:space="preserve"> value on the right side of </w:t>
      </w:r>
      <w:r w:rsidRPr="00EF44DA">
        <w:rPr>
          <w:rStyle w:val="Literal"/>
        </w:rPr>
        <w:t>=&gt;</w:t>
      </w:r>
      <w:r w:rsidRPr="009C2243">
        <w:rPr>
          <w:lang w:eastAsia="en-GB"/>
        </w:rPr>
        <w:t>. Because the first arm matched, no other</w:t>
      </w:r>
      <w:r>
        <w:rPr>
          <w:lang w:eastAsia="en-GB"/>
        </w:rPr>
        <w:t xml:space="preserve"> </w:t>
      </w:r>
      <w:r w:rsidRPr="009C2243">
        <w:rPr>
          <w:lang w:eastAsia="en-GB"/>
        </w:rPr>
        <w:t>arms are compared.</w:t>
      </w:r>
      <w:r w:rsidR="00F64142">
        <w:rPr>
          <w:lang w:eastAsia="en-GB"/>
        </w:rPr>
        <w:fldChar w:fldCharType="begin"/>
      </w:r>
      <w:r w:rsidR="00F64142">
        <w:instrText xml:space="preserve"> XE "Option&lt;T&gt; enum end</w:instrText>
      </w:r>
      <w:r w:rsidR="00F64142" w:rsidRPr="00AC00B2">
        <w:instrText>Range</w:instrText>
      </w:r>
      <w:r w:rsidR="00F64142">
        <w:instrText xml:space="preserve">" </w:instrText>
      </w:r>
      <w:r w:rsidR="00F64142">
        <w:rPr>
          <w:lang w:eastAsia="en-GB"/>
        </w:rPr>
        <w:fldChar w:fldCharType="end"/>
      </w:r>
    </w:p>
    <w:p w14:paraId="1ED376E7" w14:textId="44B8A493" w:rsidR="009C2243" w:rsidRPr="009C2243" w:rsidRDefault="009C2243" w:rsidP="009C2243">
      <w:pPr>
        <w:pStyle w:val="Body"/>
        <w:rPr>
          <w:lang w:eastAsia="en-GB"/>
        </w:rPr>
      </w:pPr>
      <w:r w:rsidRPr="009C2243">
        <w:rPr>
          <w:lang w:eastAsia="en-GB"/>
        </w:rPr>
        <w:t xml:space="preserve">Combining </w:t>
      </w:r>
      <w:r w:rsidRPr="00EF44DA">
        <w:rPr>
          <w:rStyle w:val="Literal"/>
        </w:rPr>
        <w:t>match</w:t>
      </w:r>
      <w:r w:rsidRPr="009C2243">
        <w:t xml:space="preserve"> and enums is useful in many situations. You’ll see this pattern a lot in Rust code: </w:t>
      </w:r>
      <w:r w:rsidRPr="00EF44DA">
        <w:rPr>
          <w:rStyle w:val="Literal"/>
        </w:rPr>
        <w:t>match</w:t>
      </w:r>
      <w:r w:rsidRPr="009C2243">
        <w:rPr>
          <w:lang w:eastAsia="en-GB"/>
        </w:rPr>
        <w:t xml:space="preserve"> against an enum, bind a variable to the</w:t>
      </w:r>
      <w:r>
        <w:rPr>
          <w:lang w:eastAsia="en-GB"/>
        </w:rPr>
        <w:t xml:space="preserve"> </w:t>
      </w:r>
      <w:r w:rsidRPr="009C2243">
        <w:rPr>
          <w:lang w:eastAsia="en-GB"/>
        </w:rPr>
        <w:t>data inside, and then execute code based on it. It’s a bit tricky at first, but</w:t>
      </w:r>
      <w:r>
        <w:rPr>
          <w:lang w:eastAsia="en-GB"/>
        </w:rPr>
        <w:t xml:space="preserve"> </w:t>
      </w:r>
      <w:r w:rsidRPr="009C2243">
        <w:rPr>
          <w:lang w:eastAsia="en-GB"/>
        </w:rPr>
        <w:t>once you get used to it, you’ll wish you had it in all languages. It’s</w:t>
      </w:r>
      <w:r>
        <w:rPr>
          <w:lang w:eastAsia="en-GB"/>
        </w:rPr>
        <w:t xml:space="preserve"> </w:t>
      </w:r>
      <w:r w:rsidRPr="009C2243">
        <w:rPr>
          <w:lang w:eastAsia="en-GB"/>
        </w:rPr>
        <w:t>consistently a user favorite.</w:t>
      </w:r>
    </w:p>
    <w:bookmarkStart w:id="13" w:name="matches-are-exhaustive"/>
    <w:bookmarkStart w:id="14" w:name="_Toc111491339"/>
    <w:bookmarkEnd w:id="13"/>
    <w:p w14:paraId="31854559" w14:textId="3FC21107" w:rsidR="009C2243" w:rsidRPr="009C2243" w:rsidRDefault="003324D7" w:rsidP="00EF44DA">
      <w:pPr>
        <w:pStyle w:val="HeadB"/>
        <w:rPr>
          <w:lang w:eastAsia="en-GB"/>
        </w:rPr>
      </w:pPr>
      <w:r>
        <w:rPr>
          <w:lang w:eastAsia="en-GB"/>
        </w:rPr>
        <w:fldChar w:fldCharType="begin"/>
      </w:r>
      <w:r>
        <w:instrText xml:space="preserve"> XE "match expression:exhaustiveness of </w:instrText>
      </w:r>
      <w:r w:rsidRPr="00AC00B2">
        <w:instrText>startRange</w:instrText>
      </w:r>
      <w:r>
        <w:instrText xml:space="preserve">" </w:instrText>
      </w:r>
      <w:r>
        <w:rPr>
          <w:lang w:eastAsia="en-GB"/>
        </w:rPr>
        <w:fldChar w:fldCharType="end"/>
      </w:r>
      <w:r w:rsidR="009C2243" w:rsidRPr="009C2243">
        <w:rPr>
          <w:lang w:eastAsia="en-GB"/>
        </w:rPr>
        <w:t>Matches Are Exhaustive</w:t>
      </w:r>
      <w:bookmarkEnd w:id="14"/>
    </w:p>
    <w:p w14:paraId="60C24178" w14:textId="3D68B02C" w:rsidR="009C2243" w:rsidRPr="009C2243" w:rsidRDefault="009C2243" w:rsidP="009C2243">
      <w:pPr>
        <w:pStyle w:val="Body"/>
        <w:rPr>
          <w:lang w:eastAsia="en-GB"/>
        </w:rPr>
      </w:pPr>
      <w:r w:rsidRPr="009C2243">
        <w:t xml:space="preserve">There’s one other aspect of </w:t>
      </w:r>
      <w:r w:rsidRPr="00EF44DA">
        <w:rPr>
          <w:rStyle w:val="Literal"/>
        </w:rPr>
        <w:t>match</w:t>
      </w:r>
      <w:r w:rsidRPr="009C2243">
        <w:t xml:space="preserve"> we need to discuss: the arms’ patterns must cover all possibilities. Consider this version of our </w:t>
      </w:r>
      <w:r w:rsidRPr="00EF44DA">
        <w:rPr>
          <w:rStyle w:val="Literal"/>
        </w:rPr>
        <w:t>plus_one</w:t>
      </w:r>
      <w:r w:rsidRPr="009C2243">
        <w:rPr>
          <w:lang w:eastAsia="en-GB"/>
        </w:rPr>
        <w:t xml:space="preserve"> function,</w:t>
      </w:r>
      <w:r>
        <w:rPr>
          <w:lang w:eastAsia="en-GB"/>
        </w:rPr>
        <w:t xml:space="preserve"> </w:t>
      </w:r>
      <w:r w:rsidRPr="009C2243">
        <w:rPr>
          <w:lang w:eastAsia="en-GB"/>
        </w:rPr>
        <w:t>which has a bug and won’t compile:</w:t>
      </w:r>
    </w:p>
    <w:p w14:paraId="17568624"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plus_one(x: Option&lt;i32&gt;) -&gt; Option&lt;i32&gt; {</w:t>
      </w:r>
    </w:p>
    <w:p w14:paraId="6D64DBFB" w14:textId="77777777" w:rsidR="009C2243" w:rsidRPr="009C2243" w:rsidRDefault="009C2243" w:rsidP="009C2243">
      <w:pPr>
        <w:pStyle w:val="Code"/>
        <w:rPr>
          <w:lang w:eastAsia="en-GB"/>
        </w:rPr>
      </w:pPr>
      <w:r w:rsidRPr="009C2243">
        <w:rPr>
          <w:lang w:eastAsia="en-GB"/>
        </w:rPr>
        <w:t xml:space="preserve">    match x {</w:t>
      </w:r>
    </w:p>
    <w:p w14:paraId="51582245" w14:textId="77777777" w:rsidR="009C2243" w:rsidRPr="009C2243" w:rsidRDefault="009C2243" w:rsidP="009C2243">
      <w:pPr>
        <w:pStyle w:val="Code"/>
        <w:rPr>
          <w:lang w:eastAsia="en-GB"/>
        </w:rPr>
      </w:pPr>
      <w:r w:rsidRPr="009C2243">
        <w:rPr>
          <w:lang w:eastAsia="en-GB"/>
        </w:rPr>
        <w:t xml:space="preserve">        Some(</w:t>
      </w:r>
      <w:proofErr w:type="spellStart"/>
      <w:r w:rsidRPr="009C2243">
        <w:rPr>
          <w:lang w:eastAsia="en-GB"/>
        </w:rPr>
        <w:t>i</w:t>
      </w:r>
      <w:proofErr w:type="spellEnd"/>
      <w:r w:rsidRPr="009C2243">
        <w:rPr>
          <w:lang w:eastAsia="en-GB"/>
        </w:rPr>
        <w:t>) =&gt; Some(</w:t>
      </w:r>
      <w:proofErr w:type="spellStart"/>
      <w:r w:rsidRPr="009C2243">
        <w:rPr>
          <w:lang w:eastAsia="en-GB"/>
        </w:rPr>
        <w:t>i</w:t>
      </w:r>
      <w:proofErr w:type="spellEnd"/>
      <w:r w:rsidRPr="009C2243">
        <w:rPr>
          <w:lang w:eastAsia="en-GB"/>
        </w:rPr>
        <w:t xml:space="preserve"> + 1),</w:t>
      </w:r>
    </w:p>
    <w:p w14:paraId="3D279519" w14:textId="77777777" w:rsidR="009C2243" w:rsidRPr="009C2243" w:rsidRDefault="009C2243" w:rsidP="009C2243">
      <w:pPr>
        <w:pStyle w:val="Code"/>
        <w:rPr>
          <w:lang w:eastAsia="en-GB"/>
        </w:rPr>
      </w:pPr>
      <w:r w:rsidRPr="009C2243">
        <w:rPr>
          <w:lang w:eastAsia="en-GB"/>
        </w:rPr>
        <w:t xml:space="preserve">    }</w:t>
      </w:r>
    </w:p>
    <w:p w14:paraId="328FA65E" w14:textId="77777777" w:rsidR="009C2243" w:rsidRPr="009C2243" w:rsidRDefault="009C2243" w:rsidP="009C2243">
      <w:pPr>
        <w:pStyle w:val="Code"/>
        <w:rPr>
          <w:lang w:eastAsia="en-GB"/>
        </w:rPr>
      </w:pPr>
      <w:r w:rsidRPr="009C2243">
        <w:rPr>
          <w:lang w:eastAsia="en-GB"/>
        </w:rPr>
        <w:t>}</w:t>
      </w:r>
    </w:p>
    <w:p w14:paraId="4BEE2629" w14:textId="0F621DA5" w:rsidR="009C2243" w:rsidRPr="009C2243" w:rsidRDefault="009C2243" w:rsidP="009C2243">
      <w:pPr>
        <w:pStyle w:val="Body"/>
        <w:rPr>
          <w:lang w:eastAsia="en-GB"/>
        </w:rPr>
      </w:pPr>
      <w:r w:rsidRPr="009C2243">
        <w:t xml:space="preserve">We didn’t handle the </w:t>
      </w:r>
      <w:r w:rsidRPr="00EF44DA">
        <w:rPr>
          <w:rStyle w:val="Literal"/>
        </w:rPr>
        <w:t>None</w:t>
      </w:r>
      <w:r w:rsidRPr="009C2243">
        <w:rPr>
          <w:lang w:eastAsia="en-GB"/>
        </w:rPr>
        <w:t xml:space="preserve"> case, so this code will cause a bug. Luckily, it’s</w:t>
      </w:r>
      <w:r>
        <w:rPr>
          <w:lang w:eastAsia="en-GB"/>
        </w:rPr>
        <w:t xml:space="preserve"> </w:t>
      </w:r>
      <w:r w:rsidRPr="009C2243">
        <w:rPr>
          <w:lang w:eastAsia="en-GB"/>
        </w:rPr>
        <w:t>a bug Rust knows how to catch. If we try to compile this code, we’ll get this</w:t>
      </w:r>
      <w:r>
        <w:rPr>
          <w:lang w:eastAsia="en-GB"/>
        </w:rPr>
        <w:t xml:space="preserve"> </w:t>
      </w:r>
      <w:r w:rsidRPr="009C2243">
        <w:rPr>
          <w:lang w:eastAsia="en-GB"/>
        </w:rPr>
        <w:t>error:</w:t>
      </w:r>
    </w:p>
    <w:p w14:paraId="4CFD7910" w14:textId="77777777" w:rsidR="009C2243" w:rsidRPr="009C2243" w:rsidRDefault="009C2243" w:rsidP="004C7C38">
      <w:pPr>
        <w:pStyle w:val="Code"/>
        <w:rPr>
          <w:lang w:eastAsia="en-GB"/>
        </w:rPr>
      </w:pPr>
      <w:r w:rsidRPr="009C2243">
        <w:rPr>
          <w:lang w:eastAsia="en-GB"/>
        </w:rPr>
        <w:t>error[E0004]: non-exhaustive patterns: `None` not covered</w:t>
      </w:r>
    </w:p>
    <w:p w14:paraId="331A2DE9" w14:textId="77B7471E" w:rsidR="009C2243" w:rsidRPr="009C2243" w:rsidRDefault="009C2243" w:rsidP="004C7C38">
      <w:pPr>
        <w:pStyle w:val="Code"/>
        <w:rPr>
          <w:lang w:eastAsia="en-GB"/>
        </w:rPr>
      </w:pPr>
      <w:r w:rsidRPr="009C2243">
        <w:rPr>
          <w:lang w:eastAsia="en-GB"/>
        </w:rPr>
        <w:lastRenderedPageBreak/>
        <w:t xml:space="preserve"> --&gt; src/main.rs:3:15</w:t>
      </w:r>
    </w:p>
    <w:p w14:paraId="0E6007FC" w14:textId="4D303DE3" w:rsidR="009C2243" w:rsidRPr="009C2243" w:rsidRDefault="009C2243" w:rsidP="004C7C38">
      <w:pPr>
        <w:pStyle w:val="Code"/>
        <w:rPr>
          <w:lang w:eastAsia="en-GB"/>
        </w:rPr>
      </w:pPr>
      <w:r w:rsidRPr="009C2243">
        <w:rPr>
          <w:lang w:eastAsia="en-GB"/>
        </w:rPr>
        <w:t xml:space="preserve">  |</w:t>
      </w:r>
    </w:p>
    <w:p w14:paraId="151EF4D7" w14:textId="4EC30E32" w:rsidR="009C2243" w:rsidRPr="009C2243" w:rsidRDefault="009C2243" w:rsidP="004C7C38">
      <w:pPr>
        <w:pStyle w:val="Code"/>
        <w:rPr>
          <w:lang w:eastAsia="en-GB"/>
        </w:rPr>
      </w:pPr>
      <w:r w:rsidRPr="009C2243">
        <w:rPr>
          <w:lang w:eastAsia="en-GB"/>
        </w:rPr>
        <w:t>3 |         match x {</w:t>
      </w:r>
    </w:p>
    <w:p w14:paraId="5FA3889C" w14:textId="2C04811D" w:rsidR="009C2243" w:rsidRPr="009C2243" w:rsidRDefault="009C2243" w:rsidP="004C7C38">
      <w:pPr>
        <w:pStyle w:val="Code"/>
        <w:rPr>
          <w:lang w:eastAsia="en-GB"/>
        </w:rPr>
      </w:pPr>
      <w:r w:rsidRPr="009C2243">
        <w:rPr>
          <w:lang w:eastAsia="en-GB"/>
        </w:rPr>
        <w:t xml:space="preserve">  |               ^ pattern `None` not covered</w:t>
      </w:r>
    </w:p>
    <w:p w14:paraId="1FBCC4D5" w14:textId="43D9ED0F" w:rsidR="009C2243" w:rsidRPr="009C2243" w:rsidRDefault="009C2243" w:rsidP="004C7C38">
      <w:pPr>
        <w:pStyle w:val="Code"/>
        <w:rPr>
          <w:lang w:eastAsia="en-GB"/>
        </w:rPr>
      </w:pPr>
      <w:r w:rsidRPr="009C2243">
        <w:rPr>
          <w:lang w:eastAsia="en-GB"/>
        </w:rPr>
        <w:t xml:space="preserve">  |</w:t>
      </w:r>
    </w:p>
    <w:p w14:paraId="56F3551A" w14:textId="1E275227" w:rsidR="006E1068" w:rsidRDefault="009C2243" w:rsidP="006E1068">
      <w:pPr>
        <w:pStyle w:val="Code"/>
        <w:rPr>
          <w:lang w:eastAsia="en-GB"/>
        </w:rPr>
      </w:pPr>
      <w:r w:rsidRPr="009C2243">
        <w:rPr>
          <w:lang w:eastAsia="en-GB"/>
        </w:rPr>
        <w:t xml:space="preserve">  </w:t>
      </w:r>
      <w:r w:rsidR="006E1068" w:rsidRPr="006E1068">
        <w:rPr>
          <w:lang w:eastAsia="en-GB"/>
        </w:rPr>
        <w:t>note: `Option&lt;i32&gt;` defined here</w:t>
      </w:r>
    </w:p>
    <w:p w14:paraId="143AB8E5" w14:textId="747C061A" w:rsidR="006E1068" w:rsidRDefault="006E1068" w:rsidP="006E1068">
      <w:pPr>
        <w:pStyle w:val="Code"/>
        <w:rPr>
          <w:lang w:eastAsia="en-GB"/>
        </w:rPr>
      </w:pPr>
      <w:r>
        <w:rPr>
          <w:lang w:eastAsia="en-GB"/>
        </w:rPr>
        <w:t xml:space="preserve">      = note: the matched value is of type `Option&lt;i32&gt;`</w:t>
      </w:r>
    </w:p>
    <w:p w14:paraId="616475AD" w14:textId="77777777" w:rsidR="006E1068" w:rsidRDefault="006E1068" w:rsidP="006E1068">
      <w:pPr>
        <w:pStyle w:val="Code"/>
        <w:rPr>
          <w:lang w:eastAsia="en-GB"/>
        </w:rPr>
      </w:pPr>
      <w:r>
        <w:rPr>
          <w:lang w:eastAsia="en-GB"/>
        </w:rPr>
        <w:t xml:space="preserve">help: ensure that all possible cases are being handled by adding </w:t>
      </w:r>
    </w:p>
    <w:p w14:paraId="45FFB970" w14:textId="77777777" w:rsidR="006E1068" w:rsidRDefault="006E1068" w:rsidP="006E1068">
      <w:pPr>
        <w:pStyle w:val="Code"/>
        <w:rPr>
          <w:lang w:eastAsia="en-GB"/>
        </w:rPr>
      </w:pPr>
      <w:r>
        <w:rPr>
          <w:lang w:eastAsia="en-GB"/>
        </w:rPr>
        <w:t xml:space="preserve">a match arm with a wildcard pattern or an explicit pattern as </w:t>
      </w:r>
    </w:p>
    <w:p w14:paraId="2BD3E0B7" w14:textId="751F1F46" w:rsidR="006E1068" w:rsidRDefault="006E1068" w:rsidP="006E1068">
      <w:pPr>
        <w:pStyle w:val="Code"/>
        <w:rPr>
          <w:lang w:eastAsia="en-GB"/>
        </w:rPr>
      </w:pPr>
      <w:r>
        <w:rPr>
          <w:lang w:eastAsia="en-GB"/>
        </w:rPr>
        <w:t>shown</w:t>
      </w:r>
    </w:p>
    <w:p w14:paraId="7A6096CE" w14:textId="77777777" w:rsidR="006E1068" w:rsidRDefault="006E1068" w:rsidP="006E1068">
      <w:pPr>
        <w:pStyle w:val="Code"/>
        <w:rPr>
          <w:lang w:eastAsia="en-GB"/>
        </w:rPr>
      </w:pPr>
      <w:r>
        <w:rPr>
          <w:lang w:eastAsia="en-GB"/>
        </w:rPr>
        <w:t xml:space="preserve">    |</w:t>
      </w:r>
    </w:p>
    <w:p w14:paraId="6686643B" w14:textId="77777777" w:rsidR="006E1068" w:rsidRDefault="006E1068" w:rsidP="006E1068">
      <w:pPr>
        <w:pStyle w:val="Code"/>
        <w:rPr>
          <w:lang w:eastAsia="en-GB"/>
        </w:rPr>
      </w:pPr>
      <w:r>
        <w:rPr>
          <w:lang w:eastAsia="en-GB"/>
        </w:rPr>
        <w:t>4   ~             Some(</w:t>
      </w:r>
      <w:proofErr w:type="spellStart"/>
      <w:r>
        <w:rPr>
          <w:lang w:eastAsia="en-GB"/>
        </w:rPr>
        <w:t>i</w:t>
      </w:r>
      <w:proofErr w:type="spellEnd"/>
      <w:r>
        <w:rPr>
          <w:lang w:eastAsia="en-GB"/>
        </w:rPr>
        <w:t>) =&gt; Some(</w:t>
      </w:r>
      <w:proofErr w:type="spellStart"/>
      <w:r>
        <w:rPr>
          <w:lang w:eastAsia="en-GB"/>
        </w:rPr>
        <w:t>i</w:t>
      </w:r>
      <w:proofErr w:type="spellEnd"/>
      <w:r>
        <w:rPr>
          <w:lang w:eastAsia="en-GB"/>
        </w:rPr>
        <w:t xml:space="preserve"> + 1),</w:t>
      </w:r>
    </w:p>
    <w:p w14:paraId="4CC00DF7" w14:textId="77777777" w:rsidR="006E1068" w:rsidRDefault="006E1068" w:rsidP="006E1068">
      <w:pPr>
        <w:pStyle w:val="Code"/>
        <w:rPr>
          <w:lang w:eastAsia="en-GB"/>
        </w:rPr>
      </w:pPr>
      <w:r>
        <w:rPr>
          <w:lang w:eastAsia="en-GB"/>
        </w:rPr>
        <w:t xml:space="preserve">5   ~             None =&gt; </w:t>
      </w:r>
      <w:proofErr w:type="spellStart"/>
      <w:r>
        <w:rPr>
          <w:lang w:eastAsia="en-GB"/>
        </w:rPr>
        <w:t>todo</w:t>
      </w:r>
      <w:proofErr w:type="spellEnd"/>
      <w:r>
        <w:rPr>
          <w:lang w:eastAsia="en-GB"/>
        </w:rPr>
        <w:t>!(),</w:t>
      </w:r>
    </w:p>
    <w:p w14:paraId="1DA14EA8" w14:textId="0BD22226" w:rsidR="009C2243" w:rsidRPr="009C2243" w:rsidRDefault="006E1068" w:rsidP="006E1068">
      <w:pPr>
        <w:pStyle w:val="Code"/>
        <w:rPr>
          <w:lang w:eastAsia="en-GB"/>
        </w:rPr>
      </w:pPr>
      <w:r>
        <w:rPr>
          <w:lang w:eastAsia="en-GB"/>
        </w:rPr>
        <w:t xml:space="preserve">    |</w:t>
      </w:r>
    </w:p>
    <w:p w14:paraId="50533D06" w14:textId="69C63EFF" w:rsidR="009C2243" w:rsidRPr="009C2243" w:rsidRDefault="009C2243" w:rsidP="009C2243">
      <w:pPr>
        <w:pStyle w:val="Body"/>
        <w:rPr>
          <w:lang w:eastAsia="en-GB"/>
        </w:rPr>
      </w:pPr>
      <w:r w:rsidRPr="009C2243">
        <w:t>Rust knows that we didn’t cover every possible case</w:t>
      </w:r>
      <w:r w:rsidR="007C7D43">
        <w:t>,</w:t>
      </w:r>
      <w:r w:rsidRPr="009C2243">
        <w:t xml:space="preserve"> and even knows which pattern we forgot! Matches in Rust are </w:t>
      </w:r>
      <w:r w:rsidRPr="00EF44DA">
        <w:rPr>
          <w:rStyle w:val="Italic"/>
        </w:rPr>
        <w:t>exhaustive</w:t>
      </w:r>
      <w:r w:rsidRPr="009C2243">
        <w:t xml:space="preserve">: we must exhaust every last possibility in order for the code to be valid. Especially in the case of </w:t>
      </w:r>
      <w:r w:rsidRPr="00EF44DA">
        <w:rPr>
          <w:rStyle w:val="Literal"/>
        </w:rPr>
        <w:t>Option&lt;T&gt;</w:t>
      </w:r>
      <w:r w:rsidRPr="009C2243">
        <w:t xml:space="preserve">, when Rust prevents us from forgetting to explicitly handle the </w:t>
      </w:r>
      <w:r w:rsidRPr="00EF44DA">
        <w:rPr>
          <w:rStyle w:val="Literal"/>
        </w:rPr>
        <w:t>None</w:t>
      </w:r>
      <w:r w:rsidRPr="009C2243">
        <w:rPr>
          <w:lang w:eastAsia="en-GB"/>
        </w:rPr>
        <w:t xml:space="preserve"> case, it protects us from assuming that we have a value when we might</w:t>
      </w:r>
      <w:r>
        <w:rPr>
          <w:lang w:eastAsia="en-GB"/>
        </w:rPr>
        <w:t xml:space="preserve"> </w:t>
      </w:r>
      <w:r w:rsidRPr="009C2243">
        <w:rPr>
          <w:lang w:eastAsia="en-GB"/>
        </w:rPr>
        <w:t>have null, thus making the billion-dollar mistake discussed earlier impossible.</w:t>
      </w:r>
      <w:r w:rsidR="003324D7">
        <w:rPr>
          <w:lang w:eastAsia="en-GB"/>
        </w:rPr>
        <w:fldChar w:fldCharType="begin"/>
      </w:r>
      <w:r w:rsidR="003324D7">
        <w:instrText xml:space="preserve"> XE "match expression:exhaustiveness of end</w:instrText>
      </w:r>
      <w:r w:rsidR="003324D7" w:rsidRPr="00AC00B2">
        <w:instrText>Range</w:instrText>
      </w:r>
      <w:r w:rsidR="003324D7">
        <w:instrText xml:space="preserve">" </w:instrText>
      </w:r>
      <w:r w:rsidR="003324D7">
        <w:rPr>
          <w:lang w:eastAsia="en-GB"/>
        </w:rPr>
        <w:fldChar w:fldCharType="end"/>
      </w:r>
    </w:p>
    <w:bookmarkStart w:id="15" w:name="catch-all-patterns-and-the-`_`-placehold"/>
    <w:bookmarkStart w:id="16" w:name="_Toc111491340"/>
    <w:bookmarkEnd w:id="15"/>
    <w:p w14:paraId="2458FFA6" w14:textId="6688A8AD" w:rsidR="009C2243" w:rsidRPr="009C2243" w:rsidRDefault="00ED3AB8" w:rsidP="006466BF">
      <w:pPr>
        <w:pStyle w:val="HeadB"/>
        <w:rPr>
          <w:lang w:eastAsia="en-GB"/>
        </w:rPr>
      </w:pPr>
      <w:r>
        <w:rPr>
          <w:lang w:eastAsia="en-GB"/>
        </w:rPr>
        <w:fldChar w:fldCharType="begin"/>
      </w:r>
      <w:r>
        <w:instrText xml:space="preserve"> XE "_ (underscore):as a catch-all pattern </w:instrText>
      </w:r>
      <w:r w:rsidRPr="00AC00B2">
        <w:instrText>startRange</w:instrText>
      </w:r>
      <w:r>
        <w:instrText xml:space="preserve">" </w:instrText>
      </w:r>
      <w:r>
        <w:rPr>
          <w:lang w:eastAsia="en-GB"/>
        </w:rPr>
        <w:fldChar w:fldCharType="end"/>
      </w:r>
      <w:r>
        <w:rPr>
          <w:lang w:eastAsia="en-GB"/>
        </w:rPr>
        <w:fldChar w:fldCharType="begin"/>
      </w:r>
      <w:r>
        <w:instrText xml:space="preserve"> XE "underscore (_):as a catch-all pattern </w:instrText>
      </w:r>
      <w:r w:rsidRPr="00AC00B2">
        <w:instrText>startRange</w:instrText>
      </w:r>
      <w:r>
        <w:instrText xml:space="preserve">" </w:instrText>
      </w:r>
      <w:r>
        <w:rPr>
          <w:lang w:eastAsia="en-GB"/>
        </w:rPr>
        <w:fldChar w:fldCharType="end"/>
      </w:r>
      <w:r w:rsidR="009C2243" w:rsidRPr="00EF44DA">
        <w:t>Catch-all Patterns and the _</w:t>
      </w:r>
      <w:r w:rsidR="009C2243" w:rsidRPr="009C2243">
        <w:rPr>
          <w:lang w:eastAsia="en-GB"/>
        </w:rPr>
        <w:t xml:space="preserve"> Placeholder</w:t>
      </w:r>
      <w:bookmarkEnd w:id="16"/>
    </w:p>
    <w:p w14:paraId="05544F70" w14:textId="5F4EA1E8" w:rsidR="009C2243" w:rsidRPr="009C2243" w:rsidRDefault="009C2243" w:rsidP="009C2243">
      <w:pPr>
        <w:pStyle w:val="Body"/>
        <w:rPr>
          <w:lang w:eastAsia="en-GB"/>
        </w:rPr>
      </w:pPr>
      <w:r w:rsidRPr="009C2243">
        <w:t xml:space="preserve">Using enums, we can also take special actions for a few particular values, but for all other values take one default action. Imagine we’re implementing a game where, if you roll a 3 on a dice roll, your player doesn’t move, but instead gets a new fancy hat. If you roll a 7, your player loses a fancy hat. For all other values, your player moves that number of spaces on the game board. Here’s a </w:t>
      </w:r>
      <w:r w:rsidRPr="00EF44DA">
        <w:rPr>
          <w:rStyle w:val="Literal"/>
        </w:rPr>
        <w:t>match</w:t>
      </w:r>
      <w:r w:rsidRPr="009C2243">
        <w:rPr>
          <w:lang w:eastAsia="en-GB"/>
        </w:rPr>
        <w:t xml:space="preserve"> that implements that logic, with the result of the dice roll</w:t>
      </w:r>
      <w:r>
        <w:rPr>
          <w:lang w:eastAsia="en-GB"/>
        </w:rPr>
        <w:t xml:space="preserve"> </w:t>
      </w:r>
      <w:r w:rsidRPr="009C2243">
        <w:rPr>
          <w:lang w:eastAsia="en-GB"/>
        </w:rPr>
        <w:t>hardcoded rather than a random value, and all other logic represented by</w:t>
      </w:r>
      <w:r>
        <w:rPr>
          <w:lang w:eastAsia="en-GB"/>
        </w:rPr>
        <w:t xml:space="preserve"> </w:t>
      </w:r>
      <w:r w:rsidRPr="009C2243">
        <w:rPr>
          <w:lang w:eastAsia="en-GB"/>
        </w:rPr>
        <w:t>functions without bodies because actually implementing them is out of scope for</w:t>
      </w:r>
      <w:r>
        <w:rPr>
          <w:lang w:eastAsia="en-GB"/>
        </w:rPr>
        <w:t xml:space="preserve"> </w:t>
      </w:r>
      <w:r w:rsidRPr="009C2243">
        <w:rPr>
          <w:lang w:eastAsia="en-GB"/>
        </w:rPr>
        <w:t>this example:</w:t>
      </w:r>
    </w:p>
    <w:p w14:paraId="0E781DC9" w14:textId="77777777" w:rsidR="009C2243" w:rsidRPr="009C2243" w:rsidRDefault="009C2243" w:rsidP="009C2243">
      <w:pPr>
        <w:pStyle w:val="Code"/>
        <w:rPr>
          <w:lang w:eastAsia="en-GB"/>
        </w:rPr>
      </w:pPr>
      <w:r w:rsidRPr="009C2243">
        <w:rPr>
          <w:lang w:eastAsia="en-GB"/>
        </w:rPr>
        <w:t xml:space="preserve">let </w:t>
      </w:r>
      <w:proofErr w:type="spellStart"/>
      <w:r w:rsidRPr="009C2243">
        <w:rPr>
          <w:lang w:eastAsia="en-GB"/>
        </w:rPr>
        <w:t>dice_roll</w:t>
      </w:r>
      <w:proofErr w:type="spellEnd"/>
      <w:r w:rsidRPr="009C2243">
        <w:rPr>
          <w:lang w:eastAsia="en-GB"/>
        </w:rPr>
        <w:t xml:space="preserve"> = 9;</w:t>
      </w:r>
    </w:p>
    <w:p w14:paraId="311B4DEF" w14:textId="77777777" w:rsidR="009C2243" w:rsidRPr="009C2243" w:rsidRDefault="009C2243" w:rsidP="009C2243">
      <w:pPr>
        <w:pStyle w:val="Code"/>
        <w:rPr>
          <w:lang w:eastAsia="en-GB"/>
        </w:rPr>
      </w:pPr>
      <w:r w:rsidRPr="009C2243">
        <w:rPr>
          <w:lang w:eastAsia="en-GB"/>
        </w:rPr>
        <w:t xml:space="preserve">match </w:t>
      </w:r>
      <w:proofErr w:type="spellStart"/>
      <w:r w:rsidRPr="009C2243">
        <w:rPr>
          <w:lang w:eastAsia="en-GB"/>
        </w:rPr>
        <w:t>dice_roll</w:t>
      </w:r>
      <w:proofErr w:type="spellEnd"/>
      <w:r w:rsidRPr="009C2243">
        <w:rPr>
          <w:lang w:eastAsia="en-GB"/>
        </w:rPr>
        <w:t xml:space="preserve"> {</w:t>
      </w:r>
    </w:p>
    <w:p w14:paraId="7F89A037" w14:textId="77777777" w:rsidR="009C2243" w:rsidRPr="009C2243" w:rsidRDefault="009C2243" w:rsidP="009C2243">
      <w:pPr>
        <w:pStyle w:val="Code"/>
        <w:rPr>
          <w:lang w:eastAsia="en-GB"/>
        </w:rPr>
      </w:pPr>
      <w:r w:rsidRPr="009C2243">
        <w:rPr>
          <w:lang w:eastAsia="en-GB"/>
        </w:rPr>
        <w:t xml:space="preserve">    3 =&gt; </w:t>
      </w:r>
      <w:proofErr w:type="spellStart"/>
      <w:r w:rsidRPr="009C2243">
        <w:rPr>
          <w:lang w:eastAsia="en-GB"/>
        </w:rPr>
        <w:t>add_fancy_hat</w:t>
      </w:r>
      <w:proofErr w:type="spellEnd"/>
      <w:r w:rsidRPr="009C2243">
        <w:rPr>
          <w:lang w:eastAsia="en-GB"/>
        </w:rPr>
        <w:t>(),</w:t>
      </w:r>
    </w:p>
    <w:p w14:paraId="5DD44861" w14:textId="77777777" w:rsidR="009C2243" w:rsidRPr="009C2243" w:rsidRDefault="009C2243" w:rsidP="009C2243">
      <w:pPr>
        <w:pStyle w:val="Code"/>
        <w:rPr>
          <w:lang w:eastAsia="en-GB"/>
        </w:rPr>
      </w:pPr>
      <w:r w:rsidRPr="009C2243">
        <w:rPr>
          <w:lang w:eastAsia="en-GB"/>
        </w:rPr>
        <w:t xml:space="preserve">    7 =&gt; </w:t>
      </w:r>
      <w:proofErr w:type="spellStart"/>
      <w:r w:rsidRPr="009C2243">
        <w:rPr>
          <w:lang w:eastAsia="en-GB"/>
        </w:rPr>
        <w:t>remove_fancy_hat</w:t>
      </w:r>
      <w:proofErr w:type="spellEnd"/>
      <w:r w:rsidRPr="009C2243">
        <w:rPr>
          <w:lang w:eastAsia="en-GB"/>
        </w:rPr>
        <w:t>(),</w:t>
      </w:r>
    </w:p>
    <w:p w14:paraId="33E98862" w14:textId="70C790AA" w:rsidR="009C2243" w:rsidRPr="009C2243" w:rsidRDefault="009C2243" w:rsidP="009C2243">
      <w:pPr>
        <w:pStyle w:val="Code"/>
        <w:rPr>
          <w:lang w:eastAsia="en-GB"/>
        </w:rPr>
      </w:pPr>
      <w:r w:rsidRPr="009C2243">
        <w:rPr>
          <w:lang w:eastAsia="en-GB"/>
        </w:rPr>
        <w:t xml:space="preserve">  </w:t>
      </w:r>
      <w:r w:rsidR="00F161D0" w:rsidRPr="00C43DAE">
        <w:rPr>
          <w:rStyle w:val="CodeAnnotation"/>
        </w:rPr>
        <w:t>1</w:t>
      </w:r>
      <w:r w:rsidRPr="009C2243">
        <w:rPr>
          <w:lang w:eastAsia="en-GB"/>
        </w:rPr>
        <w:t xml:space="preserve"> other =&gt; move_player(other),</w:t>
      </w:r>
    </w:p>
    <w:p w14:paraId="2121D498" w14:textId="77777777" w:rsidR="009C2243" w:rsidRPr="009C2243" w:rsidRDefault="009C2243" w:rsidP="009C2243">
      <w:pPr>
        <w:pStyle w:val="Code"/>
        <w:rPr>
          <w:lang w:eastAsia="en-GB"/>
        </w:rPr>
      </w:pPr>
      <w:r w:rsidRPr="009C2243">
        <w:rPr>
          <w:lang w:eastAsia="en-GB"/>
        </w:rPr>
        <w:t>}</w:t>
      </w:r>
    </w:p>
    <w:p w14:paraId="29E59F84" w14:textId="77777777" w:rsidR="009C2243" w:rsidRPr="009C2243" w:rsidRDefault="009C2243" w:rsidP="009C2243">
      <w:pPr>
        <w:pStyle w:val="Code"/>
        <w:rPr>
          <w:lang w:eastAsia="en-GB"/>
        </w:rPr>
      </w:pPr>
    </w:p>
    <w:p w14:paraId="69254BB0"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w:t>
      </w:r>
      <w:proofErr w:type="spellStart"/>
      <w:r w:rsidRPr="009C2243">
        <w:rPr>
          <w:lang w:eastAsia="en-GB"/>
        </w:rPr>
        <w:t>add_fancy_hat</w:t>
      </w:r>
      <w:proofErr w:type="spellEnd"/>
      <w:r w:rsidRPr="009C2243">
        <w:rPr>
          <w:lang w:eastAsia="en-GB"/>
        </w:rPr>
        <w:t>() {}</w:t>
      </w:r>
    </w:p>
    <w:p w14:paraId="56D59CBE"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w:t>
      </w:r>
      <w:proofErr w:type="spellStart"/>
      <w:r w:rsidRPr="009C2243">
        <w:rPr>
          <w:lang w:eastAsia="en-GB"/>
        </w:rPr>
        <w:t>remove_fancy_hat</w:t>
      </w:r>
      <w:proofErr w:type="spellEnd"/>
      <w:r w:rsidRPr="009C2243">
        <w:rPr>
          <w:lang w:eastAsia="en-GB"/>
        </w:rPr>
        <w:t>() {}</w:t>
      </w:r>
    </w:p>
    <w:p w14:paraId="5BEAFDE3"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move_player(</w:t>
      </w:r>
      <w:proofErr w:type="spellStart"/>
      <w:r w:rsidRPr="009C2243">
        <w:rPr>
          <w:lang w:eastAsia="en-GB"/>
        </w:rPr>
        <w:t>num_spaces</w:t>
      </w:r>
      <w:proofErr w:type="spellEnd"/>
      <w:r w:rsidRPr="009C2243">
        <w:rPr>
          <w:lang w:eastAsia="en-GB"/>
        </w:rPr>
        <w:t>: u8) {}</w:t>
      </w:r>
    </w:p>
    <w:p w14:paraId="611AD7A3" w14:textId="3305CF35" w:rsidR="009C2243" w:rsidRPr="009C2243" w:rsidRDefault="009C2243" w:rsidP="009C2243">
      <w:pPr>
        <w:pStyle w:val="Body"/>
        <w:rPr>
          <w:lang w:eastAsia="en-GB"/>
        </w:rPr>
      </w:pPr>
      <w:r w:rsidRPr="009C2243">
        <w:t xml:space="preserve">For the first two arms, the patterns are the literal values </w:t>
      </w:r>
      <w:r w:rsidRPr="00C43DAE">
        <w:rPr>
          <w:rStyle w:val="Literal"/>
        </w:rPr>
        <w:t>3</w:t>
      </w:r>
      <w:r w:rsidRPr="009C2243">
        <w:t xml:space="preserve"> and </w:t>
      </w:r>
      <w:r w:rsidRPr="00C43DAE">
        <w:rPr>
          <w:rStyle w:val="Literal"/>
        </w:rPr>
        <w:t>7</w:t>
      </w:r>
      <w:r w:rsidRPr="009C2243">
        <w:t xml:space="preserve">. For the last arm that covers every other possible value, the pattern is the variable we’ve chosen to name </w:t>
      </w:r>
      <w:r w:rsidRPr="00EF44DA">
        <w:rPr>
          <w:rStyle w:val="Literal"/>
        </w:rPr>
        <w:t>other</w:t>
      </w:r>
      <w:r w:rsidR="00F161D0">
        <w:t xml:space="preserve"> </w:t>
      </w:r>
      <w:r w:rsidR="00F161D0" w:rsidRPr="00C43DAE">
        <w:rPr>
          <w:rStyle w:val="CodeAnnotation"/>
        </w:rPr>
        <w:t>1</w:t>
      </w:r>
      <w:r w:rsidR="00F161D0">
        <w:t>.</w:t>
      </w:r>
      <w:r w:rsidRPr="009C2243">
        <w:t xml:space="preserve"> The code that runs for the </w:t>
      </w:r>
      <w:r w:rsidRPr="00EF44DA">
        <w:rPr>
          <w:rStyle w:val="Literal"/>
        </w:rPr>
        <w:t>other</w:t>
      </w:r>
      <w:r w:rsidRPr="009C2243">
        <w:t xml:space="preserve"> arm uses the variable by passing it to the </w:t>
      </w:r>
      <w:r w:rsidRPr="00EF44DA">
        <w:rPr>
          <w:rStyle w:val="Literal"/>
        </w:rPr>
        <w:t>move_player</w:t>
      </w:r>
      <w:r w:rsidRPr="009C2243">
        <w:rPr>
          <w:lang w:eastAsia="en-GB"/>
        </w:rPr>
        <w:t xml:space="preserve"> function.</w:t>
      </w:r>
    </w:p>
    <w:p w14:paraId="5DCF70D0" w14:textId="7AB91C05" w:rsidR="009C2243" w:rsidRPr="009C2243" w:rsidRDefault="009C2243" w:rsidP="009C2243">
      <w:pPr>
        <w:pStyle w:val="Body"/>
        <w:rPr>
          <w:lang w:eastAsia="en-GB"/>
        </w:rPr>
      </w:pPr>
      <w:r w:rsidRPr="009C2243">
        <w:rPr>
          <w:lang w:eastAsia="en-GB"/>
        </w:rPr>
        <w:t>This code compiles, even though we haven’t listed all the possible values a</w:t>
      </w:r>
      <w:r>
        <w:rPr>
          <w:lang w:eastAsia="en-GB"/>
        </w:rPr>
        <w:t xml:space="preserve"> </w:t>
      </w:r>
      <w:r w:rsidRPr="00EF44DA">
        <w:rPr>
          <w:rStyle w:val="Literal"/>
        </w:rPr>
        <w:t>u8</w:t>
      </w:r>
      <w:r w:rsidRPr="009C2243">
        <w:t xml:space="preserve"> can have, because the last pattern will match all values not specifically listed. This catch-all pattern meets the requirement that </w:t>
      </w:r>
      <w:r w:rsidRPr="00EF44DA">
        <w:rPr>
          <w:rStyle w:val="Literal"/>
        </w:rPr>
        <w:t>match</w:t>
      </w:r>
      <w:r w:rsidRPr="009C2243">
        <w:rPr>
          <w:lang w:eastAsia="en-GB"/>
        </w:rPr>
        <w:t xml:space="preserve"> must be</w:t>
      </w:r>
      <w:r>
        <w:rPr>
          <w:lang w:eastAsia="en-GB"/>
        </w:rPr>
        <w:t xml:space="preserve"> </w:t>
      </w:r>
      <w:r w:rsidRPr="009C2243">
        <w:rPr>
          <w:lang w:eastAsia="en-GB"/>
        </w:rPr>
        <w:t>exhaustive. Note that we have to put the catch-all arm last because the</w:t>
      </w:r>
      <w:r>
        <w:rPr>
          <w:lang w:eastAsia="en-GB"/>
        </w:rPr>
        <w:t xml:space="preserve"> </w:t>
      </w:r>
      <w:r w:rsidRPr="009C2243">
        <w:rPr>
          <w:lang w:eastAsia="en-GB"/>
        </w:rPr>
        <w:t xml:space="preserve">patterns are evaluated in order. If </w:t>
      </w:r>
      <w:r w:rsidRPr="009C2243">
        <w:rPr>
          <w:lang w:eastAsia="en-GB"/>
        </w:rPr>
        <w:lastRenderedPageBreak/>
        <w:t>we put the catch-all arm earlier, the other</w:t>
      </w:r>
      <w:r>
        <w:rPr>
          <w:lang w:eastAsia="en-GB"/>
        </w:rPr>
        <w:t xml:space="preserve"> </w:t>
      </w:r>
      <w:r w:rsidRPr="009C2243">
        <w:rPr>
          <w:lang w:eastAsia="en-GB"/>
        </w:rPr>
        <w:t>arms would never run, so Rust will warn us if we add arms after a catch-all!</w:t>
      </w:r>
    </w:p>
    <w:p w14:paraId="7A27CB47" w14:textId="7CFD3904" w:rsidR="009C2243" w:rsidRPr="009C2243" w:rsidRDefault="009C2243" w:rsidP="009C2243">
      <w:pPr>
        <w:pStyle w:val="Body"/>
        <w:rPr>
          <w:lang w:eastAsia="en-GB"/>
        </w:rPr>
      </w:pPr>
      <w:r w:rsidRPr="009C2243">
        <w:rPr>
          <w:lang w:eastAsia="en-GB"/>
        </w:rPr>
        <w:t>Rust also has a pattern we can use when we want a catch-all but don’t want to</w:t>
      </w:r>
      <w:r>
        <w:rPr>
          <w:lang w:eastAsia="en-GB"/>
        </w:rPr>
        <w:t xml:space="preserve"> </w:t>
      </w:r>
      <w:r w:rsidRPr="00EF44DA">
        <w:rPr>
          <w:rStyle w:val="Italic"/>
        </w:rPr>
        <w:t>use</w:t>
      </w:r>
      <w:r w:rsidRPr="009C2243">
        <w:t xml:space="preserve"> the value in the catch-all pattern: </w:t>
      </w:r>
      <w:r w:rsidRPr="00EF44DA">
        <w:rPr>
          <w:rStyle w:val="Literal"/>
        </w:rPr>
        <w:t>_</w:t>
      </w:r>
      <w:r w:rsidRPr="009C2243">
        <w:rPr>
          <w:lang w:eastAsia="en-GB"/>
        </w:rPr>
        <w:t xml:space="preserve"> is a special pattern that matches</w:t>
      </w:r>
      <w:r>
        <w:rPr>
          <w:lang w:eastAsia="en-GB"/>
        </w:rPr>
        <w:t xml:space="preserve"> </w:t>
      </w:r>
      <w:r w:rsidRPr="009C2243">
        <w:rPr>
          <w:lang w:eastAsia="en-GB"/>
        </w:rPr>
        <w:t>any value and does not bind to that value. This tells Rust we aren’t going to</w:t>
      </w:r>
      <w:r>
        <w:rPr>
          <w:lang w:eastAsia="en-GB"/>
        </w:rPr>
        <w:t xml:space="preserve"> </w:t>
      </w:r>
      <w:r w:rsidRPr="009C2243">
        <w:rPr>
          <w:lang w:eastAsia="en-GB"/>
        </w:rPr>
        <w:t>use the value, so Rust won’t warn us about an unused variable.</w:t>
      </w:r>
    </w:p>
    <w:p w14:paraId="63AE5C53" w14:textId="11DA88A8" w:rsidR="009C2243" w:rsidRPr="009C2243" w:rsidRDefault="009C2243" w:rsidP="009C2243">
      <w:pPr>
        <w:pStyle w:val="Body"/>
        <w:rPr>
          <w:lang w:eastAsia="en-GB"/>
        </w:rPr>
      </w:pPr>
      <w:r w:rsidRPr="009C2243">
        <w:rPr>
          <w:lang w:eastAsia="en-GB"/>
        </w:rPr>
        <w:t>Let’s change the rules of the game: now, if you roll anything other than a 3 or</w:t>
      </w:r>
      <w:r>
        <w:rPr>
          <w:lang w:eastAsia="en-GB"/>
        </w:rPr>
        <w:t xml:space="preserve"> </w:t>
      </w:r>
      <w:r w:rsidRPr="009C2243">
        <w:rPr>
          <w:lang w:eastAsia="en-GB"/>
        </w:rPr>
        <w:t>a 7, you must roll again. We no longer need to use the catch-all value, so we</w:t>
      </w:r>
      <w:r>
        <w:rPr>
          <w:lang w:eastAsia="en-GB"/>
        </w:rPr>
        <w:t xml:space="preserve"> </w:t>
      </w:r>
      <w:r w:rsidRPr="009C2243">
        <w:rPr>
          <w:lang w:eastAsia="en-GB"/>
        </w:rPr>
        <w:t xml:space="preserve">can change our code to use </w:t>
      </w:r>
      <w:r w:rsidRPr="00EF44DA">
        <w:rPr>
          <w:rStyle w:val="Literal"/>
        </w:rPr>
        <w:t>_</w:t>
      </w:r>
      <w:r w:rsidRPr="009C2243">
        <w:t xml:space="preserve"> instead of the variable named </w:t>
      </w:r>
      <w:r w:rsidRPr="00EF44DA">
        <w:rPr>
          <w:rStyle w:val="Literal"/>
        </w:rPr>
        <w:t>other</w:t>
      </w:r>
      <w:r w:rsidRPr="009C2243">
        <w:rPr>
          <w:lang w:eastAsia="en-GB"/>
        </w:rPr>
        <w:t>:</w:t>
      </w:r>
    </w:p>
    <w:p w14:paraId="3318CDF8" w14:textId="77777777" w:rsidR="009C2243" w:rsidRPr="00C43DAE" w:rsidRDefault="009C2243" w:rsidP="009C2243">
      <w:pPr>
        <w:pStyle w:val="Code"/>
        <w:rPr>
          <w:rStyle w:val="LiteralGray"/>
        </w:rPr>
      </w:pPr>
      <w:r w:rsidRPr="00C43DAE">
        <w:rPr>
          <w:rStyle w:val="LiteralGray"/>
        </w:rPr>
        <w:t xml:space="preserve">let </w:t>
      </w:r>
      <w:proofErr w:type="spellStart"/>
      <w:r w:rsidRPr="00C43DAE">
        <w:rPr>
          <w:rStyle w:val="LiteralGray"/>
        </w:rPr>
        <w:t>dice_roll</w:t>
      </w:r>
      <w:proofErr w:type="spellEnd"/>
      <w:r w:rsidRPr="00C43DAE">
        <w:rPr>
          <w:rStyle w:val="LiteralGray"/>
        </w:rPr>
        <w:t xml:space="preserve"> = 9;</w:t>
      </w:r>
    </w:p>
    <w:p w14:paraId="59A2798F" w14:textId="77777777" w:rsidR="009C2243" w:rsidRPr="00C43DAE" w:rsidRDefault="009C2243" w:rsidP="009C2243">
      <w:pPr>
        <w:pStyle w:val="Code"/>
        <w:rPr>
          <w:rStyle w:val="LiteralGray"/>
        </w:rPr>
      </w:pPr>
      <w:r w:rsidRPr="00C43DAE">
        <w:rPr>
          <w:rStyle w:val="LiteralGray"/>
        </w:rPr>
        <w:t xml:space="preserve">match </w:t>
      </w:r>
      <w:proofErr w:type="spellStart"/>
      <w:r w:rsidRPr="00C43DAE">
        <w:rPr>
          <w:rStyle w:val="LiteralGray"/>
        </w:rPr>
        <w:t>dice_roll</w:t>
      </w:r>
      <w:proofErr w:type="spellEnd"/>
      <w:r w:rsidRPr="00C43DAE">
        <w:rPr>
          <w:rStyle w:val="LiteralGray"/>
        </w:rPr>
        <w:t xml:space="preserve"> {</w:t>
      </w:r>
    </w:p>
    <w:p w14:paraId="491E5451" w14:textId="77777777" w:rsidR="009C2243" w:rsidRPr="00C43DAE" w:rsidRDefault="009C2243" w:rsidP="009C2243">
      <w:pPr>
        <w:pStyle w:val="Code"/>
        <w:rPr>
          <w:rStyle w:val="LiteralGray"/>
        </w:rPr>
      </w:pPr>
      <w:r w:rsidRPr="00C43DAE">
        <w:rPr>
          <w:rStyle w:val="LiteralGray"/>
        </w:rPr>
        <w:t xml:space="preserve">    3 =&gt; </w:t>
      </w:r>
      <w:proofErr w:type="spellStart"/>
      <w:r w:rsidRPr="00C43DAE">
        <w:rPr>
          <w:rStyle w:val="LiteralGray"/>
        </w:rPr>
        <w:t>add_fancy_hat</w:t>
      </w:r>
      <w:proofErr w:type="spellEnd"/>
      <w:r w:rsidRPr="00C43DAE">
        <w:rPr>
          <w:rStyle w:val="LiteralGray"/>
        </w:rPr>
        <w:t>(),</w:t>
      </w:r>
    </w:p>
    <w:p w14:paraId="2B957A73" w14:textId="77777777" w:rsidR="009C2243" w:rsidRPr="00C43DAE" w:rsidRDefault="009C2243" w:rsidP="009C2243">
      <w:pPr>
        <w:pStyle w:val="Code"/>
        <w:rPr>
          <w:rStyle w:val="LiteralGray"/>
        </w:rPr>
      </w:pPr>
      <w:r w:rsidRPr="00C43DAE">
        <w:rPr>
          <w:rStyle w:val="LiteralGray"/>
        </w:rPr>
        <w:t xml:space="preserve">    7 =&gt; </w:t>
      </w:r>
      <w:proofErr w:type="spellStart"/>
      <w:r w:rsidRPr="00C43DAE">
        <w:rPr>
          <w:rStyle w:val="LiteralGray"/>
        </w:rPr>
        <w:t>remove_fancy_hat</w:t>
      </w:r>
      <w:proofErr w:type="spellEnd"/>
      <w:r w:rsidRPr="00C43DAE">
        <w:rPr>
          <w:rStyle w:val="LiteralGray"/>
        </w:rPr>
        <w:t>(),</w:t>
      </w:r>
    </w:p>
    <w:p w14:paraId="20874B25" w14:textId="77777777" w:rsidR="009C2243" w:rsidRPr="009C2243" w:rsidRDefault="009C2243" w:rsidP="009C2243">
      <w:pPr>
        <w:pStyle w:val="Code"/>
        <w:rPr>
          <w:lang w:eastAsia="en-GB"/>
        </w:rPr>
      </w:pPr>
      <w:r w:rsidRPr="009C2243">
        <w:rPr>
          <w:lang w:eastAsia="en-GB"/>
        </w:rPr>
        <w:t xml:space="preserve">    _ =&gt; reroll(),</w:t>
      </w:r>
    </w:p>
    <w:p w14:paraId="015A9B38" w14:textId="77777777" w:rsidR="009C2243" w:rsidRPr="00C43DAE" w:rsidRDefault="009C2243" w:rsidP="009C2243">
      <w:pPr>
        <w:pStyle w:val="Code"/>
        <w:rPr>
          <w:rStyle w:val="LiteralGray"/>
        </w:rPr>
      </w:pPr>
      <w:r w:rsidRPr="00C43DAE">
        <w:rPr>
          <w:rStyle w:val="LiteralGray"/>
        </w:rPr>
        <w:t>}</w:t>
      </w:r>
    </w:p>
    <w:p w14:paraId="0C015F7B" w14:textId="77777777" w:rsidR="009C2243" w:rsidRPr="00C43DAE" w:rsidRDefault="009C2243" w:rsidP="009C2243">
      <w:pPr>
        <w:pStyle w:val="Code"/>
        <w:rPr>
          <w:rStyle w:val="LiteralGray"/>
        </w:rPr>
      </w:pPr>
    </w:p>
    <w:p w14:paraId="2BB8A4A3" w14:textId="77777777" w:rsidR="009C2243" w:rsidRPr="00C43DAE" w:rsidRDefault="009C2243" w:rsidP="009C2243">
      <w:pPr>
        <w:pStyle w:val="Code"/>
        <w:rPr>
          <w:rStyle w:val="LiteralGray"/>
        </w:rPr>
      </w:pPr>
      <w:proofErr w:type="spellStart"/>
      <w:r w:rsidRPr="00C43DAE">
        <w:rPr>
          <w:rStyle w:val="LiteralGray"/>
        </w:rPr>
        <w:t>fn</w:t>
      </w:r>
      <w:proofErr w:type="spellEnd"/>
      <w:r w:rsidRPr="00C43DAE">
        <w:rPr>
          <w:rStyle w:val="LiteralGray"/>
        </w:rPr>
        <w:t xml:space="preserve"> </w:t>
      </w:r>
      <w:proofErr w:type="spellStart"/>
      <w:r w:rsidRPr="00C43DAE">
        <w:rPr>
          <w:rStyle w:val="LiteralGray"/>
        </w:rPr>
        <w:t>add_fancy_hat</w:t>
      </w:r>
      <w:proofErr w:type="spellEnd"/>
      <w:r w:rsidRPr="00C43DAE">
        <w:rPr>
          <w:rStyle w:val="LiteralGray"/>
        </w:rPr>
        <w:t>() {}</w:t>
      </w:r>
    </w:p>
    <w:p w14:paraId="6590D3F9" w14:textId="77777777" w:rsidR="009C2243" w:rsidRPr="00C43DAE" w:rsidRDefault="009C2243" w:rsidP="009C2243">
      <w:pPr>
        <w:pStyle w:val="Code"/>
        <w:rPr>
          <w:rStyle w:val="LiteralGray"/>
        </w:rPr>
      </w:pPr>
      <w:proofErr w:type="spellStart"/>
      <w:r w:rsidRPr="00C43DAE">
        <w:rPr>
          <w:rStyle w:val="LiteralGray"/>
        </w:rPr>
        <w:t>fn</w:t>
      </w:r>
      <w:proofErr w:type="spellEnd"/>
      <w:r w:rsidRPr="00C43DAE">
        <w:rPr>
          <w:rStyle w:val="LiteralGray"/>
        </w:rPr>
        <w:t xml:space="preserve"> </w:t>
      </w:r>
      <w:proofErr w:type="spellStart"/>
      <w:r w:rsidRPr="00C43DAE">
        <w:rPr>
          <w:rStyle w:val="LiteralGray"/>
        </w:rPr>
        <w:t>remove_fancy_hat</w:t>
      </w:r>
      <w:proofErr w:type="spellEnd"/>
      <w:r w:rsidRPr="00C43DAE">
        <w:rPr>
          <w:rStyle w:val="LiteralGray"/>
        </w:rPr>
        <w:t>() {}</w:t>
      </w:r>
    </w:p>
    <w:p w14:paraId="0020D5FC" w14:textId="77777777" w:rsidR="009C2243" w:rsidRPr="009C2243" w:rsidRDefault="009C2243" w:rsidP="009C2243">
      <w:pPr>
        <w:pStyle w:val="Code"/>
        <w:rPr>
          <w:lang w:eastAsia="en-GB"/>
        </w:rPr>
      </w:pPr>
      <w:proofErr w:type="spellStart"/>
      <w:r w:rsidRPr="009C2243">
        <w:rPr>
          <w:lang w:eastAsia="en-GB"/>
        </w:rPr>
        <w:t>fn</w:t>
      </w:r>
      <w:proofErr w:type="spellEnd"/>
      <w:r w:rsidRPr="009C2243">
        <w:rPr>
          <w:lang w:eastAsia="en-GB"/>
        </w:rPr>
        <w:t xml:space="preserve"> reroll() {}</w:t>
      </w:r>
    </w:p>
    <w:p w14:paraId="06BDCA2A" w14:textId="698CDB7E" w:rsidR="009C2243" w:rsidRPr="009C2243" w:rsidRDefault="009C2243" w:rsidP="00EF44DA">
      <w:pPr>
        <w:pStyle w:val="Body"/>
        <w:rPr>
          <w:lang w:eastAsia="en-GB"/>
        </w:rPr>
      </w:pPr>
      <w:r w:rsidRPr="009C2243">
        <w:rPr>
          <w:lang w:eastAsia="en-GB"/>
        </w:rPr>
        <w:t>This example also meets the exhaustiveness requirement because we’re explicitly</w:t>
      </w:r>
      <w:r>
        <w:rPr>
          <w:lang w:eastAsia="en-GB"/>
        </w:rPr>
        <w:t xml:space="preserve"> </w:t>
      </w:r>
      <w:r w:rsidRPr="009C2243">
        <w:rPr>
          <w:lang w:eastAsia="en-GB"/>
        </w:rPr>
        <w:t>ignoring all other values in the last arm; we haven’t forgotten anything.</w:t>
      </w:r>
    </w:p>
    <w:p w14:paraId="3A0167C7" w14:textId="698B84C7" w:rsidR="009C2243" w:rsidRPr="009C2243" w:rsidRDefault="009C2243" w:rsidP="009C2243">
      <w:pPr>
        <w:pStyle w:val="Body"/>
        <w:rPr>
          <w:lang w:eastAsia="en-GB"/>
        </w:rPr>
      </w:pPr>
      <w:r w:rsidRPr="009C2243">
        <w:t xml:space="preserve">Finally, we’ll change the rules of the game one more time so that nothing else happens on your turn if you roll anything other than a 3 or a 7. We can express that by using the unit value (the empty tuple type we mentioned in </w:t>
      </w:r>
      <w:r w:rsidRPr="0025584D">
        <w:rPr>
          <w:rStyle w:val="Xref"/>
        </w:rPr>
        <w:t>“The Tuple Type”</w:t>
      </w:r>
      <w:r w:rsidRPr="009C2243">
        <w:t xml:space="preserve"> </w:t>
      </w:r>
      <w:r w:rsidR="00047C4F">
        <w:t xml:space="preserve">on </w:t>
      </w:r>
      <w:r w:rsidR="00047C4F" w:rsidRPr="00C43DAE">
        <w:rPr>
          <w:rStyle w:val="Xref"/>
        </w:rPr>
        <w:t>page XX</w:t>
      </w:r>
      <w:r w:rsidRPr="009C2243">
        <w:t xml:space="preserve">) as the code that goes with the </w:t>
      </w:r>
      <w:r w:rsidRPr="00EF44DA">
        <w:rPr>
          <w:rStyle w:val="Literal"/>
        </w:rPr>
        <w:t>_</w:t>
      </w:r>
      <w:r w:rsidRPr="009C2243">
        <w:rPr>
          <w:lang w:eastAsia="en-GB"/>
        </w:rPr>
        <w:t xml:space="preserve"> arm:</w:t>
      </w:r>
    </w:p>
    <w:p w14:paraId="62F72030" w14:textId="77777777" w:rsidR="009C2243" w:rsidRPr="00C43DAE" w:rsidRDefault="009C2243" w:rsidP="009C2243">
      <w:pPr>
        <w:pStyle w:val="Code"/>
        <w:rPr>
          <w:rStyle w:val="LiteralGray"/>
        </w:rPr>
      </w:pPr>
      <w:r w:rsidRPr="00C43DAE">
        <w:rPr>
          <w:rStyle w:val="LiteralGray"/>
        </w:rPr>
        <w:t xml:space="preserve">let </w:t>
      </w:r>
      <w:proofErr w:type="spellStart"/>
      <w:r w:rsidRPr="00C43DAE">
        <w:rPr>
          <w:rStyle w:val="LiteralGray"/>
        </w:rPr>
        <w:t>dice_roll</w:t>
      </w:r>
      <w:proofErr w:type="spellEnd"/>
      <w:r w:rsidRPr="00C43DAE">
        <w:rPr>
          <w:rStyle w:val="LiteralGray"/>
        </w:rPr>
        <w:t xml:space="preserve"> = 9;</w:t>
      </w:r>
    </w:p>
    <w:p w14:paraId="3D9AB95D" w14:textId="77777777" w:rsidR="009C2243" w:rsidRPr="00C43DAE" w:rsidRDefault="009C2243" w:rsidP="009C2243">
      <w:pPr>
        <w:pStyle w:val="Code"/>
        <w:rPr>
          <w:rStyle w:val="LiteralGray"/>
        </w:rPr>
      </w:pPr>
      <w:r w:rsidRPr="00C43DAE">
        <w:rPr>
          <w:rStyle w:val="LiteralGray"/>
        </w:rPr>
        <w:t xml:space="preserve">match </w:t>
      </w:r>
      <w:proofErr w:type="spellStart"/>
      <w:r w:rsidRPr="00C43DAE">
        <w:rPr>
          <w:rStyle w:val="LiteralGray"/>
        </w:rPr>
        <w:t>dice_roll</w:t>
      </w:r>
      <w:proofErr w:type="spellEnd"/>
      <w:r w:rsidRPr="00C43DAE">
        <w:rPr>
          <w:rStyle w:val="LiteralGray"/>
        </w:rPr>
        <w:t xml:space="preserve"> {</w:t>
      </w:r>
    </w:p>
    <w:p w14:paraId="73C5FC26" w14:textId="77777777" w:rsidR="009C2243" w:rsidRPr="00C43DAE" w:rsidRDefault="009C2243" w:rsidP="009C2243">
      <w:pPr>
        <w:pStyle w:val="Code"/>
        <w:rPr>
          <w:rStyle w:val="LiteralGray"/>
        </w:rPr>
      </w:pPr>
      <w:r w:rsidRPr="00C43DAE">
        <w:rPr>
          <w:rStyle w:val="LiteralGray"/>
        </w:rPr>
        <w:t xml:space="preserve">    3 =&gt; </w:t>
      </w:r>
      <w:proofErr w:type="spellStart"/>
      <w:r w:rsidRPr="00C43DAE">
        <w:rPr>
          <w:rStyle w:val="LiteralGray"/>
        </w:rPr>
        <w:t>add_fancy_hat</w:t>
      </w:r>
      <w:proofErr w:type="spellEnd"/>
      <w:r w:rsidRPr="00C43DAE">
        <w:rPr>
          <w:rStyle w:val="LiteralGray"/>
        </w:rPr>
        <w:t>(),</w:t>
      </w:r>
    </w:p>
    <w:p w14:paraId="0D673611" w14:textId="77777777" w:rsidR="009C2243" w:rsidRPr="00C43DAE" w:rsidRDefault="009C2243" w:rsidP="009C2243">
      <w:pPr>
        <w:pStyle w:val="Code"/>
        <w:rPr>
          <w:rStyle w:val="LiteralGray"/>
        </w:rPr>
      </w:pPr>
      <w:r w:rsidRPr="00C43DAE">
        <w:rPr>
          <w:rStyle w:val="LiteralGray"/>
        </w:rPr>
        <w:t xml:space="preserve">    7 =&gt; </w:t>
      </w:r>
      <w:proofErr w:type="spellStart"/>
      <w:r w:rsidRPr="00C43DAE">
        <w:rPr>
          <w:rStyle w:val="LiteralGray"/>
        </w:rPr>
        <w:t>remove_fancy_hat</w:t>
      </w:r>
      <w:proofErr w:type="spellEnd"/>
      <w:r w:rsidRPr="00C43DAE">
        <w:rPr>
          <w:rStyle w:val="LiteralGray"/>
        </w:rPr>
        <w:t>(),</w:t>
      </w:r>
    </w:p>
    <w:p w14:paraId="4B91F22E" w14:textId="77777777" w:rsidR="009C2243" w:rsidRPr="009C2243" w:rsidRDefault="009C2243" w:rsidP="009C2243">
      <w:pPr>
        <w:pStyle w:val="Code"/>
        <w:rPr>
          <w:lang w:eastAsia="en-GB"/>
        </w:rPr>
      </w:pPr>
      <w:r w:rsidRPr="009C2243">
        <w:rPr>
          <w:lang w:eastAsia="en-GB"/>
        </w:rPr>
        <w:t xml:space="preserve">    _ =&gt; (),</w:t>
      </w:r>
    </w:p>
    <w:p w14:paraId="3904BDE8" w14:textId="77777777" w:rsidR="009C2243" w:rsidRPr="00C43DAE" w:rsidRDefault="009C2243" w:rsidP="009C2243">
      <w:pPr>
        <w:pStyle w:val="Code"/>
        <w:rPr>
          <w:rStyle w:val="LiteralGray"/>
        </w:rPr>
      </w:pPr>
      <w:r w:rsidRPr="00C43DAE">
        <w:rPr>
          <w:rStyle w:val="LiteralGray"/>
        </w:rPr>
        <w:t>}</w:t>
      </w:r>
    </w:p>
    <w:p w14:paraId="05F6360A" w14:textId="77777777" w:rsidR="009C2243" w:rsidRPr="00C43DAE" w:rsidRDefault="009C2243" w:rsidP="009C2243">
      <w:pPr>
        <w:pStyle w:val="Code"/>
        <w:rPr>
          <w:rStyle w:val="LiteralGray"/>
        </w:rPr>
      </w:pPr>
    </w:p>
    <w:p w14:paraId="5183DF6B" w14:textId="77777777" w:rsidR="009C2243" w:rsidRPr="00C43DAE" w:rsidRDefault="009C2243" w:rsidP="009C2243">
      <w:pPr>
        <w:pStyle w:val="Code"/>
        <w:rPr>
          <w:rStyle w:val="LiteralGray"/>
        </w:rPr>
      </w:pPr>
      <w:proofErr w:type="spellStart"/>
      <w:r w:rsidRPr="00C43DAE">
        <w:rPr>
          <w:rStyle w:val="LiteralGray"/>
        </w:rPr>
        <w:t>fn</w:t>
      </w:r>
      <w:proofErr w:type="spellEnd"/>
      <w:r w:rsidRPr="00C43DAE">
        <w:rPr>
          <w:rStyle w:val="LiteralGray"/>
        </w:rPr>
        <w:t xml:space="preserve"> </w:t>
      </w:r>
      <w:proofErr w:type="spellStart"/>
      <w:r w:rsidRPr="00C43DAE">
        <w:rPr>
          <w:rStyle w:val="LiteralGray"/>
        </w:rPr>
        <w:t>add_fancy_hat</w:t>
      </w:r>
      <w:proofErr w:type="spellEnd"/>
      <w:r w:rsidRPr="00C43DAE">
        <w:rPr>
          <w:rStyle w:val="LiteralGray"/>
        </w:rPr>
        <w:t>() {}</w:t>
      </w:r>
    </w:p>
    <w:p w14:paraId="4B1EF824" w14:textId="77777777" w:rsidR="009C2243" w:rsidRPr="00C43DAE" w:rsidRDefault="009C2243" w:rsidP="009C2243">
      <w:pPr>
        <w:pStyle w:val="Code"/>
        <w:rPr>
          <w:rStyle w:val="LiteralGray"/>
        </w:rPr>
      </w:pPr>
      <w:proofErr w:type="spellStart"/>
      <w:r w:rsidRPr="00C43DAE">
        <w:rPr>
          <w:rStyle w:val="LiteralGray"/>
        </w:rPr>
        <w:t>fn</w:t>
      </w:r>
      <w:proofErr w:type="spellEnd"/>
      <w:r w:rsidRPr="00C43DAE">
        <w:rPr>
          <w:rStyle w:val="LiteralGray"/>
        </w:rPr>
        <w:t xml:space="preserve"> </w:t>
      </w:r>
      <w:proofErr w:type="spellStart"/>
      <w:r w:rsidRPr="00C43DAE">
        <w:rPr>
          <w:rStyle w:val="LiteralGray"/>
        </w:rPr>
        <w:t>remove_fancy_hat</w:t>
      </w:r>
      <w:proofErr w:type="spellEnd"/>
      <w:r w:rsidRPr="00C43DAE">
        <w:rPr>
          <w:rStyle w:val="LiteralGray"/>
        </w:rPr>
        <w:t>() {}</w:t>
      </w:r>
    </w:p>
    <w:p w14:paraId="7E2268F9" w14:textId="5AE045DC" w:rsidR="009C2243" w:rsidRPr="009C2243" w:rsidRDefault="009C2243" w:rsidP="00EF44DA">
      <w:pPr>
        <w:pStyle w:val="Body"/>
        <w:rPr>
          <w:lang w:eastAsia="en-GB"/>
        </w:rPr>
      </w:pPr>
      <w:r w:rsidRPr="009C2243">
        <w:rPr>
          <w:lang w:eastAsia="en-GB"/>
        </w:rPr>
        <w:t>Here, we’re telling Rust explicitly that we aren’t going to use any other value</w:t>
      </w:r>
      <w:r>
        <w:rPr>
          <w:lang w:eastAsia="en-GB"/>
        </w:rPr>
        <w:t xml:space="preserve"> </w:t>
      </w:r>
      <w:r w:rsidRPr="009C2243">
        <w:rPr>
          <w:lang w:eastAsia="en-GB"/>
        </w:rPr>
        <w:t>that doesn’t match a pattern in an earlier arm, and we don’t want to run any</w:t>
      </w:r>
      <w:r>
        <w:rPr>
          <w:lang w:eastAsia="en-GB"/>
        </w:rPr>
        <w:t xml:space="preserve"> </w:t>
      </w:r>
      <w:r w:rsidRPr="009C2243">
        <w:rPr>
          <w:lang w:eastAsia="en-GB"/>
        </w:rPr>
        <w:t>code in this case.</w:t>
      </w:r>
      <w:r w:rsidR="00BF7341">
        <w:rPr>
          <w:lang w:eastAsia="en-GB"/>
        </w:rPr>
        <w:fldChar w:fldCharType="begin"/>
      </w:r>
      <w:r w:rsidR="00BF7341">
        <w:instrText xml:space="preserve"> XE "_ (underscore):as a catch-all pattern end</w:instrText>
      </w:r>
      <w:r w:rsidR="00BF7341" w:rsidRPr="00AC00B2">
        <w:instrText>Range</w:instrText>
      </w:r>
      <w:r w:rsidR="00BF7341">
        <w:instrText xml:space="preserve">" </w:instrText>
      </w:r>
      <w:r w:rsidR="00BF7341">
        <w:rPr>
          <w:lang w:eastAsia="en-GB"/>
        </w:rPr>
        <w:fldChar w:fldCharType="end"/>
      </w:r>
      <w:r w:rsidR="00BF7341">
        <w:rPr>
          <w:lang w:eastAsia="en-GB"/>
        </w:rPr>
        <w:fldChar w:fldCharType="begin"/>
      </w:r>
      <w:r w:rsidR="00BF7341">
        <w:instrText xml:space="preserve"> XE "underscore (_):as a catch-all pattern end</w:instrText>
      </w:r>
      <w:r w:rsidR="00BF7341" w:rsidRPr="00AC00B2">
        <w:instrText>Range</w:instrText>
      </w:r>
      <w:r w:rsidR="00BF7341">
        <w:instrText xml:space="preserve">" </w:instrText>
      </w:r>
      <w:r w:rsidR="00BF7341">
        <w:rPr>
          <w:lang w:eastAsia="en-GB"/>
        </w:rPr>
        <w:fldChar w:fldCharType="end"/>
      </w:r>
    </w:p>
    <w:p w14:paraId="092207E1" w14:textId="7254128D" w:rsidR="009C2243" w:rsidRPr="009C2243" w:rsidRDefault="009C2243" w:rsidP="009C2243">
      <w:pPr>
        <w:pStyle w:val="Body"/>
        <w:rPr>
          <w:lang w:eastAsia="en-GB"/>
        </w:rPr>
      </w:pPr>
      <w:r w:rsidRPr="009C2243">
        <w:t xml:space="preserve">There’s more about patterns and matching that we’ll cover in </w:t>
      </w:r>
      <w:r w:rsidRPr="007B3420">
        <w:rPr>
          <w:rStyle w:val="Xref"/>
        </w:rPr>
        <w:t>Chapter 18</w:t>
      </w:r>
      <w:r w:rsidRPr="009C2243">
        <w:t xml:space="preserve">. For now, we’re going to move on to the </w:t>
      </w:r>
      <w:r w:rsidRPr="00EF44DA">
        <w:rPr>
          <w:rStyle w:val="Literal"/>
        </w:rPr>
        <w:t>if let</w:t>
      </w:r>
      <w:r w:rsidRPr="009C2243">
        <w:t xml:space="preserve"> syntax, which can be useful in situations where the </w:t>
      </w:r>
      <w:r w:rsidRPr="00EF44DA">
        <w:rPr>
          <w:rStyle w:val="Literal"/>
        </w:rPr>
        <w:t>match</w:t>
      </w:r>
      <w:r w:rsidRPr="009C2243">
        <w:rPr>
          <w:lang w:eastAsia="en-GB"/>
        </w:rPr>
        <w:t xml:space="preserve"> expression is a bit wordy.</w:t>
      </w:r>
      <w:r w:rsidR="00F2310B">
        <w:rPr>
          <w:lang w:eastAsia="en-GB"/>
        </w:rPr>
        <w:fldChar w:fldCharType="begin"/>
      </w:r>
      <w:r w:rsidR="00F2310B">
        <w:instrText xml:space="preserve"> XE "patterns:in match expressions end</w:instrText>
      </w:r>
      <w:r w:rsidR="00F2310B" w:rsidRPr="00AC00B2">
        <w:instrText>Range</w:instrText>
      </w:r>
      <w:r w:rsidR="00F2310B">
        <w:instrText xml:space="preserve">" </w:instrText>
      </w:r>
      <w:r w:rsidR="00F2310B">
        <w:rPr>
          <w:lang w:eastAsia="en-GB"/>
        </w:rPr>
        <w:fldChar w:fldCharType="end"/>
      </w:r>
      <w:r w:rsidR="006032B6">
        <w:rPr>
          <w:lang w:eastAsia="en-GB"/>
        </w:rPr>
        <w:fldChar w:fldCharType="begin"/>
      </w:r>
      <w:r w:rsidR="006032B6">
        <w:instrText xml:space="preserve"> XE "match expression end</w:instrText>
      </w:r>
      <w:r w:rsidR="006032B6" w:rsidRPr="00AC00B2">
        <w:instrText>Range</w:instrText>
      </w:r>
      <w:r w:rsidR="006032B6">
        <w:instrText xml:space="preserve">" </w:instrText>
      </w:r>
      <w:r w:rsidR="006032B6">
        <w:rPr>
          <w:lang w:eastAsia="en-GB"/>
        </w:rPr>
        <w:fldChar w:fldCharType="end"/>
      </w:r>
    </w:p>
    <w:bookmarkStart w:id="17" w:name="concise-control-flow-with-`if-let`"/>
    <w:bookmarkStart w:id="18" w:name="_Toc111491341"/>
    <w:bookmarkEnd w:id="17"/>
    <w:p w14:paraId="7994FA1B" w14:textId="74AE6FDB" w:rsidR="009C2243" w:rsidRPr="00EF44DA" w:rsidRDefault="00494D6D" w:rsidP="00C43DAE">
      <w:pPr>
        <w:pStyle w:val="HeadA"/>
      </w:pPr>
      <w:r>
        <w:rPr>
          <w:lang w:eastAsia="en-GB"/>
        </w:rPr>
        <w:fldChar w:fldCharType="begin"/>
      </w:r>
      <w:r>
        <w:instrText xml:space="preserve"> XE "if let syntax </w:instrText>
      </w:r>
      <w:r w:rsidRPr="00AC00B2">
        <w:instrText>startRange</w:instrText>
      </w:r>
      <w:r>
        <w:instrText xml:space="preserve">" </w:instrText>
      </w:r>
      <w:r>
        <w:rPr>
          <w:lang w:eastAsia="en-GB"/>
        </w:rPr>
        <w:fldChar w:fldCharType="end"/>
      </w:r>
      <w:r>
        <w:rPr>
          <w:lang w:eastAsia="en-GB"/>
        </w:rPr>
        <w:fldChar w:fldCharType="begin"/>
      </w:r>
      <w:r>
        <w:instrText xml:space="preserve"> XE "</w:instrText>
      </w:r>
      <w:r w:rsidR="000C6AA7">
        <w:instrText>patterns:in if let syntax</w:instrText>
      </w:r>
      <w:r>
        <w:instrText xml:space="preserve"> </w:instrText>
      </w:r>
      <w:r w:rsidRPr="00AC00B2">
        <w:instrText>startRange</w:instrText>
      </w:r>
      <w:r>
        <w:instrText xml:space="preserve">" </w:instrText>
      </w:r>
      <w:r>
        <w:rPr>
          <w:lang w:eastAsia="en-GB"/>
        </w:rPr>
        <w:fldChar w:fldCharType="end"/>
      </w:r>
      <w:r w:rsidR="009C2243" w:rsidRPr="00EF44DA">
        <w:t>Concise Control Flow with if let</w:t>
      </w:r>
      <w:bookmarkEnd w:id="18"/>
    </w:p>
    <w:p w14:paraId="634BE6ED" w14:textId="38D59095" w:rsidR="009C2243" w:rsidRPr="009C2243" w:rsidRDefault="009C2243" w:rsidP="009C2243">
      <w:pPr>
        <w:pStyle w:val="Body"/>
        <w:rPr>
          <w:lang w:eastAsia="en-GB"/>
        </w:rPr>
      </w:pPr>
      <w:r w:rsidRPr="009C2243">
        <w:t xml:space="preserve">The </w:t>
      </w:r>
      <w:r w:rsidRPr="00EF44DA">
        <w:rPr>
          <w:rStyle w:val="Literal"/>
        </w:rPr>
        <w:t>if let</w:t>
      </w:r>
      <w:r w:rsidRPr="009C2243">
        <w:t xml:space="preserve"> syntax lets you combine </w:t>
      </w:r>
      <w:r w:rsidRPr="00EF44DA">
        <w:rPr>
          <w:rStyle w:val="Literal"/>
        </w:rPr>
        <w:t>if</w:t>
      </w:r>
      <w:r w:rsidRPr="009C2243">
        <w:t xml:space="preserve"> and </w:t>
      </w:r>
      <w:r w:rsidRPr="00EF44DA">
        <w:rPr>
          <w:rStyle w:val="Literal"/>
        </w:rPr>
        <w:t>let</w:t>
      </w:r>
      <w:r w:rsidRPr="009C2243">
        <w:t xml:space="preserve"> into a less verbose way to handle values that match one pattern while ignoring the rest. Consider the program </w:t>
      </w:r>
      <w:r w:rsidRPr="009C2243">
        <w:lastRenderedPageBreak/>
        <w:t xml:space="preserve">in Listing 6-6 that matches on an </w:t>
      </w:r>
      <w:r w:rsidRPr="00EF44DA">
        <w:rPr>
          <w:rStyle w:val="Literal"/>
        </w:rPr>
        <w:t>Option&lt;u8&gt;</w:t>
      </w:r>
      <w:r w:rsidRPr="009C2243">
        <w:t xml:space="preserve"> value in the </w:t>
      </w:r>
      <w:r w:rsidRPr="00EF44DA">
        <w:rPr>
          <w:rStyle w:val="Literal"/>
        </w:rPr>
        <w:t>config_max</w:t>
      </w:r>
      <w:r w:rsidRPr="009C2243">
        <w:t xml:space="preserve"> variable but only wants to execute code if the value is the </w:t>
      </w:r>
      <w:r w:rsidRPr="00EF44DA">
        <w:rPr>
          <w:rStyle w:val="Literal"/>
        </w:rPr>
        <w:t>Some</w:t>
      </w:r>
      <w:r w:rsidRPr="009C2243">
        <w:rPr>
          <w:lang w:eastAsia="en-GB"/>
        </w:rPr>
        <w:t xml:space="preserve"> variant.</w:t>
      </w:r>
    </w:p>
    <w:p w14:paraId="71E6FB85" w14:textId="77777777" w:rsidR="009C2243" w:rsidRPr="009C2243" w:rsidRDefault="009C2243" w:rsidP="00C43DAE">
      <w:pPr>
        <w:pStyle w:val="CodeWide"/>
        <w:rPr>
          <w:lang w:eastAsia="en-GB"/>
        </w:rPr>
      </w:pPr>
      <w:r w:rsidRPr="009C2243">
        <w:rPr>
          <w:lang w:eastAsia="en-GB"/>
        </w:rPr>
        <w:t>let config_max = Some(3u8);</w:t>
      </w:r>
    </w:p>
    <w:p w14:paraId="454C0CF6" w14:textId="77777777" w:rsidR="009C2243" w:rsidRPr="009C2243" w:rsidRDefault="009C2243" w:rsidP="00C43DAE">
      <w:pPr>
        <w:pStyle w:val="CodeWide"/>
        <w:rPr>
          <w:lang w:eastAsia="en-GB"/>
        </w:rPr>
      </w:pPr>
      <w:r w:rsidRPr="009C2243">
        <w:rPr>
          <w:lang w:eastAsia="en-GB"/>
        </w:rPr>
        <w:t>match config_max {</w:t>
      </w:r>
    </w:p>
    <w:p w14:paraId="119A05B9" w14:textId="78149D45" w:rsidR="009C2243" w:rsidRPr="009C2243" w:rsidRDefault="009C2243" w:rsidP="00C43DAE">
      <w:pPr>
        <w:pStyle w:val="CodeWide"/>
        <w:rPr>
          <w:lang w:eastAsia="en-GB"/>
        </w:rPr>
      </w:pPr>
      <w:r w:rsidRPr="009C2243">
        <w:rPr>
          <w:lang w:eastAsia="en-GB"/>
        </w:rPr>
        <w:t xml:space="preserve">    Some(max) =&gt; println!("The maximum is configured to be {</w:t>
      </w:r>
      <w:r w:rsidR="00A00154">
        <w:rPr>
          <w:lang w:eastAsia="en-GB"/>
        </w:rPr>
        <w:t>max</w:t>
      </w:r>
      <w:r w:rsidRPr="009C2243">
        <w:rPr>
          <w:lang w:eastAsia="en-GB"/>
        </w:rPr>
        <w:t>}"),</w:t>
      </w:r>
    </w:p>
    <w:p w14:paraId="5CDA4134" w14:textId="77777777" w:rsidR="009C2243" w:rsidRPr="009C2243" w:rsidRDefault="009C2243" w:rsidP="00C43DAE">
      <w:pPr>
        <w:pStyle w:val="CodeWide"/>
        <w:rPr>
          <w:lang w:eastAsia="en-GB"/>
        </w:rPr>
      </w:pPr>
      <w:r w:rsidRPr="009C2243">
        <w:rPr>
          <w:lang w:eastAsia="en-GB"/>
        </w:rPr>
        <w:t xml:space="preserve">    _ =&gt; (),</w:t>
      </w:r>
    </w:p>
    <w:p w14:paraId="3C044E2B" w14:textId="77777777" w:rsidR="009C2243" w:rsidRPr="009C2243" w:rsidRDefault="009C2243" w:rsidP="00C43DAE">
      <w:pPr>
        <w:pStyle w:val="CodeWide"/>
        <w:rPr>
          <w:lang w:eastAsia="en-GB"/>
        </w:rPr>
      </w:pPr>
      <w:r w:rsidRPr="009C2243">
        <w:rPr>
          <w:lang w:eastAsia="en-GB"/>
        </w:rPr>
        <w:t>}</w:t>
      </w:r>
    </w:p>
    <w:p w14:paraId="0C379F24" w14:textId="403FAAFD" w:rsidR="009C2243" w:rsidRPr="009C2243" w:rsidRDefault="009C2243" w:rsidP="0025584D">
      <w:pPr>
        <w:pStyle w:val="CodeListingCaption"/>
        <w:rPr>
          <w:lang w:eastAsia="en-GB"/>
        </w:rPr>
      </w:pPr>
      <w:r w:rsidRPr="009C2243">
        <w:t xml:space="preserve">A </w:t>
      </w:r>
      <w:r w:rsidRPr="00EF44DA">
        <w:rPr>
          <w:rStyle w:val="Literal"/>
        </w:rPr>
        <w:t>match</w:t>
      </w:r>
      <w:r w:rsidRPr="009C2243">
        <w:t xml:space="preserve"> that only cares about executing code when the value is </w:t>
      </w:r>
      <w:r w:rsidRPr="00EF44DA">
        <w:rPr>
          <w:rStyle w:val="Literal"/>
        </w:rPr>
        <w:t>Some</w:t>
      </w:r>
    </w:p>
    <w:p w14:paraId="4CE0E18C" w14:textId="754925CF" w:rsidR="009C2243" w:rsidRPr="009C2243" w:rsidRDefault="009C2243" w:rsidP="009C2243">
      <w:pPr>
        <w:pStyle w:val="Body"/>
        <w:rPr>
          <w:lang w:eastAsia="en-GB"/>
        </w:rPr>
      </w:pPr>
      <w:r w:rsidRPr="009C2243">
        <w:rPr>
          <w:lang w:eastAsia="en-GB"/>
        </w:rPr>
        <w:t xml:space="preserve">If the value is </w:t>
      </w:r>
      <w:r w:rsidRPr="00EF44DA">
        <w:rPr>
          <w:rStyle w:val="Literal"/>
        </w:rPr>
        <w:t>Some</w:t>
      </w:r>
      <w:r w:rsidRPr="009C2243">
        <w:t xml:space="preserve">, we print out the value in the </w:t>
      </w:r>
      <w:r w:rsidRPr="00EF44DA">
        <w:rPr>
          <w:rStyle w:val="Literal"/>
        </w:rPr>
        <w:t>Some</w:t>
      </w:r>
      <w:r w:rsidRPr="009C2243">
        <w:t xml:space="preserve"> variant by binding the value to the variable </w:t>
      </w:r>
      <w:r w:rsidRPr="00EF44DA">
        <w:rPr>
          <w:rStyle w:val="Literal"/>
        </w:rPr>
        <w:t>max</w:t>
      </w:r>
      <w:r w:rsidRPr="009C2243">
        <w:t xml:space="preserve"> in the pattern. We don’t want to do anything with the </w:t>
      </w:r>
      <w:r w:rsidRPr="00EF44DA">
        <w:rPr>
          <w:rStyle w:val="Literal"/>
        </w:rPr>
        <w:t>None</w:t>
      </w:r>
      <w:r w:rsidRPr="009C2243">
        <w:t xml:space="preserve"> value. To satisfy the </w:t>
      </w:r>
      <w:r w:rsidRPr="00EF44DA">
        <w:rPr>
          <w:rStyle w:val="Literal"/>
        </w:rPr>
        <w:t>match</w:t>
      </w:r>
      <w:r w:rsidRPr="009C2243">
        <w:t xml:space="preserve"> expression, we have to add </w:t>
      </w:r>
      <w:r w:rsidRPr="00EF44DA">
        <w:rPr>
          <w:rStyle w:val="Literal"/>
        </w:rPr>
        <w:t>_ =&gt; ()</w:t>
      </w:r>
      <w:r w:rsidRPr="009C2243">
        <w:rPr>
          <w:lang w:eastAsia="en-GB"/>
        </w:rPr>
        <w:t xml:space="preserve"> after processing just one variant, which is annoying boilerplate code to</w:t>
      </w:r>
      <w:r>
        <w:rPr>
          <w:lang w:eastAsia="en-GB"/>
        </w:rPr>
        <w:t xml:space="preserve"> </w:t>
      </w:r>
      <w:r w:rsidRPr="009C2243">
        <w:rPr>
          <w:lang w:eastAsia="en-GB"/>
        </w:rPr>
        <w:t>add.</w:t>
      </w:r>
    </w:p>
    <w:p w14:paraId="6A399DE9" w14:textId="335DCD56" w:rsidR="009C2243" w:rsidRPr="009C2243" w:rsidRDefault="009C2243" w:rsidP="009C2243">
      <w:pPr>
        <w:pStyle w:val="Body"/>
        <w:rPr>
          <w:lang w:eastAsia="en-GB"/>
        </w:rPr>
      </w:pPr>
      <w:r w:rsidRPr="009C2243">
        <w:rPr>
          <w:lang w:eastAsia="en-GB"/>
        </w:rPr>
        <w:t xml:space="preserve">Instead, we could write this in a shorter way using </w:t>
      </w:r>
      <w:r w:rsidRPr="00EF44DA">
        <w:rPr>
          <w:rStyle w:val="Literal"/>
        </w:rPr>
        <w:t>if let</w:t>
      </w:r>
      <w:r w:rsidRPr="009C2243">
        <w:t xml:space="preserve">. The following code behaves the same as the </w:t>
      </w:r>
      <w:r w:rsidRPr="00EF44DA">
        <w:rPr>
          <w:rStyle w:val="Literal"/>
        </w:rPr>
        <w:t>match</w:t>
      </w:r>
      <w:r w:rsidRPr="009C2243">
        <w:rPr>
          <w:lang w:eastAsia="en-GB"/>
        </w:rPr>
        <w:t xml:space="preserve"> in Listing 6-6:</w:t>
      </w:r>
    </w:p>
    <w:p w14:paraId="3F6BDC9F" w14:textId="77777777" w:rsidR="009C2243" w:rsidRPr="00C43DAE" w:rsidRDefault="009C2243" w:rsidP="009C2243">
      <w:pPr>
        <w:pStyle w:val="Code"/>
        <w:rPr>
          <w:rStyle w:val="LiteralGray"/>
        </w:rPr>
      </w:pPr>
      <w:r w:rsidRPr="00C43DAE">
        <w:rPr>
          <w:rStyle w:val="LiteralGray"/>
        </w:rPr>
        <w:t>let config_max = Some(3u8);</w:t>
      </w:r>
    </w:p>
    <w:p w14:paraId="27FB8599" w14:textId="77777777" w:rsidR="009C2243" w:rsidRPr="009C2243" w:rsidRDefault="009C2243" w:rsidP="009C2243">
      <w:pPr>
        <w:pStyle w:val="Code"/>
        <w:rPr>
          <w:lang w:eastAsia="en-GB"/>
        </w:rPr>
      </w:pPr>
      <w:r w:rsidRPr="009C2243">
        <w:rPr>
          <w:lang w:eastAsia="en-GB"/>
        </w:rPr>
        <w:t>if let Some(max) = config_max {</w:t>
      </w:r>
    </w:p>
    <w:p w14:paraId="7740FD25" w14:textId="49E2545B" w:rsidR="009C2243" w:rsidRPr="00C43DAE" w:rsidRDefault="009C2243" w:rsidP="009C2243">
      <w:pPr>
        <w:pStyle w:val="Code"/>
        <w:rPr>
          <w:rStyle w:val="LiteralGray"/>
        </w:rPr>
      </w:pPr>
      <w:r w:rsidRPr="009C2243">
        <w:rPr>
          <w:lang w:eastAsia="en-GB"/>
        </w:rPr>
        <w:t xml:space="preserve">    </w:t>
      </w:r>
      <w:r w:rsidRPr="00C43DAE">
        <w:rPr>
          <w:rStyle w:val="LiteralGray"/>
        </w:rPr>
        <w:t>println!("The maximum is configured to be {</w:t>
      </w:r>
      <w:r w:rsidR="00A00154">
        <w:rPr>
          <w:rStyle w:val="LiteralGray"/>
        </w:rPr>
        <w:t>max</w:t>
      </w:r>
      <w:r w:rsidRPr="00C43DAE">
        <w:rPr>
          <w:rStyle w:val="LiteralGray"/>
        </w:rPr>
        <w:t>}");</w:t>
      </w:r>
    </w:p>
    <w:p w14:paraId="133C67FC" w14:textId="77777777" w:rsidR="009C2243" w:rsidRPr="009C2243" w:rsidRDefault="009C2243" w:rsidP="009C2243">
      <w:pPr>
        <w:pStyle w:val="Code"/>
        <w:rPr>
          <w:lang w:eastAsia="en-GB"/>
        </w:rPr>
      </w:pPr>
      <w:r w:rsidRPr="009C2243">
        <w:rPr>
          <w:lang w:eastAsia="en-GB"/>
        </w:rPr>
        <w:t>}</w:t>
      </w:r>
    </w:p>
    <w:p w14:paraId="0F6DE59F" w14:textId="3C8CB73C" w:rsidR="009C2243" w:rsidRPr="009C2243" w:rsidRDefault="009C2243" w:rsidP="009C2243">
      <w:pPr>
        <w:pStyle w:val="Body"/>
        <w:rPr>
          <w:lang w:eastAsia="en-GB"/>
        </w:rPr>
      </w:pPr>
      <w:r w:rsidRPr="009C2243">
        <w:t xml:space="preserve">The syntax </w:t>
      </w:r>
      <w:r w:rsidRPr="00EF44DA">
        <w:rPr>
          <w:rStyle w:val="Literal"/>
        </w:rPr>
        <w:t>if let</w:t>
      </w:r>
      <w:r w:rsidRPr="009C2243">
        <w:t xml:space="preserve"> takes a pattern and an expression separated by an equal sign. It works the same way as a </w:t>
      </w:r>
      <w:r w:rsidRPr="00EF44DA">
        <w:rPr>
          <w:rStyle w:val="Literal"/>
        </w:rPr>
        <w:t>match</w:t>
      </w:r>
      <w:r w:rsidRPr="009C2243">
        <w:t xml:space="preserve">, where the expression is given to the </w:t>
      </w:r>
      <w:r w:rsidRPr="00EF44DA">
        <w:rPr>
          <w:rStyle w:val="Literal"/>
        </w:rPr>
        <w:t>match</w:t>
      </w:r>
      <w:r w:rsidRPr="009C2243">
        <w:t xml:space="preserve"> and the pattern is its first arm. In this case, the pattern is </w:t>
      </w:r>
      <w:r w:rsidRPr="00EF44DA">
        <w:rPr>
          <w:rStyle w:val="Literal"/>
        </w:rPr>
        <w:t>Some(max)</w:t>
      </w:r>
      <w:r w:rsidRPr="009C2243">
        <w:t xml:space="preserve">, and the </w:t>
      </w:r>
      <w:r w:rsidRPr="00EF44DA">
        <w:rPr>
          <w:rStyle w:val="Literal"/>
        </w:rPr>
        <w:t>max</w:t>
      </w:r>
      <w:r w:rsidRPr="009C2243">
        <w:t xml:space="preserve"> binds to the value inside the </w:t>
      </w:r>
      <w:r w:rsidRPr="00EF44DA">
        <w:rPr>
          <w:rStyle w:val="Literal"/>
        </w:rPr>
        <w:t>Some</w:t>
      </w:r>
      <w:r w:rsidRPr="009C2243">
        <w:t xml:space="preserve">. We can then use </w:t>
      </w:r>
      <w:r w:rsidRPr="00EF44DA">
        <w:rPr>
          <w:rStyle w:val="Literal"/>
        </w:rPr>
        <w:t>max</w:t>
      </w:r>
      <w:r w:rsidRPr="009C2243">
        <w:t xml:space="preserve"> in the body of the </w:t>
      </w:r>
      <w:r w:rsidRPr="00EF44DA">
        <w:rPr>
          <w:rStyle w:val="Literal"/>
        </w:rPr>
        <w:t>if let</w:t>
      </w:r>
      <w:r w:rsidRPr="009C2243">
        <w:t xml:space="preserve"> block in the same way we used </w:t>
      </w:r>
      <w:r w:rsidRPr="00EF44DA">
        <w:rPr>
          <w:rStyle w:val="Literal"/>
        </w:rPr>
        <w:t>max</w:t>
      </w:r>
      <w:r w:rsidRPr="009C2243">
        <w:t xml:space="preserve"> in the corresponding </w:t>
      </w:r>
      <w:r w:rsidRPr="00EF44DA">
        <w:rPr>
          <w:rStyle w:val="Literal"/>
        </w:rPr>
        <w:t>match</w:t>
      </w:r>
      <w:r w:rsidRPr="009C2243">
        <w:t xml:space="preserve"> arm. The code in the </w:t>
      </w:r>
      <w:r w:rsidRPr="00EF44DA">
        <w:rPr>
          <w:rStyle w:val="Literal"/>
        </w:rPr>
        <w:t>if let</w:t>
      </w:r>
      <w:r w:rsidRPr="009C2243">
        <w:rPr>
          <w:lang w:eastAsia="en-GB"/>
        </w:rPr>
        <w:t xml:space="preserve"> block isn’t run if the</w:t>
      </w:r>
      <w:r>
        <w:rPr>
          <w:lang w:eastAsia="en-GB"/>
        </w:rPr>
        <w:t xml:space="preserve"> </w:t>
      </w:r>
      <w:r w:rsidRPr="009C2243">
        <w:rPr>
          <w:lang w:eastAsia="en-GB"/>
        </w:rPr>
        <w:t>value doesn’t match the pattern.</w:t>
      </w:r>
    </w:p>
    <w:p w14:paraId="060ECBA6" w14:textId="4CC484BB" w:rsidR="009C2243" w:rsidRPr="009C2243" w:rsidRDefault="009C2243" w:rsidP="009C2243">
      <w:pPr>
        <w:pStyle w:val="Body"/>
        <w:rPr>
          <w:lang w:eastAsia="en-GB"/>
        </w:rPr>
      </w:pPr>
      <w:r w:rsidRPr="009C2243">
        <w:rPr>
          <w:lang w:eastAsia="en-GB"/>
        </w:rPr>
        <w:t xml:space="preserve">Using </w:t>
      </w:r>
      <w:r w:rsidRPr="00EF44DA">
        <w:rPr>
          <w:rStyle w:val="Literal"/>
        </w:rPr>
        <w:t>if let</w:t>
      </w:r>
      <w:r w:rsidRPr="009C2243">
        <w:t xml:space="preserve"> means less typing, less indentation, and less boilerplate code. However, you lose the exhaustive checking that </w:t>
      </w:r>
      <w:r w:rsidRPr="00EF44DA">
        <w:rPr>
          <w:rStyle w:val="Literal"/>
        </w:rPr>
        <w:t>match</w:t>
      </w:r>
      <w:r w:rsidRPr="009C2243">
        <w:t xml:space="preserve"> enforces. Choosing between </w:t>
      </w:r>
      <w:r w:rsidRPr="00EF44DA">
        <w:rPr>
          <w:rStyle w:val="Literal"/>
        </w:rPr>
        <w:t>match</w:t>
      </w:r>
      <w:r w:rsidRPr="009C2243">
        <w:t xml:space="preserve"> and </w:t>
      </w:r>
      <w:r w:rsidRPr="00EF44DA">
        <w:rPr>
          <w:rStyle w:val="Literal"/>
        </w:rPr>
        <w:t>if let</w:t>
      </w:r>
      <w:r w:rsidRPr="009C2243">
        <w:rPr>
          <w:lang w:eastAsia="en-GB"/>
        </w:rPr>
        <w:t xml:space="preserve"> depends on what you’re doing in your particular</w:t>
      </w:r>
      <w:r>
        <w:rPr>
          <w:lang w:eastAsia="en-GB"/>
        </w:rPr>
        <w:t xml:space="preserve"> </w:t>
      </w:r>
      <w:r w:rsidRPr="009C2243">
        <w:rPr>
          <w:lang w:eastAsia="en-GB"/>
        </w:rPr>
        <w:t>situation and whether gaining conciseness is an appropriate trade-off for</w:t>
      </w:r>
      <w:r>
        <w:rPr>
          <w:lang w:eastAsia="en-GB"/>
        </w:rPr>
        <w:t xml:space="preserve"> </w:t>
      </w:r>
      <w:r w:rsidRPr="009C2243">
        <w:rPr>
          <w:lang w:eastAsia="en-GB"/>
        </w:rPr>
        <w:t>losing exhaustive checking.</w:t>
      </w:r>
    </w:p>
    <w:p w14:paraId="00A74C57" w14:textId="6497A52C" w:rsidR="009C2243" w:rsidRPr="009C2243" w:rsidRDefault="009C2243" w:rsidP="009C2243">
      <w:pPr>
        <w:pStyle w:val="Body"/>
        <w:rPr>
          <w:lang w:eastAsia="en-GB"/>
        </w:rPr>
      </w:pPr>
      <w:r w:rsidRPr="009C2243">
        <w:rPr>
          <w:lang w:eastAsia="en-GB"/>
        </w:rPr>
        <w:t xml:space="preserve">In other words, you can think of </w:t>
      </w:r>
      <w:r w:rsidRPr="00EF44DA">
        <w:rPr>
          <w:rStyle w:val="Literal"/>
        </w:rPr>
        <w:t>if let</w:t>
      </w:r>
      <w:r w:rsidRPr="009C2243">
        <w:t xml:space="preserve"> as syntax sugar for a </w:t>
      </w:r>
      <w:r w:rsidRPr="00EF44DA">
        <w:rPr>
          <w:rStyle w:val="Literal"/>
        </w:rPr>
        <w:t>match</w:t>
      </w:r>
      <w:r w:rsidRPr="009C2243">
        <w:rPr>
          <w:lang w:eastAsia="en-GB"/>
        </w:rPr>
        <w:t xml:space="preserve"> that</w:t>
      </w:r>
      <w:r>
        <w:rPr>
          <w:lang w:eastAsia="en-GB"/>
        </w:rPr>
        <w:t xml:space="preserve"> </w:t>
      </w:r>
      <w:r w:rsidRPr="009C2243">
        <w:rPr>
          <w:lang w:eastAsia="en-GB"/>
        </w:rPr>
        <w:t>runs code when the value matches one pattern and then ignores all other values.</w:t>
      </w:r>
    </w:p>
    <w:p w14:paraId="2D285F74" w14:textId="1DD0A0B6" w:rsidR="009C2243" w:rsidRPr="009C2243" w:rsidRDefault="009C2243" w:rsidP="009C2243">
      <w:pPr>
        <w:pStyle w:val="Body"/>
        <w:rPr>
          <w:lang w:eastAsia="en-GB"/>
        </w:rPr>
      </w:pPr>
      <w:r w:rsidRPr="009C2243">
        <w:rPr>
          <w:lang w:eastAsia="en-GB"/>
        </w:rPr>
        <w:t xml:space="preserve">We can include an </w:t>
      </w:r>
      <w:r w:rsidRPr="00EF44DA">
        <w:rPr>
          <w:rStyle w:val="Literal"/>
        </w:rPr>
        <w:t>else</w:t>
      </w:r>
      <w:r w:rsidRPr="009C2243">
        <w:t xml:space="preserve"> with an </w:t>
      </w:r>
      <w:r w:rsidRPr="00EF44DA">
        <w:rPr>
          <w:rStyle w:val="Literal"/>
        </w:rPr>
        <w:t>if let</w:t>
      </w:r>
      <w:r w:rsidRPr="009C2243">
        <w:t xml:space="preserve">. The block of code that goes with the </w:t>
      </w:r>
      <w:r w:rsidRPr="00EF44DA">
        <w:rPr>
          <w:rStyle w:val="Literal"/>
        </w:rPr>
        <w:t>else</w:t>
      </w:r>
      <w:r w:rsidRPr="009C2243">
        <w:t xml:space="preserve"> is the same as the block of code that would go with the </w:t>
      </w:r>
      <w:r w:rsidRPr="00EF44DA">
        <w:rPr>
          <w:rStyle w:val="Literal"/>
        </w:rPr>
        <w:t>_</w:t>
      </w:r>
      <w:r w:rsidRPr="009C2243">
        <w:t xml:space="preserve"> case in the </w:t>
      </w:r>
      <w:r w:rsidRPr="00EF44DA">
        <w:rPr>
          <w:rStyle w:val="Literal"/>
        </w:rPr>
        <w:t>match</w:t>
      </w:r>
      <w:r w:rsidRPr="009C2243">
        <w:t xml:space="preserve"> expression that is equivalent to the </w:t>
      </w:r>
      <w:r w:rsidRPr="00EF44DA">
        <w:rPr>
          <w:rStyle w:val="Literal"/>
        </w:rPr>
        <w:t>if let</w:t>
      </w:r>
      <w:r w:rsidRPr="009C2243">
        <w:t xml:space="preserve"> and </w:t>
      </w:r>
      <w:r w:rsidRPr="00EF44DA">
        <w:rPr>
          <w:rStyle w:val="Literal"/>
        </w:rPr>
        <w:t>else</w:t>
      </w:r>
      <w:r w:rsidRPr="009C2243">
        <w:t xml:space="preserve">. Recall the </w:t>
      </w:r>
      <w:r w:rsidRPr="00EF44DA">
        <w:rPr>
          <w:rStyle w:val="Literal"/>
        </w:rPr>
        <w:t>Coin</w:t>
      </w:r>
      <w:r w:rsidRPr="009C2243">
        <w:t xml:space="preserve"> enum definition in Listing 6-4, where the </w:t>
      </w:r>
      <w:r w:rsidRPr="00EF44DA">
        <w:rPr>
          <w:rStyle w:val="Literal"/>
        </w:rPr>
        <w:t>Quarter</w:t>
      </w:r>
      <w:r w:rsidRPr="009C2243">
        <w:t xml:space="preserve"> variant also held a </w:t>
      </w:r>
      <w:r w:rsidRPr="00EF44DA">
        <w:rPr>
          <w:rStyle w:val="Literal"/>
        </w:rPr>
        <w:t>UsState</w:t>
      </w:r>
      <w:r w:rsidRPr="009C2243">
        <w:t xml:space="preserve"> value. If we wanted to count all non-quarter coins we see while also announcing the state of the quarters, we could do that with a </w:t>
      </w:r>
      <w:r w:rsidRPr="00EF44DA">
        <w:rPr>
          <w:rStyle w:val="Literal"/>
        </w:rPr>
        <w:t>match</w:t>
      </w:r>
      <w:r>
        <w:rPr>
          <w:lang w:eastAsia="en-GB"/>
        </w:rPr>
        <w:t xml:space="preserve"> </w:t>
      </w:r>
      <w:r w:rsidRPr="009C2243">
        <w:rPr>
          <w:lang w:eastAsia="en-GB"/>
        </w:rPr>
        <w:t>expression</w:t>
      </w:r>
      <w:r w:rsidR="00047C4F">
        <w:rPr>
          <w:lang w:eastAsia="en-GB"/>
        </w:rPr>
        <w:t>,</w:t>
      </w:r>
      <w:r w:rsidRPr="009C2243">
        <w:rPr>
          <w:lang w:eastAsia="en-GB"/>
        </w:rPr>
        <w:t xml:space="preserve"> like this:</w:t>
      </w:r>
    </w:p>
    <w:p w14:paraId="00E2A150" w14:textId="77777777" w:rsidR="009C2243" w:rsidRPr="009C2243" w:rsidRDefault="009C2243" w:rsidP="00C43DAE">
      <w:pPr>
        <w:pStyle w:val="CodeWide"/>
        <w:rPr>
          <w:lang w:eastAsia="en-GB"/>
        </w:rPr>
      </w:pPr>
      <w:r w:rsidRPr="009C2243">
        <w:rPr>
          <w:lang w:eastAsia="en-GB"/>
        </w:rPr>
        <w:t>let mut count = 0;</w:t>
      </w:r>
    </w:p>
    <w:p w14:paraId="11533393" w14:textId="77777777" w:rsidR="009C2243" w:rsidRPr="009C2243" w:rsidRDefault="009C2243" w:rsidP="00C43DAE">
      <w:pPr>
        <w:pStyle w:val="CodeWide"/>
        <w:rPr>
          <w:lang w:eastAsia="en-GB"/>
        </w:rPr>
      </w:pPr>
      <w:r w:rsidRPr="009C2243">
        <w:rPr>
          <w:lang w:eastAsia="en-GB"/>
        </w:rPr>
        <w:t>match coin {</w:t>
      </w:r>
    </w:p>
    <w:p w14:paraId="3FEE3E65" w14:textId="77777777" w:rsidR="009C2243" w:rsidRPr="009C2243" w:rsidRDefault="009C2243" w:rsidP="00C43DAE">
      <w:pPr>
        <w:pStyle w:val="CodeWide"/>
        <w:rPr>
          <w:lang w:eastAsia="en-GB"/>
        </w:rPr>
      </w:pPr>
      <w:r w:rsidRPr="009C2243">
        <w:rPr>
          <w:lang w:eastAsia="en-GB"/>
        </w:rPr>
        <w:t xml:space="preserve">    Coin::Quarter(state) =&gt; println!("State quarter from {:?}!", state),</w:t>
      </w:r>
    </w:p>
    <w:p w14:paraId="31DC87ED" w14:textId="77777777" w:rsidR="009C2243" w:rsidRPr="009C2243" w:rsidRDefault="009C2243" w:rsidP="00C43DAE">
      <w:pPr>
        <w:pStyle w:val="CodeWide"/>
        <w:rPr>
          <w:lang w:eastAsia="en-GB"/>
        </w:rPr>
      </w:pPr>
      <w:r w:rsidRPr="009C2243">
        <w:rPr>
          <w:lang w:eastAsia="en-GB"/>
        </w:rPr>
        <w:t xml:space="preserve">    _ =&gt; count += 1,</w:t>
      </w:r>
    </w:p>
    <w:p w14:paraId="745763C4" w14:textId="77777777" w:rsidR="009C2243" w:rsidRPr="009C2243" w:rsidRDefault="009C2243" w:rsidP="00C43DAE">
      <w:pPr>
        <w:pStyle w:val="CodeWide"/>
        <w:rPr>
          <w:lang w:eastAsia="en-GB"/>
        </w:rPr>
      </w:pPr>
      <w:r w:rsidRPr="009C2243">
        <w:rPr>
          <w:lang w:eastAsia="en-GB"/>
        </w:rPr>
        <w:t>}</w:t>
      </w:r>
    </w:p>
    <w:p w14:paraId="579B39C8" w14:textId="5D4980D4" w:rsidR="009C2243" w:rsidRPr="009C2243" w:rsidRDefault="009C2243" w:rsidP="009C2243">
      <w:pPr>
        <w:pStyle w:val="Body"/>
        <w:rPr>
          <w:lang w:eastAsia="en-GB"/>
        </w:rPr>
      </w:pPr>
      <w:r w:rsidRPr="009C2243">
        <w:lastRenderedPageBreak/>
        <w:t xml:space="preserve">Or we could use an </w:t>
      </w:r>
      <w:r w:rsidRPr="00EF44DA">
        <w:rPr>
          <w:rStyle w:val="Literal"/>
        </w:rPr>
        <w:t>if let</w:t>
      </w:r>
      <w:r w:rsidRPr="009C2243">
        <w:t xml:space="preserve"> and </w:t>
      </w:r>
      <w:r w:rsidRPr="00EF44DA">
        <w:rPr>
          <w:rStyle w:val="Literal"/>
        </w:rPr>
        <w:t>else</w:t>
      </w:r>
      <w:r w:rsidRPr="009C2243">
        <w:rPr>
          <w:lang w:eastAsia="en-GB"/>
        </w:rPr>
        <w:t xml:space="preserve"> expression</w:t>
      </w:r>
      <w:r w:rsidR="00047C4F">
        <w:rPr>
          <w:lang w:eastAsia="en-GB"/>
        </w:rPr>
        <w:t>,</w:t>
      </w:r>
      <w:r w:rsidRPr="009C2243">
        <w:rPr>
          <w:lang w:eastAsia="en-GB"/>
        </w:rPr>
        <w:t xml:space="preserve"> like this:</w:t>
      </w:r>
    </w:p>
    <w:p w14:paraId="790496ED" w14:textId="77777777" w:rsidR="009C2243" w:rsidRPr="00C43DAE" w:rsidRDefault="009C2243" w:rsidP="009C2243">
      <w:pPr>
        <w:pStyle w:val="Code"/>
        <w:rPr>
          <w:rStyle w:val="LiteralGray"/>
        </w:rPr>
      </w:pPr>
      <w:r w:rsidRPr="00C43DAE">
        <w:rPr>
          <w:rStyle w:val="LiteralGray"/>
        </w:rPr>
        <w:t>let mut count = 0;</w:t>
      </w:r>
    </w:p>
    <w:p w14:paraId="401F0A2B" w14:textId="77777777" w:rsidR="009C2243" w:rsidRPr="009C2243" w:rsidRDefault="009C2243" w:rsidP="009C2243">
      <w:pPr>
        <w:pStyle w:val="Code"/>
        <w:rPr>
          <w:lang w:eastAsia="en-GB"/>
        </w:rPr>
      </w:pPr>
      <w:r w:rsidRPr="009C2243">
        <w:rPr>
          <w:lang w:eastAsia="en-GB"/>
        </w:rPr>
        <w:t>if let Coin::Quarter(state) = coin {</w:t>
      </w:r>
    </w:p>
    <w:p w14:paraId="01D5E812" w14:textId="77777777" w:rsidR="009C2243" w:rsidRPr="00C43DAE" w:rsidRDefault="009C2243" w:rsidP="009C2243">
      <w:pPr>
        <w:pStyle w:val="Code"/>
        <w:rPr>
          <w:rStyle w:val="LiteralGray"/>
        </w:rPr>
      </w:pPr>
      <w:r w:rsidRPr="009C2243">
        <w:rPr>
          <w:lang w:eastAsia="en-GB"/>
        </w:rPr>
        <w:t xml:space="preserve">    </w:t>
      </w:r>
      <w:r w:rsidRPr="00C43DAE">
        <w:rPr>
          <w:rStyle w:val="LiteralGray"/>
        </w:rPr>
        <w:t>println!("State quarter from {:?}!", state);</w:t>
      </w:r>
    </w:p>
    <w:p w14:paraId="0634A2DB" w14:textId="77777777" w:rsidR="009C2243" w:rsidRPr="009C2243" w:rsidRDefault="009C2243" w:rsidP="009C2243">
      <w:pPr>
        <w:pStyle w:val="Code"/>
        <w:rPr>
          <w:lang w:eastAsia="en-GB"/>
        </w:rPr>
      </w:pPr>
      <w:r w:rsidRPr="009C2243">
        <w:rPr>
          <w:lang w:eastAsia="en-GB"/>
        </w:rPr>
        <w:t>} else {</w:t>
      </w:r>
    </w:p>
    <w:p w14:paraId="2C585466" w14:textId="77777777" w:rsidR="009C2243" w:rsidRPr="00C43DAE" w:rsidRDefault="009C2243" w:rsidP="009C2243">
      <w:pPr>
        <w:pStyle w:val="Code"/>
        <w:rPr>
          <w:rStyle w:val="LiteralGray"/>
        </w:rPr>
      </w:pPr>
      <w:r w:rsidRPr="009C2243">
        <w:rPr>
          <w:lang w:eastAsia="en-GB"/>
        </w:rPr>
        <w:t xml:space="preserve">    </w:t>
      </w:r>
      <w:r w:rsidRPr="00C43DAE">
        <w:rPr>
          <w:rStyle w:val="LiteralGray"/>
        </w:rPr>
        <w:t>count += 1;</w:t>
      </w:r>
    </w:p>
    <w:p w14:paraId="53AA974C" w14:textId="77777777" w:rsidR="009C2243" w:rsidRPr="009C2243" w:rsidRDefault="009C2243" w:rsidP="009C2243">
      <w:pPr>
        <w:pStyle w:val="Code"/>
        <w:rPr>
          <w:lang w:eastAsia="en-GB"/>
        </w:rPr>
      </w:pPr>
      <w:r w:rsidRPr="009C2243">
        <w:rPr>
          <w:lang w:eastAsia="en-GB"/>
        </w:rPr>
        <w:t>}</w:t>
      </w:r>
    </w:p>
    <w:p w14:paraId="527B2FCA" w14:textId="1F1E29C7" w:rsidR="009C2243" w:rsidRPr="009C2243" w:rsidRDefault="009C2243" w:rsidP="009C2243">
      <w:pPr>
        <w:pStyle w:val="Body"/>
        <w:rPr>
          <w:lang w:eastAsia="en-GB"/>
        </w:rPr>
      </w:pPr>
      <w:r w:rsidRPr="009C2243">
        <w:t xml:space="preserve">If you have a situation in which your program has logic that is too verbose to express using a </w:t>
      </w:r>
      <w:r w:rsidRPr="00EF44DA">
        <w:rPr>
          <w:rStyle w:val="Literal"/>
        </w:rPr>
        <w:t>match</w:t>
      </w:r>
      <w:r w:rsidRPr="009C2243">
        <w:t xml:space="preserve">, remember that </w:t>
      </w:r>
      <w:r w:rsidRPr="00EF44DA">
        <w:rPr>
          <w:rStyle w:val="Literal"/>
        </w:rPr>
        <w:t>if let</w:t>
      </w:r>
      <w:r w:rsidRPr="009C2243">
        <w:rPr>
          <w:lang w:eastAsia="en-GB"/>
        </w:rPr>
        <w:t xml:space="preserve"> is in your Rust toolbox as well.</w:t>
      </w:r>
      <w:r w:rsidR="00D442DC">
        <w:rPr>
          <w:lang w:eastAsia="en-GB"/>
        </w:rPr>
        <w:fldChar w:fldCharType="begin"/>
      </w:r>
      <w:r w:rsidR="00D442DC">
        <w:instrText xml:space="preserve"> XE "if let syntax end</w:instrText>
      </w:r>
      <w:r w:rsidR="00D442DC" w:rsidRPr="00AC00B2">
        <w:instrText>Range</w:instrText>
      </w:r>
      <w:r w:rsidR="00D442DC">
        <w:instrText xml:space="preserve">" </w:instrText>
      </w:r>
      <w:r w:rsidR="00D442DC">
        <w:rPr>
          <w:lang w:eastAsia="en-GB"/>
        </w:rPr>
        <w:fldChar w:fldCharType="end"/>
      </w:r>
      <w:r w:rsidR="00D442DC">
        <w:rPr>
          <w:lang w:eastAsia="en-GB"/>
        </w:rPr>
        <w:fldChar w:fldCharType="begin"/>
      </w:r>
      <w:r w:rsidR="00D442DC">
        <w:instrText xml:space="preserve"> XE "patterns:in if let syntax end</w:instrText>
      </w:r>
      <w:r w:rsidR="00D442DC" w:rsidRPr="00AC00B2">
        <w:instrText>Range</w:instrText>
      </w:r>
      <w:r w:rsidR="00D442DC">
        <w:instrText xml:space="preserve">" </w:instrText>
      </w:r>
      <w:r w:rsidR="00D442DC">
        <w:rPr>
          <w:lang w:eastAsia="en-GB"/>
        </w:rPr>
        <w:fldChar w:fldCharType="end"/>
      </w:r>
    </w:p>
    <w:p w14:paraId="5AE52D33" w14:textId="77777777" w:rsidR="009C2243" w:rsidRPr="009C2243" w:rsidRDefault="009C2243" w:rsidP="009C2243">
      <w:pPr>
        <w:pStyle w:val="HeadA"/>
        <w:rPr>
          <w:lang w:eastAsia="en-GB"/>
        </w:rPr>
      </w:pPr>
      <w:bookmarkStart w:id="19" w:name="summary"/>
      <w:bookmarkStart w:id="20" w:name="_Toc111491342"/>
      <w:bookmarkEnd w:id="19"/>
      <w:r w:rsidRPr="009C2243">
        <w:rPr>
          <w:lang w:eastAsia="en-GB"/>
        </w:rPr>
        <w:t>Summary</w:t>
      </w:r>
      <w:bookmarkEnd w:id="20"/>
    </w:p>
    <w:p w14:paraId="2503EF0C" w14:textId="13799D2A" w:rsidR="009C2243" w:rsidRPr="009C2243" w:rsidRDefault="009C2243" w:rsidP="009C2243">
      <w:pPr>
        <w:pStyle w:val="Body"/>
        <w:rPr>
          <w:lang w:eastAsia="en-GB"/>
        </w:rPr>
      </w:pPr>
      <w:r w:rsidRPr="009C2243">
        <w:t xml:space="preserve">We’ve now covered how to use enums to create custom types that can be one of a set of enumerated values. We’ve shown how the standard library’s </w:t>
      </w:r>
      <w:r w:rsidRPr="00EF44DA">
        <w:rPr>
          <w:rStyle w:val="Literal"/>
        </w:rPr>
        <w:t>Option&lt;T&gt;</w:t>
      </w:r>
      <w:r w:rsidRPr="009C2243">
        <w:t xml:space="preserve"> type helps you use the type system to prevent errors. When enum values have data inside them, you can use </w:t>
      </w:r>
      <w:r w:rsidRPr="00EF44DA">
        <w:rPr>
          <w:rStyle w:val="Literal"/>
        </w:rPr>
        <w:t>match</w:t>
      </w:r>
      <w:r w:rsidRPr="009C2243">
        <w:t xml:space="preserve"> or </w:t>
      </w:r>
      <w:r w:rsidRPr="00EF44DA">
        <w:rPr>
          <w:rStyle w:val="Literal"/>
        </w:rPr>
        <w:t>if let</w:t>
      </w:r>
      <w:r w:rsidRPr="009C2243">
        <w:rPr>
          <w:lang w:eastAsia="en-GB"/>
        </w:rPr>
        <w:t xml:space="preserve"> to extract and use those</w:t>
      </w:r>
      <w:r>
        <w:rPr>
          <w:lang w:eastAsia="en-GB"/>
        </w:rPr>
        <w:t xml:space="preserve"> </w:t>
      </w:r>
      <w:r w:rsidRPr="009C2243">
        <w:rPr>
          <w:lang w:eastAsia="en-GB"/>
        </w:rPr>
        <w:t>values, depending on how many cases you need to handle.</w:t>
      </w:r>
    </w:p>
    <w:p w14:paraId="22F659F5" w14:textId="0ACAFD4E" w:rsidR="009C2243" w:rsidRPr="009C2243" w:rsidRDefault="009C2243" w:rsidP="00EF44DA">
      <w:pPr>
        <w:pStyle w:val="Body"/>
        <w:rPr>
          <w:lang w:eastAsia="en-GB"/>
        </w:rPr>
      </w:pPr>
      <w:r w:rsidRPr="009C2243">
        <w:rPr>
          <w:lang w:eastAsia="en-GB"/>
        </w:rPr>
        <w:t>Your Rust programs can now express concepts in your domain using structs and</w:t>
      </w:r>
      <w:r>
        <w:rPr>
          <w:lang w:eastAsia="en-GB"/>
        </w:rPr>
        <w:t xml:space="preserve"> </w:t>
      </w:r>
      <w:r w:rsidRPr="009C2243">
        <w:rPr>
          <w:lang w:eastAsia="en-GB"/>
        </w:rPr>
        <w:t>enums. Creating custom types to use in your API ensures type safety: the</w:t>
      </w:r>
      <w:r>
        <w:rPr>
          <w:lang w:eastAsia="en-GB"/>
        </w:rPr>
        <w:t xml:space="preserve"> </w:t>
      </w:r>
      <w:r w:rsidRPr="009C2243">
        <w:rPr>
          <w:lang w:eastAsia="en-GB"/>
        </w:rPr>
        <w:t xml:space="preserve">compiler will make certain your functions </w:t>
      </w:r>
      <w:r w:rsidR="003A5E1C">
        <w:rPr>
          <w:lang w:eastAsia="en-GB"/>
        </w:rPr>
        <w:t xml:space="preserve">only </w:t>
      </w:r>
      <w:r w:rsidRPr="009C2243">
        <w:rPr>
          <w:lang w:eastAsia="en-GB"/>
        </w:rPr>
        <w:t>get values of the type each</w:t>
      </w:r>
      <w:r>
        <w:rPr>
          <w:lang w:eastAsia="en-GB"/>
        </w:rPr>
        <w:t xml:space="preserve"> </w:t>
      </w:r>
      <w:r w:rsidRPr="009C2243">
        <w:rPr>
          <w:lang w:eastAsia="en-GB"/>
        </w:rPr>
        <w:t>function expects.</w:t>
      </w:r>
    </w:p>
    <w:p w14:paraId="5FE5C120" w14:textId="7CCDBC2C" w:rsidR="009C2243" w:rsidRPr="009C2243" w:rsidRDefault="009C2243" w:rsidP="00EF44DA">
      <w:pPr>
        <w:pStyle w:val="Body"/>
        <w:rPr>
          <w:lang w:eastAsia="en-GB"/>
        </w:rPr>
      </w:pPr>
      <w:r w:rsidRPr="009C2243">
        <w:rPr>
          <w:lang w:eastAsia="en-GB"/>
        </w:rPr>
        <w:t>In order to provide a well-organized API to your users that is straightforward</w:t>
      </w:r>
      <w:r>
        <w:rPr>
          <w:lang w:eastAsia="en-GB"/>
        </w:rPr>
        <w:t xml:space="preserve"> </w:t>
      </w:r>
      <w:r w:rsidRPr="009C2243">
        <w:rPr>
          <w:lang w:eastAsia="en-GB"/>
        </w:rPr>
        <w:t>to use and only exposes exactly what your users will need, let’s now turn to</w:t>
      </w:r>
      <w:r>
        <w:rPr>
          <w:lang w:eastAsia="en-GB"/>
        </w:rPr>
        <w:t xml:space="preserve"> </w:t>
      </w:r>
      <w:r w:rsidRPr="009C2243">
        <w:rPr>
          <w:lang w:eastAsia="en-GB"/>
        </w:rPr>
        <w:t>Rust’s modules.</w:t>
      </w:r>
    </w:p>
    <w:sectPr w:rsidR="009C2243" w:rsidRPr="009C2243">
      <w:endnotePr>
        <w:numFmt w:val="decimal"/>
      </w:endnotePr>
      <w:pgSz w:w="10080" w:h="13320"/>
      <w:pgMar w:top="900" w:right="960" w:bottom="90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E1A64" w14:textId="77777777" w:rsidR="00D134AC" w:rsidRDefault="00D134AC" w:rsidP="009E51C3">
      <w:pPr>
        <w:spacing w:after="0" w:line="240" w:lineRule="auto"/>
      </w:pPr>
      <w:r>
        <w:separator/>
      </w:r>
    </w:p>
  </w:endnote>
  <w:endnote w:type="continuationSeparator" w:id="0">
    <w:p w14:paraId="2C34B3C6" w14:textId="77777777" w:rsidR="00D134AC" w:rsidRDefault="00D134AC"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MT">
    <w:altName w:val="HGPMinchoE"/>
    <w:panose1 w:val="00000000000000000000"/>
    <w:charset w:val="4D"/>
    <w:family w:val="auto"/>
    <w:notTrueType/>
    <w:pitch w:val="default"/>
    <w:sig w:usb0="00000003" w:usb1="00000000" w:usb2="00000000" w:usb3="00000000" w:csb0="00000001" w:csb1="00000000"/>
  </w:font>
  <w:font w:name="Times Roman">
    <w:altName w:val="Times New Roman"/>
    <w:charset w:val="00"/>
    <w:family w:val="auto"/>
    <w:pitch w:val="variable"/>
    <w:sig w:usb0="E00002FF" w:usb1="5000205A" w:usb2="00000000" w:usb3="00000000" w:csb0="0000019F" w:csb1="00000000"/>
  </w:font>
  <w:font w:name="NewBaskervilleStd-Roman">
    <w:altName w:val="Calibri"/>
    <w:panose1 w:val="00000000000000000000"/>
    <w:charset w:val="4D"/>
    <w:family w:val="auto"/>
    <w:notTrueType/>
    <w:pitch w:val="default"/>
    <w:sig w:usb0="00000003" w:usb1="00000000" w:usb2="00000000" w:usb3="00000000" w:csb0="00000001" w:csb1="00000000"/>
  </w:font>
  <w:font w:name="NewBaskervilleEF-Bold">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auto"/>
    <w:pitch w:val="variable"/>
    <w:sig w:usb0="00000003" w:usb1="00000000" w:usb2="00000000" w:usb3="00000000" w:csb0="00000003" w:csb1="00000000"/>
  </w:font>
  <w:font w:name="TheSansMonoCondensed-Plain">
    <w:altName w:val="Calibri"/>
    <w:charset w:val="4D"/>
    <w:family w:val="auto"/>
    <w:pitch w:val="default"/>
    <w:sig w:usb0="00000003" w:usb1="00000000" w:usb2="00000000" w:usb3="00000000" w:csb0="00000001" w:csb1="00000000"/>
  </w:font>
  <w:font w:name="NewBaskervilleStd-Italic">
    <w:altName w:val="Calibri"/>
    <w:charset w:val="4D"/>
    <w:family w:val="auto"/>
    <w:pitch w:val="default"/>
    <w:sig w:usb0="00000003" w:usb1="00000000" w:usb2="00000000" w:usb3="00000000" w:csb0="00000001" w:csb1="00000000"/>
  </w:font>
  <w:font w:name="TheSansMonoCondensed-Bold">
    <w:altName w:val="Calibri"/>
    <w:charset w:val="00"/>
    <w:family w:val="swiss"/>
    <w:pitch w:val="variable"/>
    <w:sig w:usb0="00000003" w:usb1="00000000" w:usb2="00000000" w:usb3="00000000" w:csb0="00000009" w:csb1="00000000"/>
  </w:font>
  <w:font w:name="TheSansMonoCondensed-Italic">
    <w:altName w:val="Calibri"/>
    <w:panose1 w:val="00000000000000000000"/>
    <w:charset w:val="4D"/>
    <w:family w:val="auto"/>
    <w:notTrueType/>
    <w:pitch w:val="default"/>
    <w:sig w:usb0="00000003" w:usb1="00000000" w:usb2="00000000" w:usb3="00000000" w:csb0="00000001" w:csb1="00000000"/>
  </w:font>
  <w:font w:name="FuturaPT-Bold">
    <w:altName w:val="Century Gothic"/>
    <w:panose1 w:val="00000000000000000000"/>
    <w:charset w:val="4D"/>
    <w:family w:val="auto"/>
    <w:notTrueType/>
    <w:pitch w:val="default"/>
    <w:sig w:usb0="00000003" w:usb1="00000000" w:usb2="00000000" w:usb3="00000000" w:csb0="00000001" w:csb1="00000000"/>
  </w:font>
  <w:font w:name="FuturaPT-Book">
    <w:altName w:val="Century Gothic"/>
    <w:panose1 w:val="00000000000000000000"/>
    <w:charset w:val="4D"/>
    <w:family w:val="auto"/>
    <w:notTrueType/>
    <w:pitch w:val="default"/>
    <w:sig w:usb0="00000003" w:usb1="00000000" w:usb2="00000000" w:usb3="00000000" w:csb0="00000001" w:csb1="00000000"/>
  </w:font>
  <w:font w:name="DogmaOT-Bold">
    <w:altName w:val="Calibri"/>
    <w:panose1 w:val="00000000000000000000"/>
    <w:charset w:val="4D"/>
    <w:family w:val="auto"/>
    <w:notTrueType/>
    <w:pitch w:val="default"/>
    <w:sig w:usb0="00000003" w:usb1="00000000" w:usb2="00000000" w:usb3="00000000" w:csb0="00000001" w:csb1="00000000"/>
  </w:font>
  <w:font w:name="FuturaPT-Heavy">
    <w:altName w:val="Century Gothic"/>
    <w:panose1 w:val="00000000000000000000"/>
    <w:charset w:val="4D"/>
    <w:family w:val="auto"/>
    <w:notTrueType/>
    <w:pitch w:val="default"/>
    <w:sig w:usb0="00000003" w:usb1="00000000" w:usb2="00000000" w:usb3="00000000" w:csb0="00000001" w:csb1="00000000"/>
  </w:font>
  <w:font w:name="Wingdings2">
    <w:altName w:val="Arial"/>
    <w:panose1 w:val="00000000000000000000"/>
    <w:charset w:val="02"/>
    <w:family w:val="auto"/>
    <w:notTrueType/>
    <w:pitch w:val="default"/>
  </w:font>
  <w:font w:name="NewBaskervilleStd-Bold">
    <w:altName w:val="Calibri"/>
    <w:panose1 w:val="00000000000000000000"/>
    <w:charset w:val="4D"/>
    <w:family w:val="auto"/>
    <w:notTrueType/>
    <w:pitch w:val="default"/>
    <w:sig w:usb0="00000003" w:usb1="00000000" w:usb2="00000000" w:usb3="00000000" w:csb0="00000001" w:csb1="00000000"/>
  </w:font>
  <w:font w:name="FuturaPTCond-Bold">
    <w:altName w:val="Century Gothic"/>
    <w:panose1 w:val="00000000000000000000"/>
    <w:charset w:val="4D"/>
    <w:family w:val="auto"/>
    <w:notTrueType/>
    <w:pitch w:val="default"/>
    <w:sig w:usb0="00000003" w:usb1="00000000" w:usb2="00000000" w:usb3="00000000" w:csb0="00000001" w:csb1="00000000"/>
  </w:font>
  <w:font w:name="FuturaPTCond-BoldObl">
    <w:altName w:val="Century Gothic"/>
    <w:panose1 w:val="00000000000000000000"/>
    <w:charset w:val="4D"/>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NewBaskerville">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B38A5" w14:textId="77777777" w:rsidR="00D134AC" w:rsidRDefault="00D134AC" w:rsidP="009E51C3">
      <w:pPr>
        <w:spacing w:after="0" w:line="240" w:lineRule="auto"/>
      </w:pPr>
      <w:r>
        <w:separator/>
      </w:r>
    </w:p>
  </w:footnote>
  <w:footnote w:type="continuationSeparator" w:id="0">
    <w:p w14:paraId="1920446B" w14:textId="77777777" w:rsidR="00D134AC" w:rsidRDefault="00D134AC"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950CB1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7A04F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C30C4A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A46FD9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F864B2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D54252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0E82DC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34AC7B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598B4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1CC5E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5954D9C"/>
    <w:multiLevelType w:val="multilevel"/>
    <w:tmpl w:val="5CA81FA0"/>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829CF"/>
    <w:multiLevelType w:val="multilevel"/>
    <w:tmpl w:val="706E9F88"/>
    <w:numStyleLink w:val="ChapterNumbering"/>
  </w:abstractNum>
  <w:abstractNum w:abstractNumId="21"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2" w15:restartNumberingAfterBreak="0">
    <w:nsid w:val="5B02293F"/>
    <w:multiLevelType w:val="multilevel"/>
    <w:tmpl w:val="0728CC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5"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295794"/>
    <w:multiLevelType w:val="multilevel"/>
    <w:tmpl w:val="706E9F88"/>
    <w:numStyleLink w:val="ChapterNumbering"/>
  </w:abstractNum>
  <w:num w:numId="1" w16cid:durableId="1956061317">
    <w:abstractNumId w:val="13"/>
  </w:num>
  <w:num w:numId="2" w16cid:durableId="1996297089">
    <w:abstractNumId w:val="21"/>
  </w:num>
  <w:num w:numId="3" w16cid:durableId="1997300855">
    <w:abstractNumId w:val="24"/>
  </w:num>
  <w:num w:numId="4" w16cid:durableId="1513832345">
    <w:abstractNumId w:val="17"/>
  </w:num>
  <w:num w:numId="5" w16cid:durableId="708382885">
    <w:abstractNumId w:val="23"/>
  </w:num>
  <w:num w:numId="6" w16cid:durableId="1557743462">
    <w:abstractNumId w:val="16"/>
  </w:num>
  <w:num w:numId="7" w16cid:durableId="1324698336">
    <w:abstractNumId w:val="19"/>
  </w:num>
  <w:num w:numId="8" w16cid:durableId="1568304607">
    <w:abstractNumId w:val="25"/>
  </w:num>
  <w:num w:numId="9" w16cid:durableId="2099060168">
    <w:abstractNumId w:val="18"/>
  </w:num>
  <w:num w:numId="10" w16cid:durableId="811022083">
    <w:abstractNumId w:val="14"/>
  </w:num>
  <w:num w:numId="11" w16cid:durableId="1588462499">
    <w:abstractNumId w:val="11"/>
  </w:num>
  <w:num w:numId="12" w16cid:durableId="579173228">
    <w:abstractNumId w:val="15"/>
  </w:num>
  <w:num w:numId="13" w16cid:durableId="1337734053">
    <w:abstractNumId w:val="26"/>
  </w:num>
  <w:num w:numId="14" w16cid:durableId="265119271">
    <w:abstractNumId w:val="0"/>
  </w:num>
  <w:num w:numId="15" w16cid:durableId="1889536246">
    <w:abstractNumId w:val="20"/>
  </w:num>
  <w:num w:numId="16" w16cid:durableId="1065955757">
    <w:abstractNumId w:val="10"/>
  </w:num>
  <w:num w:numId="17" w16cid:durableId="1549756329">
    <w:abstractNumId w:val="8"/>
  </w:num>
  <w:num w:numId="18" w16cid:durableId="830218176">
    <w:abstractNumId w:val="7"/>
  </w:num>
  <w:num w:numId="19" w16cid:durableId="1131240844">
    <w:abstractNumId w:val="6"/>
  </w:num>
  <w:num w:numId="20" w16cid:durableId="2005427693">
    <w:abstractNumId w:val="5"/>
  </w:num>
  <w:num w:numId="21" w16cid:durableId="2118329546">
    <w:abstractNumId w:val="9"/>
  </w:num>
  <w:num w:numId="22" w16cid:durableId="306592943">
    <w:abstractNumId w:val="4"/>
  </w:num>
  <w:num w:numId="23" w16cid:durableId="2023387278">
    <w:abstractNumId w:val="3"/>
  </w:num>
  <w:num w:numId="24" w16cid:durableId="209073475">
    <w:abstractNumId w:val="2"/>
  </w:num>
  <w:num w:numId="25" w16cid:durableId="2117289540">
    <w:abstractNumId w:val="1"/>
  </w:num>
  <w:num w:numId="26" w16cid:durableId="241988969">
    <w:abstractNumId w:val="12"/>
  </w:num>
  <w:num w:numId="27" w16cid:durableId="472062178">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243"/>
    <w:rsid w:val="0001390B"/>
    <w:rsid w:val="00013A0F"/>
    <w:rsid w:val="00015785"/>
    <w:rsid w:val="000251C2"/>
    <w:rsid w:val="00026A3C"/>
    <w:rsid w:val="00027719"/>
    <w:rsid w:val="00032AFB"/>
    <w:rsid w:val="00035713"/>
    <w:rsid w:val="00044C60"/>
    <w:rsid w:val="00047C4F"/>
    <w:rsid w:val="0005012C"/>
    <w:rsid w:val="00052436"/>
    <w:rsid w:val="00053E72"/>
    <w:rsid w:val="00057F86"/>
    <w:rsid w:val="00060211"/>
    <w:rsid w:val="0006127C"/>
    <w:rsid w:val="000667BA"/>
    <w:rsid w:val="000711B8"/>
    <w:rsid w:val="00071727"/>
    <w:rsid w:val="0007352C"/>
    <w:rsid w:val="0007637D"/>
    <w:rsid w:val="000775C2"/>
    <w:rsid w:val="00077AD8"/>
    <w:rsid w:val="00080824"/>
    <w:rsid w:val="000934C9"/>
    <w:rsid w:val="00093911"/>
    <w:rsid w:val="00094EDE"/>
    <w:rsid w:val="000B0A4A"/>
    <w:rsid w:val="000B6D77"/>
    <w:rsid w:val="000C187B"/>
    <w:rsid w:val="000C3488"/>
    <w:rsid w:val="000C4DBF"/>
    <w:rsid w:val="000C6AA7"/>
    <w:rsid w:val="000E23FE"/>
    <w:rsid w:val="000E291C"/>
    <w:rsid w:val="000E7CB5"/>
    <w:rsid w:val="000F14AB"/>
    <w:rsid w:val="000F70F5"/>
    <w:rsid w:val="000F719F"/>
    <w:rsid w:val="00107966"/>
    <w:rsid w:val="00110424"/>
    <w:rsid w:val="00112E75"/>
    <w:rsid w:val="00113E0A"/>
    <w:rsid w:val="00122DE8"/>
    <w:rsid w:val="00123638"/>
    <w:rsid w:val="00131BCD"/>
    <w:rsid w:val="00133123"/>
    <w:rsid w:val="001435B6"/>
    <w:rsid w:val="00147C28"/>
    <w:rsid w:val="001549E3"/>
    <w:rsid w:val="0015557B"/>
    <w:rsid w:val="0017571A"/>
    <w:rsid w:val="00176833"/>
    <w:rsid w:val="00176BE2"/>
    <w:rsid w:val="001862DB"/>
    <w:rsid w:val="00196CDD"/>
    <w:rsid w:val="001A00A3"/>
    <w:rsid w:val="001A12D4"/>
    <w:rsid w:val="001B4D91"/>
    <w:rsid w:val="001B64F2"/>
    <w:rsid w:val="001B66C5"/>
    <w:rsid w:val="001C0678"/>
    <w:rsid w:val="001C72D3"/>
    <w:rsid w:val="001D0557"/>
    <w:rsid w:val="001D1FC4"/>
    <w:rsid w:val="001E0123"/>
    <w:rsid w:val="001E211C"/>
    <w:rsid w:val="001E24F0"/>
    <w:rsid w:val="001E4986"/>
    <w:rsid w:val="001F00C3"/>
    <w:rsid w:val="001F720A"/>
    <w:rsid w:val="001F79DD"/>
    <w:rsid w:val="0020456C"/>
    <w:rsid w:val="0020599A"/>
    <w:rsid w:val="0020674F"/>
    <w:rsid w:val="0021177D"/>
    <w:rsid w:val="002144B4"/>
    <w:rsid w:val="002147BC"/>
    <w:rsid w:val="00217DAE"/>
    <w:rsid w:val="0022057D"/>
    <w:rsid w:val="00221F1C"/>
    <w:rsid w:val="00227396"/>
    <w:rsid w:val="00230E14"/>
    <w:rsid w:val="002328EA"/>
    <w:rsid w:val="002334CD"/>
    <w:rsid w:val="002344F6"/>
    <w:rsid w:val="0023524F"/>
    <w:rsid w:val="00241E83"/>
    <w:rsid w:val="00242BEC"/>
    <w:rsid w:val="00243174"/>
    <w:rsid w:val="00246E16"/>
    <w:rsid w:val="002526D6"/>
    <w:rsid w:val="00254CB6"/>
    <w:rsid w:val="002550CC"/>
    <w:rsid w:val="0025584D"/>
    <w:rsid w:val="002566A8"/>
    <w:rsid w:val="002859D4"/>
    <w:rsid w:val="002A3BF5"/>
    <w:rsid w:val="002A5CBE"/>
    <w:rsid w:val="002A6483"/>
    <w:rsid w:val="002A6D62"/>
    <w:rsid w:val="002B0301"/>
    <w:rsid w:val="002B1A69"/>
    <w:rsid w:val="002B4897"/>
    <w:rsid w:val="002C04E7"/>
    <w:rsid w:val="002C0783"/>
    <w:rsid w:val="002C0D80"/>
    <w:rsid w:val="002C52AD"/>
    <w:rsid w:val="002C6237"/>
    <w:rsid w:val="002C7F1F"/>
    <w:rsid w:val="002D1A1E"/>
    <w:rsid w:val="002D7706"/>
    <w:rsid w:val="002E5B13"/>
    <w:rsid w:val="002F5749"/>
    <w:rsid w:val="0030255A"/>
    <w:rsid w:val="00302640"/>
    <w:rsid w:val="00305E4C"/>
    <w:rsid w:val="00305F5C"/>
    <w:rsid w:val="00311803"/>
    <w:rsid w:val="0031369A"/>
    <w:rsid w:val="00315822"/>
    <w:rsid w:val="00317D77"/>
    <w:rsid w:val="003203B1"/>
    <w:rsid w:val="00327BBA"/>
    <w:rsid w:val="003324D7"/>
    <w:rsid w:val="00332C96"/>
    <w:rsid w:val="003345E1"/>
    <w:rsid w:val="0034529B"/>
    <w:rsid w:val="00345A58"/>
    <w:rsid w:val="00346FA5"/>
    <w:rsid w:val="003562F5"/>
    <w:rsid w:val="00361247"/>
    <w:rsid w:val="00361659"/>
    <w:rsid w:val="00363101"/>
    <w:rsid w:val="0036522B"/>
    <w:rsid w:val="00365337"/>
    <w:rsid w:val="003658CD"/>
    <w:rsid w:val="00365995"/>
    <w:rsid w:val="00365E20"/>
    <w:rsid w:val="003669A4"/>
    <w:rsid w:val="00366FA4"/>
    <w:rsid w:val="00367B4B"/>
    <w:rsid w:val="00372150"/>
    <w:rsid w:val="00374719"/>
    <w:rsid w:val="00375BC0"/>
    <w:rsid w:val="00390955"/>
    <w:rsid w:val="003A064A"/>
    <w:rsid w:val="003A3EF8"/>
    <w:rsid w:val="003A50D7"/>
    <w:rsid w:val="003A5E1C"/>
    <w:rsid w:val="003B5A44"/>
    <w:rsid w:val="003B5D4D"/>
    <w:rsid w:val="003C2061"/>
    <w:rsid w:val="003D488F"/>
    <w:rsid w:val="003D5202"/>
    <w:rsid w:val="003D6DE4"/>
    <w:rsid w:val="003D747E"/>
    <w:rsid w:val="003D78E4"/>
    <w:rsid w:val="003E0F89"/>
    <w:rsid w:val="003E1373"/>
    <w:rsid w:val="003E14B9"/>
    <w:rsid w:val="003E3322"/>
    <w:rsid w:val="003E599B"/>
    <w:rsid w:val="003F180A"/>
    <w:rsid w:val="003F1CE6"/>
    <w:rsid w:val="003F1EB0"/>
    <w:rsid w:val="00400E94"/>
    <w:rsid w:val="004058D0"/>
    <w:rsid w:val="004071DB"/>
    <w:rsid w:val="00417DD9"/>
    <w:rsid w:val="004206BB"/>
    <w:rsid w:val="00420954"/>
    <w:rsid w:val="00424D46"/>
    <w:rsid w:val="00440082"/>
    <w:rsid w:val="004402EF"/>
    <w:rsid w:val="0044402D"/>
    <w:rsid w:val="004447CD"/>
    <w:rsid w:val="00447693"/>
    <w:rsid w:val="004517BC"/>
    <w:rsid w:val="004538CA"/>
    <w:rsid w:val="00463BEA"/>
    <w:rsid w:val="00467FAB"/>
    <w:rsid w:val="00470D3B"/>
    <w:rsid w:val="00472501"/>
    <w:rsid w:val="0047597D"/>
    <w:rsid w:val="00476611"/>
    <w:rsid w:val="00481771"/>
    <w:rsid w:val="00481D42"/>
    <w:rsid w:val="00482052"/>
    <w:rsid w:val="00482144"/>
    <w:rsid w:val="0048300C"/>
    <w:rsid w:val="00486016"/>
    <w:rsid w:val="00487DA8"/>
    <w:rsid w:val="00490895"/>
    <w:rsid w:val="00494D6D"/>
    <w:rsid w:val="004970AD"/>
    <w:rsid w:val="004A01AE"/>
    <w:rsid w:val="004A0FEF"/>
    <w:rsid w:val="004A111C"/>
    <w:rsid w:val="004A4C8E"/>
    <w:rsid w:val="004B0722"/>
    <w:rsid w:val="004B1D1D"/>
    <w:rsid w:val="004B2A94"/>
    <w:rsid w:val="004B6F2A"/>
    <w:rsid w:val="004C2396"/>
    <w:rsid w:val="004C7002"/>
    <w:rsid w:val="004C7C38"/>
    <w:rsid w:val="004D4BB9"/>
    <w:rsid w:val="004F2D7D"/>
    <w:rsid w:val="004F3FC9"/>
    <w:rsid w:val="0050058C"/>
    <w:rsid w:val="005056A5"/>
    <w:rsid w:val="00506CE0"/>
    <w:rsid w:val="0051294E"/>
    <w:rsid w:val="00521736"/>
    <w:rsid w:val="0052787B"/>
    <w:rsid w:val="0053177C"/>
    <w:rsid w:val="00537277"/>
    <w:rsid w:val="00537F3B"/>
    <w:rsid w:val="00542141"/>
    <w:rsid w:val="005425C3"/>
    <w:rsid w:val="00564355"/>
    <w:rsid w:val="005815A2"/>
    <w:rsid w:val="0058184E"/>
    <w:rsid w:val="005921CC"/>
    <w:rsid w:val="005A540F"/>
    <w:rsid w:val="005B0DE0"/>
    <w:rsid w:val="005B3B2F"/>
    <w:rsid w:val="005B6575"/>
    <w:rsid w:val="005C0697"/>
    <w:rsid w:val="005C235D"/>
    <w:rsid w:val="005C6B82"/>
    <w:rsid w:val="005C7488"/>
    <w:rsid w:val="005D7B00"/>
    <w:rsid w:val="005E2D6A"/>
    <w:rsid w:val="005E6C7C"/>
    <w:rsid w:val="005F0095"/>
    <w:rsid w:val="005F723C"/>
    <w:rsid w:val="006010D0"/>
    <w:rsid w:val="006016B6"/>
    <w:rsid w:val="006032B6"/>
    <w:rsid w:val="0060703D"/>
    <w:rsid w:val="006108EF"/>
    <w:rsid w:val="00612294"/>
    <w:rsid w:val="00613CDB"/>
    <w:rsid w:val="0061736D"/>
    <w:rsid w:val="00617CC3"/>
    <w:rsid w:val="00622ECD"/>
    <w:rsid w:val="00626EFB"/>
    <w:rsid w:val="00630896"/>
    <w:rsid w:val="00634D93"/>
    <w:rsid w:val="0064266A"/>
    <w:rsid w:val="00643DED"/>
    <w:rsid w:val="006466BF"/>
    <w:rsid w:val="006544D9"/>
    <w:rsid w:val="00657AC8"/>
    <w:rsid w:val="00657ED5"/>
    <w:rsid w:val="0066266A"/>
    <w:rsid w:val="00671281"/>
    <w:rsid w:val="0067441B"/>
    <w:rsid w:val="00676E67"/>
    <w:rsid w:val="00682266"/>
    <w:rsid w:val="00682513"/>
    <w:rsid w:val="006944F2"/>
    <w:rsid w:val="006A08DE"/>
    <w:rsid w:val="006A0D4C"/>
    <w:rsid w:val="006B7B30"/>
    <w:rsid w:val="006C0469"/>
    <w:rsid w:val="006C0B9C"/>
    <w:rsid w:val="006C4191"/>
    <w:rsid w:val="006C5716"/>
    <w:rsid w:val="006C5960"/>
    <w:rsid w:val="006C6D24"/>
    <w:rsid w:val="006C78BE"/>
    <w:rsid w:val="006C7E1D"/>
    <w:rsid w:val="006D30FF"/>
    <w:rsid w:val="006D50A5"/>
    <w:rsid w:val="006D7EEA"/>
    <w:rsid w:val="006E1068"/>
    <w:rsid w:val="006E19DE"/>
    <w:rsid w:val="006E2076"/>
    <w:rsid w:val="006E4E4F"/>
    <w:rsid w:val="006E7E5E"/>
    <w:rsid w:val="006F2FF4"/>
    <w:rsid w:val="0070020A"/>
    <w:rsid w:val="0070241D"/>
    <w:rsid w:val="0070439E"/>
    <w:rsid w:val="0071206E"/>
    <w:rsid w:val="00715B75"/>
    <w:rsid w:val="00716BA2"/>
    <w:rsid w:val="00717DFA"/>
    <w:rsid w:val="007238EB"/>
    <w:rsid w:val="00724F5B"/>
    <w:rsid w:val="00730B5D"/>
    <w:rsid w:val="00730B77"/>
    <w:rsid w:val="00733799"/>
    <w:rsid w:val="0073414B"/>
    <w:rsid w:val="0073437F"/>
    <w:rsid w:val="007355AA"/>
    <w:rsid w:val="00737313"/>
    <w:rsid w:val="00742939"/>
    <w:rsid w:val="007450FA"/>
    <w:rsid w:val="00745C17"/>
    <w:rsid w:val="00750B65"/>
    <w:rsid w:val="0075103F"/>
    <w:rsid w:val="00762C75"/>
    <w:rsid w:val="00764367"/>
    <w:rsid w:val="00772859"/>
    <w:rsid w:val="007743B3"/>
    <w:rsid w:val="00783976"/>
    <w:rsid w:val="00785E73"/>
    <w:rsid w:val="007A02E7"/>
    <w:rsid w:val="007A238E"/>
    <w:rsid w:val="007A341B"/>
    <w:rsid w:val="007A4E19"/>
    <w:rsid w:val="007B3420"/>
    <w:rsid w:val="007C14A2"/>
    <w:rsid w:val="007C4313"/>
    <w:rsid w:val="007C7D43"/>
    <w:rsid w:val="007D2CFA"/>
    <w:rsid w:val="007D3A5A"/>
    <w:rsid w:val="007D72AB"/>
    <w:rsid w:val="007E645A"/>
    <w:rsid w:val="007F0435"/>
    <w:rsid w:val="007F0869"/>
    <w:rsid w:val="007F2153"/>
    <w:rsid w:val="00804A89"/>
    <w:rsid w:val="008052EE"/>
    <w:rsid w:val="00806332"/>
    <w:rsid w:val="00810A84"/>
    <w:rsid w:val="008152B4"/>
    <w:rsid w:val="00820E35"/>
    <w:rsid w:val="0082136E"/>
    <w:rsid w:val="008216C9"/>
    <w:rsid w:val="0082602F"/>
    <w:rsid w:val="00830E4B"/>
    <w:rsid w:val="00833DD2"/>
    <w:rsid w:val="00840668"/>
    <w:rsid w:val="00841DE8"/>
    <w:rsid w:val="00843258"/>
    <w:rsid w:val="0084557D"/>
    <w:rsid w:val="00855038"/>
    <w:rsid w:val="0085646C"/>
    <w:rsid w:val="0085795C"/>
    <w:rsid w:val="00862650"/>
    <w:rsid w:val="00864068"/>
    <w:rsid w:val="00870319"/>
    <w:rsid w:val="008707C4"/>
    <w:rsid w:val="00873844"/>
    <w:rsid w:val="008756F7"/>
    <w:rsid w:val="0088465E"/>
    <w:rsid w:val="00887377"/>
    <w:rsid w:val="00897027"/>
    <w:rsid w:val="008A6550"/>
    <w:rsid w:val="008A6644"/>
    <w:rsid w:val="008B0201"/>
    <w:rsid w:val="008B209C"/>
    <w:rsid w:val="008B7FAB"/>
    <w:rsid w:val="008C40D2"/>
    <w:rsid w:val="008C4402"/>
    <w:rsid w:val="008D25A2"/>
    <w:rsid w:val="008D429A"/>
    <w:rsid w:val="008D733E"/>
    <w:rsid w:val="008E14B1"/>
    <w:rsid w:val="008F2055"/>
    <w:rsid w:val="008F39BA"/>
    <w:rsid w:val="008F3B3D"/>
    <w:rsid w:val="008F408C"/>
    <w:rsid w:val="008F47F3"/>
    <w:rsid w:val="008F5D0D"/>
    <w:rsid w:val="008F6006"/>
    <w:rsid w:val="008F740F"/>
    <w:rsid w:val="009001D3"/>
    <w:rsid w:val="00904342"/>
    <w:rsid w:val="0090456C"/>
    <w:rsid w:val="00904D9B"/>
    <w:rsid w:val="0090706E"/>
    <w:rsid w:val="009109BE"/>
    <w:rsid w:val="00916D35"/>
    <w:rsid w:val="00924579"/>
    <w:rsid w:val="00925C5B"/>
    <w:rsid w:val="0094246A"/>
    <w:rsid w:val="00944D4F"/>
    <w:rsid w:val="00945D9B"/>
    <w:rsid w:val="0094655E"/>
    <w:rsid w:val="009564B5"/>
    <w:rsid w:val="009567D8"/>
    <w:rsid w:val="00956DBD"/>
    <w:rsid w:val="009603A7"/>
    <w:rsid w:val="0096212C"/>
    <w:rsid w:val="009641CC"/>
    <w:rsid w:val="00965C70"/>
    <w:rsid w:val="00967DE5"/>
    <w:rsid w:val="009701B8"/>
    <w:rsid w:val="0097167B"/>
    <w:rsid w:val="009745BC"/>
    <w:rsid w:val="00974F08"/>
    <w:rsid w:val="00982443"/>
    <w:rsid w:val="0098334B"/>
    <w:rsid w:val="00984C3D"/>
    <w:rsid w:val="009914F0"/>
    <w:rsid w:val="009923A2"/>
    <w:rsid w:val="0099486C"/>
    <w:rsid w:val="009A19EF"/>
    <w:rsid w:val="009A3B37"/>
    <w:rsid w:val="009B1EF8"/>
    <w:rsid w:val="009B2041"/>
    <w:rsid w:val="009B531B"/>
    <w:rsid w:val="009C2243"/>
    <w:rsid w:val="009C6925"/>
    <w:rsid w:val="009D45B8"/>
    <w:rsid w:val="009E27BB"/>
    <w:rsid w:val="009E4B52"/>
    <w:rsid w:val="009E51C3"/>
    <w:rsid w:val="009F1B4C"/>
    <w:rsid w:val="00A00154"/>
    <w:rsid w:val="00A01D6E"/>
    <w:rsid w:val="00A02E74"/>
    <w:rsid w:val="00A0695F"/>
    <w:rsid w:val="00A12FDB"/>
    <w:rsid w:val="00A14A3B"/>
    <w:rsid w:val="00A21298"/>
    <w:rsid w:val="00A22A11"/>
    <w:rsid w:val="00A23CA6"/>
    <w:rsid w:val="00A35550"/>
    <w:rsid w:val="00A35F53"/>
    <w:rsid w:val="00A406BF"/>
    <w:rsid w:val="00A440D4"/>
    <w:rsid w:val="00A57A54"/>
    <w:rsid w:val="00A620E4"/>
    <w:rsid w:val="00A65E5D"/>
    <w:rsid w:val="00A672A1"/>
    <w:rsid w:val="00A70814"/>
    <w:rsid w:val="00A74546"/>
    <w:rsid w:val="00A7500C"/>
    <w:rsid w:val="00A775E4"/>
    <w:rsid w:val="00A77747"/>
    <w:rsid w:val="00A818AB"/>
    <w:rsid w:val="00A818B7"/>
    <w:rsid w:val="00A818F1"/>
    <w:rsid w:val="00A82095"/>
    <w:rsid w:val="00A82261"/>
    <w:rsid w:val="00A82E6D"/>
    <w:rsid w:val="00A83EAC"/>
    <w:rsid w:val="00A84032"/>
    <w:rsid w:val="00A87FF1"/>
    <w:rsid w:val="00A92356"/>
    <w:rsid w:val="00A93587"/>
    <w:rsid w:val="00A95037"/>
    <w:rsid w:val="00A96466"/>
    <w:rsid w:val="00AB165C"/>
    <w:rsid w:val="00AB6123"/>
    <w:rsid w:val="00AC24D1"/>
    <w:rsid w:val="00AC67B5"/>
    <w:rsid w:val="00AD0472"/>
    <w:rsid w:val="00AD694A"/>
    <w:rsid w:val="00AE3B2B"/>
    <w:rsid w:val="00AE5782"/>
    <w:rsid w:val="00AF7569"/>
    <w:rsid w:val="00B0113E"/>
    <w:rsid w:val="00B01F5F"/>
    <w:rsid w:val="00B118BA"/>
    <w:rsid w:val="00B14DBB"/>
    <w:rsid w:val="00B161CA"/>
    <w:rsid w:val="00B23CB3"/>
    <w:rsid w:val="00B259E3"/>
    <w:rsid w:val="00B25E4D"/>
    <w:rsid w:val="00B274E2"/>
    <w:rsid w:val="00B30CF5"/>
    <w:rsid w:val="00B30EB7"/>
    <w:rsid w:val="00B31E41"/>
    <w:rsid w:val="00B3321B"/>
    <w:rsid w:val="00B335CC"/>
    <w:rsid w:val="00B36EDF"/>
    <w:rsid w:val="00B37E12"/>
    <w:rsid w:val="00B44150"/>
    <w:rsid w:val="00B45496"/>
    <w:rsid w:val="00B52F47"/>
    <w:rsid w:val="00B5352A"/>
    <w:rsid w:val="00B5535B"/>
    <w:rsid w:val="00B65488"/>
    <w:rsid w:val="00B74E83"/>
    <w:rsid w:val="00B762C5"/>
    <w:rsid w:val="00B77D63"/>
    <w:rsid w:val="00B92BF5"/>
    <w:rsid w:val="00B92F52"/>
    <w:rsid w:val="00B930D7"/>
    <w:rsid w:val="00B96D51"/>
    <w:rsid w:val="00B97083"/>
    <w:rsid w:val="00B974C0"/>
    <w:rsid w:val="00BA3B7C"/>
    <w:rsid w:val="00BA5FAF"/>
    <w:rsid w:val="00BB3999"/>
    <w:rsid w:val="00BB692D"/>
    <w:rsid w:val="00BC030B"/>
    <w:rsid w:val="00BC1F31"/>
    <w:rsid w:val="00BD52BD"/>
    <w:rsid w:val="00BE493A"/>
    <w:rsid w:val="00BF0CBA"/>
    <w:rsid w:val="00BF7341"/>
    <w:rsid w:val="00C032D3"/>
    <w:rsid w:val="00C03EFE"/>
    <w:rsid w:val="00C03F26"/>
    <w:rsid w:val="00C065C7"/>
    <w:rsid w:val="00C12E1F"/>
    <w:rsid w:val="00C13DFC"/>
    <w:rsid w:val="00C15827"/>
    <w:rsid w:val="00C24F13"/>
    <w:rsid w:val="00C2624C"/>
    <w:rsid w:val="00C34375"/>
    <w:rsid w:val="00C3481B"/>
    <w:rsid w:val="00C34DD8"/>
    <w:rsid w:val="00C41485"/>
    <w:rsid w:val="00C41558"/>
    <w:rsid w:val="00C41620"/>
    <w:rsid w:val="00C43DAE"/>
    <w:rsid w:val="00C476ED"/>
    <w:rsid w:val="00C50801"/>
    <w:rsid w:val="00C541C9"/>
    <w:rsid w:val="00C6086F"/>
    <w:rsid w:val="00C61D2D"/>
    <w:rsid w:val="00C62B55"/>
    <w:rsid w:val="00C72332"/>
    <w:rsid w:val="00C7299D"/>
    <w:rsid w:val="00C741AB"/>
    <w:rsid w:val="00C772AA"/>
    <w:rsid w:val="00C8113A"/>
    <w:rsid w:val="00C82A73"/>
    <w:rsid w:val="00C85F9F"/>
    <w:rsid w:val="00C91801"/>
    <w:rsid w:val="00CA2AD1"/>
    <w:rsid w:val="00CA4F4D"/>
    <w:rsid w:val="00CA69C7"/>
    <w:rsid w:val="00CA6B99"/>
    <w:rsid w:val="00CB0816"/>
    <w:rsid w:val="00CB463D"/>
    <w:rsid w:val="00CB5778"/>
    <w:rsid w:val="00CC58BE"/>
    <w:rsid w:val="00CC73C0"/>
    <w:rsid w:val="00CD1F8C"/>
    <w:rsid w:val="00CD6BEF"/>
    <w:rsid w:val="00CE69F4"/>
    <w:rsid w:val="00CF1C65"/>
    <w:rsid w:val="00CF30A5"/>
    <w:rsid w:val="00CF3F4A"/>
    <w:rsid w:val="00D06BFE"/>
    <w:rsid w:val="00D07795"/>
    <w:rsid w:val="00D12293"/>
    <w:rsid w:val="00D12AF8"/>
    <w:rsid w:val="00D134AC"/>
    <w:rsid w:val="00D14A5E"/>
    <w:rsid w:val="00D17AE5"/>
    <w:rsid w:val="00D2035D"/>
    <w:rsid w:val="00D2320E"/>
    <w:rsid w:val="00D30D53"/>
    <w:rsid w:val="00D310FF"/>
    <w:rsid w:val="00D379EA"/>
    <w:rsid w:val="00D42C6A"/>
    <w:rsid w:val="00D43395"/>
    <w:rsid w:val="00D442DC"/>
    <w:rsid w:val="00D52794"/>
    <w:rsid w:val="00D535B5"/>
    <w:rsid w:val="00D5656A"/>
    <w:rsid w:val="00D57AB3"/>
    <w:rsid w:val="00D60E9B"/>
    <w:rsid w:val="00D62983"/>
    <w:rsid w:val="00D658F8"/>
    <w:rsid w:val="00D6667B"/>
    <w:rsid w:val="00D66D93"/>
    <w:rsid w:val="00D71969"/>
    <w:rsid w:val="00D73F8C"/>
    <w:rsid w:val="00D8261A"/>
    <w:rsid w:val="00D85FDB"/>
    <w:rsid w:val="00D86BF0"/>
    <w:rsid w:val="00D87D3A"/>
    <w:rsid w:val="00D87FE7"/>
    <w:rsid w:val="00D94907"/>
    <w:rsid w:val="00D97084"/>
    <w:rsid w:val="00D97472"/>
    <w:rsid w:val="00DA0069"/>
    <w:rsid w:val="00DA04A9"/>
    <w:rsid w:val="00DA5D80"/>
    <w:rsid w:val="00DB0D49"/>
    <w:rsid w:val="00DB68B2"/>
    <w:rsid w:val="00DC3496"/>
    <w:rsid w:val="00DC4720"/>
    <w:rsid w:val="00DC5E41"/>
    <w:rsid w:val="00DC7ABF"/>
    <w:rsid w:val="00DD07D5"/>
    <w:rsid w:val="00DE0447"/>
    <w:rsid w:val="00DE1057"/>
    <w:rsid w:val="00DE163C"/>
    <w:rsid w:val="00DF0BEB"/>
    <w:rsid w:val="00DF377E"/>
    <w:rsid w:val="00DF65F0"/>
    <w:rsid w:val="00DF7836"/>
    <w:rsid w:val="00E03D3D"/>
    <w:rsid w:val="00E056C8"/>
    <w:rsid w:val="00E064DD"/>
    <w:rsid w:val="00E06F5A"/>
    <w:rsid w:val="00E1153F"/>
    <w:rsid w:val="00E334C3"/>
    <w:rsid w:val="00E34072"/>
    <w:rsid w:val="00E34FDA"/>
    <w:rsid w:val="00E37BF4"/>
    <w:rsid w:val="00E40E87"/>
    <w:rsid w:val="00E44F4A"/>
    <w:rsid w:val="00E45D9A"/>
    <w:rsid w:val="00E61240"/>
    <w:rsid w:val="00E62067"/>
    <w:rsid w:val="00E6249F"/>
    <w:rsid w:val="00E637B3"/>
    <w:rsid w:val="00E67EB7"/>
    <w:rsid w:val="00E72FF5"/>
    <w:rsid w:val="00E74571"/>
    <w:rsid w:val="00E81C53"/>
    <w:rsid w:val="00E82299"/>
    <w:rsid w:val="00E85570"/>
    <w:rsid w:val="00E9120D"/>
    <w:rsid w:val="00E94888"/>
    <w:rsid w:val="00E94D17"/>
    <w:rsid w:val="00EA27FC"/>
    <w:rsid w:val="00EB023F"/>
    <w:rsid w:val="00EB0D6D"/>
    <w:rsid w:val="00EB1044"/>
    <w:rsid w:val="00EB36E6"/>
    <w:rsid w:val="00EB402C"/>
    <w:rsid w:val="00EB4498"/>
    <w:rsid w:val="00EB6DFA"/>
    <w:rsid w:val="00EB7FD4"/>
    <w:rsid w:val="00EC285A"/>
    <w:rsid w:val="00ED2ED4"/>
    <w:rsid w:val="00ED3AB8"/>
    <w:rsid w:val="00ED7E0E"/>
    <w:rsid w:val="00EF3B10"/>
    <w:rsid w:val="00EF44DA"/>
    <w:rsid w:val="00EF5419"/>
    <w:rsid w:val="00EF5BD8"/>
    <w:rsid w:val="00EF6C2B"/>
    <w:rsid w:val="00F00ABC"/>
    <w:rsid w:val="00F0320D"/>
    <w:rsid w:val="00F03A8D"/>
    <w:rsid w:val="00F0701B"/>
    <w:rsid w:val="00F161D0"/>
    <w:rsid w:val="00F17410"/>
    <w:rsid w:val="00F21806"/>
    <w:rsid w:val="00F21AA2"/>
    <w:rsid w:val="00F2310B"/>
    <w:rsid w:val="00F25C31"/>
    <w:rsid w:val="00F26D50"/>
    <w:rsid w:val="00F3323C"/>
    <w:rsid w:val="00F414D0"/>
    <w:rsid w:val="00F45D07"/>
    <w:rsid w:val="00F461ED"/>
    <w:rsid w:val="00F57DCE"/>
    <w:rsid w:val="00F63D69"/>
    <w:rsid w:val="00F64142"/>
    <w:rsid w:val="00F6601E"/>
    <w:rsid w:val="00F668A2"/>
    <w:rsid w:val="00F71AD2"/>
    <w:rsid w:val="00F7366F"/>
    <w:rsid w:val="00F74BA1"/>
    <w:rsid w:val="00F766EA"/>
    <w:rsid w:val="00F8036A"/>
    <w:rsid w:val="00F825B5"/>
    <w:rsid w:val="00F871D4"/>
    <w:rsid w:val="00F906BC"/>
    <w:rsid w:val="00F90E03"/>
    <w:rsid w:val="00FA0EC9"/>
    <w:rsid w:val="00FA29B4"/>
    <w:rsid w:val="00FA31CD"/>
    <w:rsid w:val="00FA36FB"/>
    <w:rsid w:val="00FA3C0A"/>
    <w:rsid w:val="00FB0DA0"/>
    <w:rsid w:val="00FC17F6"/>
    <w:rsid w:val="00FC18D9"/>
    <w:rsid w:val="00FD33D2"/>
    <w:rsid w:val="00FD376C"/>
    <w:rsid w:val="00FE43B6"/>
    <w:rsid w:val="00FE4F64"/>
    <w:rsid w:val="00FE59AB"/>
    <w:rsid w:val="00FE5EC5"/>
    <w:rsid w:val="00FE783D"/>
    <w:rsid w:val="00FF0E3A"/>
    <w:rsid w:val="00FF1C63"/>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C9989E"/>
  <w14:defaultImageDpi w14:val="300"/>
  <w15:docId w15:val="{AC1DD539-8EF3-4D8A-AE31-BC1F07B2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09C"/>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9C2243"/>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6466BF"/>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66BF"/>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466BF"/>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466BF"/>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466BF"/>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466BF"/>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466BF"/>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466BF"/>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66BF"/>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6466BF"/>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semiHidden/>
    <w:rsid w:val="006466BF"/>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6466BF"/>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6466BF"/>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6466BF"/>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6466BF"/>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6466BF"/>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6466BF"/>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6466BF"/>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6466BF"/>
    <w:rPr>
      <w:rFonts w:cs="NewBaskervilleEF-Bold"/>
      <w:b/>
      <w:bCs/>
      <w:i/>
      <w:iCs/>
      <w:color w:val="3366FF"/>
      <w:w w:val="100"/>
      <w:position w:val="0"/>
      <w:u w:val="none"/>
      <w:vertAlign w:val="baseline"/>
      <w:lang w:val="en-US"/>
    </w:rPr>
  </w:style>
  <w:style w:type="paragraph" w:customStyle="1" w:styleId="BodyCustom">
    <w:name w:val="BodyCustom"/>
    <w:qFormat/>
    <w:rsid w:val="006466BF"/>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6466BF"/>
    <w:pPr>
      <w:spacing w:before="320" w:after="80"/>
    </w:pPr>
    <w:rPr>
      <w:rFonts w:ascii="Arial" w:hAnsi="Arial" w:cs="NewBaskervilleStd-Roman"/>
      <w:color w:val="000000"/>
      <w:sz w:val="22"/>
      <w:szCs w:val="22"/>
      <w:lang w:eastAsia="en-CA"/>
    </w:rPr>
  </w:style>
  <w:style w:type="paragraph" w:customStyle="1" w:styleId="IndexLevel1">
    <w:name w:val="IndexLevel1"/>
    <w:qFormat/>
    <w:rsid w:val="006466BF"/>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6466BF"/>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6466BF"/>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6466BF"/>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6466BF"/>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6466BF"/>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6466BF"/>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6466BF"/>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6466BF"/>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6466BF"/>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6466BF"/>
    <w:pPr>
      <w:numPr>
        <w:numId w:val="10"/>
      </w:numPr>
    </w:pPr>
  </w:style>
  <w:style w:type="paragraph" w:customStyle="1" w:styleId="HeadA">
    <w:name w:val="HeadA"/>
    <w:qFormat/>
    <w:rsid w:val="006466BF"/>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6466BF"/>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6466BF"/>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6466BF"/>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6466BF"/>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6466BF"/>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6466BF"/>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6466BF"/>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6466BF"/>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6466BF"/>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6466BF"/>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6466BF"/>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6466BF"/>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6466BF"/>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6466BF"/>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6466BF"/>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6466BF"/>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6466BF"/>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6466BF"/>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6466BF"/>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6466BF"/>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6466BF"/>
    <w:rPr>
      <w:rFonts w:ascii="Wingdings2" w:hAnsi="Wingdings2" w:cs="Wingdings2"/>
      <w:color w:val="000000"/>
      <w:w w:val="100"/>
      <w:position w:val="0"/>
      <w:u w:val="none"/>
      <w:vertAlign w:val="baseline"/>
      <w:lang w:val="en-US"/>
    </w:rPr>
  </w:style>
  <w:style w:type="paragraph" w:customStyle="1" w:styleId="ListBody">
    <w:name w:val="ListBody"/>
    <w:qFormat/>
    <w:rsid w:val="006466BF"/>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6466BF"/>
    <w:rPr>
      <w:rFonts w:cs="NewBaskervilleStd-Italic"/>
      <w:i/>
      <w:iCs/>
      <w:color w:val="3366FF"/>
      <w:w w:val="100"/>
      <w:position w:val="0"/>
      <w:u w:val="none"/>
      <w:vertAlign w:val="baseline"/>
      <w:lang w:val="en-US"/>
    </w:rPr>
  </w:style>
  <w:style w:type="paragraph" w:customStyle="1" w:styleId="Note">
    <w:name w:val="Note"/>
    <w:qFormat/>
    <w:rsid w:val="006466BF"/>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6466BF"/>
    <w:rPr>
      <w:rFonts w:ascii="Symbol" w:hAnsi="Symbol" w:cs="Symbol"/>
      <w:color w:val="000000"/>
    </w:rPr>
  </w:style>
  <w:style w:type="character" w:customStyle="1" w:styleId="Superscript">
    <w:name w:val="Superscript"/>
    <w:uiPriority w:val="1"/>
    <w:qFormat/>
    <w:rsid w:val="006466BF"/>
    <w:rPr>
      <w:color w:val="3366FF"/>
      <w:vertAlign w:val="superscript"/>
    </w:rPr>
  </w:style>
  <w:style w:type="character" w:customStyle="1" w:styleId="SuperscriptItalic">
    <w:name w:val="SuperscriptItalic"/>
    <w:uiPriority w:val="1"/>
    <w:qFormat/>
    <w:rsid w:val="006466BF"/>
    <w:rPr>
      <w:i/>
      <w:color w:val="3366FF"/>
      <w:vertAlign w:val="superscript"/>
    </w:rPr>
  </w:style>
  <w:style w:type="character" w:customStyle="1" w:styleId="Subscript">
    <w:name w:val="Subscript"/>
    <w:uiPriority w:val="1"/>
    <w:qFormat/>
    <w:rsid w:val="006466BF"/>
    <w:rPr>
      <w:color w:val="3366FF"/>
      <w:vertAlign w:val="subscript"/>
    </w:rPr>
  </w:style>
  <w:style w:type="character" w:customStyle="1" w:styleId="SubscriptItalic">
    <w:name w:val="SubscriptItalic"/>
    <w:uiPriority w:val="1"/>
    <w:qFormat/>
    <w:rsid w:val="006466BF"/>
    <w:rPr>
      <w:i/>
      <w:color w:val="3366FF"/>
      <w:vertAlign w:val="subscript"/>
    </w:rPr>
  </w:style>
  <w:style w:type="character" w:customStyle="1" w:styleId="Symbol">
    <w:name w:val="Symbol"/>
    <w:uiPriority w:val="1"/>
    <w:qFormat/>
    <w:rsid w:val="006466BF"/>
    <w:rPr>
      <w:rFonts w:ascii="Symbol" w:hAnsi="Symbol"/>
    </w:rPr>
  </w:style>
  <w:style w:type="character" w:customStyle="1" w:styleId="Italic">
    <w:name w:val="Italic"/>
    <w:uiPriority w:val="1"/>
    <w:qFormat/>
    <w:rsid w:val="006466BF"/>
    <w:rPr>
      <w:rFonts w:cs="NewBaskervilleStd-Italic"/>
      <w:i/>
      <w:iCs/>
      <w:color w:val="0000FF"/>
      <w:w w:val="100"/>
      <w:position w:val="0"/>
      <w:u w:val="none"/>
      <w:vertAlign w:val="baseline"/>
      <w:lang w:val="en-US"/>
    </w:rPr>
  </w:style>
  <w:style w:type="paragraph" w:customStyle="1" w:styleId="ListBullet">
    <w:name w:val="ListBullet"/>
    <w:qFormat/>
    <w:rsid w:val="006466BF"/>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6466BF"/>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6466BF"/>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6466BF"/>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6466BF"/>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6466BF"/>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6466BF"/>
    <w:rPr>
      <w:color w:val="008000"/>
    </w:rPr>
  </w:style>
  <w:style w:type="paragraph" w:customStyle="1" w:styleId="PartNumber">
    <w:name w:val="PartNumber"/>
    <w:qFormat/>
    <w:rsid w:val="006466B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6466BF"/>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6466BF"/>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6466BF"/>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6466BF"/>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6466BF"/>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6466BF"/>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6466BF"/>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6466BF"/>
    <w:pPr>
      <w:spacing w:before="120"/>
    </w:pPr>
    <w:rPr>
      <w:i/>
      <w:iCs/>
      <w:caps w:val="0"/>
    </w:rPr>
  </w:style>
  <w:style w:type="paragraph" w:customStyle="1" w:styleId="BoxBodyContinued">
    <w:name w:val="BoxBodyContinued"/>
    <w:qFormat/>
    <w:rsid w:val="006466BF"/>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6466BF"/>
    <w:rPr>
      <w:b/>
      <w:bCs/>
      <w:color w:val="3366FF"/>
    </w:rPr>
  </w:style>
  <w:style w:type="paragraph" w:customStyle="1" w:styleId="RunInHead">
    <w:name w:val="RunInHead"/>
    <w:rsid w:val="006466BF"/>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6466BF"/>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6466BF"/>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6466BF"/>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6466BF"/>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6466BF"/>
    <w:rPr>
      <w:color w:val="3366FF"/>
      <w:bdr w:val="none" w:sz="0" w:space="0" w:color="auto"/>
      <w:shd w:val="clear" w:color="auto" w:fill="99CC00"/>
    </w:rPr>
  </w:style>
  <w:style w:type="character" w:customStyle="1" w:styleId="KeyTerm">
    <w:name w:val="KeyTerm"/>
    <w:uiPriority w:val="1"/>
    <w:qFormat/>
    <w:rsid w:val="006466BF"/>
    <w:rPr>
      <w:i/>
      <w:color w:val="3366FF"/>
      <w:bdr w:val="none" w:sz="0" w:space="0" w:color="auto"/>
      <w:shd w:val="clear" w:color="auto" w:fill="D9D9D9"/>
    </w:rPr>
  </w:style>
  <w:style w:type="character" w:customStyle="1" w:styleId="DigitalOnly">
    <w:name w:val="DigitalOnly"/>
    <w:uiPriority w:val="1"/>
    <w:qFormat/>
    <w:rsid w:val="006466BF"/>
    <w:rPr>
      <w:color w:val="3366FF"/>
      <w:bdr w:val="single" w:sz="4" w:space="0" w:color="3366FF"/>
    </w:rPr>
  </w:style>
  <w:style w:type="character" w:customStyle="1" w:styleId="PrintOnly">
    <w:name w:val="PrintOnly"/>
    <w:uiPriority w:val="1"/>
    <w:qFormat/>
    <w:rsid w:val="006466BF"/>
    <w:rPr>
      <w:color w:val="3366FF"/>
      <w:bdr w:val="single" w:sz="4" w:space="0" w:color="FF0000"/>
    </w:rPr>
  </w:style>
  <w:style w:type="character" w:customStyle="1" w:styleId="LinkEmail">
    <w:name w:val="LinkEmail"/>
    <w:basedOn w:val="LinkURL"/>
    <w:uiPriority w:val="1"/>
    <w:qFormat/>
    <w:rsid w:val="006466BF"/>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6466BF"/>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6466BF"/>
    <w:rPr>
      <w:color w:val="3366FF"/>
      <w:bdr w:val="none" w:sz="0" w:space="0" w:color="auto"/>
      <w:shd w:val="clear" w:color="auto" w:fill="FFFF00"/>
    </w:rPr>
  </w:style>
  <w:style w:type="character" w:customStyle="1" w:styleId="FootnoteReference">
    <w:name w:val="FootnoteReference"/>
    <w:uiPriority w:val="1"/>
    <w:qFormat/>
    <w:rsid w:val="006466BF"/>
    <w:rPr>
      <w:color w:val="3366FF"/>
      <w:vertAlign w:val="superscript"/>
    </w:rPr>
  </w:style>
  <w:style w:type="paragraph" w:customStyle="1" w:styleId="Footnote">
    <w:name w:val="Footnote"/>
    <w:qFormat/>
    <w:rsid w:val="006466BF"/>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6466BF"/>
    <w:rPr>
      <w:color w:val="3366FF"/>
      <w:vertAlign w:val="superscript"/>
    </w:rPr>
  </w:style>
  <w:style w:type="character" w:customStyle="1" w:styleId="EndnoteReference">
    <w:name w:val="EndnoteReference"/>
    <w:basedOn w:val="FootnoteReference"/>
    <w:uiPriority w:val="1"/>
    <w:qFormat/>
    <w:rsid w:val="006466BF"/>
    <w:rPr>
      <w:color w:val="3366FF"/>
      <w:vertAlign w:val="superscript"/>
    </w:rPr>
  </w:style>
  <w:style w:type="paragraph" w:customStyle="1" w:styleId="QuotePara">
    <w:name w:val="QuotePara"/>
    <w:qFormat/>
    <w:rsid w:val="006466BF"/>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6466BF"/>
    <w:pPr>
      <w:spacing w:after="240"/>
      <w:jc w:val="right"/>
    </w:pPr>
  </w:style>
  <w:style w:type="character" w:customStyle="1" w:styleId="Caps">
    <w:name w:val="Caps"/>
    <w:uiPriority w:val="1"/>
    <w:qFormat/>
    <w:rsid w:val="006466BF"/>
    <w:rPr>
      <w:caps/>
      <w:smallCaps w:val="0"/>
      <w:color w:val="3366FF"/>
    </w:rPr>
  </w:style>
  <w:style w:type="character" w:customStyle="1" w:styleId="SmallCaps">
    <w:name w:val="SmallCaps"/>
    <w:uiPriority w:val="1"/>
    <w:qFormat/>
    <w:rsid w:val="006466BF"/>
    <w:rPr>
      <w:caps w:val="0"/>
      <w:smallCaps/>
      <w:color w:val="3366FF"/>
    </w:rPr>
  </w:style>
  <w:style w:type="character" w:customStyle="1" w:styleId="SmallCapsBold">
    <w:name w:val="SmallCapsBold"/>
    <w:basedOn w:val="SmallCaps"/>
    <w:uiPriority w:val="1"/>
    <w:qFormat/>
    <w:rsid w:val="006466BF"/>
    <w:rPr>
      <w:b/>
      <w:bCs/>
      <w:caps w:val="0"/>
      <w:smallCaps/>
      <w:color w:val="3366FF"/>
    </w:rPr>
  </w:style>
  <w:style w:type="character" w:customStyle="1" w:styleId="SmallCapsBoldItalic">
    <w:name w:val="SmallCapsBoldItalic"/>
    <w:basedOn w:val="SmallCapsBold"/>
    <w:uiPriority w:val="1"/>
    <w:qFormat/>
    <w:rsid w:val="006466BF"/>
    <w:rPr>
      <w:b/>
      <w:bCs/>
      <w:i/>
      <w:iCs/>
      <w:caps w:val="0"/>
      <w:smallCaps/>
      <w:color w:val="3366FF"/>
    </w:rPr>
  </w:style>
  <w:style w:type="character" w:customStyle="1" w:styleId="SmallCapsItalic">
    <w:name w:val="SmallCapsItalic"/>
    <w:basedOn w:val="SmallCaps"/>
    <w:uiPriority w:val="1"/>
    <w:qFormat/>
    <w:rsid w:val="006466BF"/>
    <w:rPr>
      <w:i/>
      <w:iCs/>
      <w:caps w:val="0"/>
      <w:smallCaps/>
      <w:color w:val="3366FF"/>
    </w:rPr>
  </w:style>
  <w:style w:type="character" w:customStyle="1" w:styleId="NSSymbol">
    <w:name w:val="NSSymbol"/>
    <w:uiPriority w:val="1"/>
    <w:qFormat/>
    <w:rsid w:val="006466BF"/>
    <w:rPr>
      <w:color w:val="3366FF"/>
    </w:rPr>
  </w:style>
  <w:style w:type="table" w:styleId="TableGrid">
    <w:name w:val="Table Grid"/>
    <w:basedOn w:val="TableNormal"/>
    <w:uiPriority w:val="59"/>
    <w:rsid w:val="00646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6466BF"/>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6466BF"/>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6466BF"/>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6466BF"/>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6466BF"/>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6466BF"/>
    <w:rPr>
      <w:sz w:val="18"/>
      <w:szCs w:val="18"/>
    </w:rPr>
  </w:style>
  <w:style w:type="paragraph" w:customStyle="1" w:styleId="ExtractSource">
    <w:name w:val="ExtractSource"/>
    <w:basedOn w:val="ExtractPara"/>
    <w:qFormat/>
    <w:rsid w:val="006466BF"/>
    <w:pPr>
      <w:jc w:val="right"/>
    </w:pPr>
  </w:style>
  <w:style w:type="paragraph" w:customStyle="1" w:styleId="ExtractParaContinued">
    <w:name w:val="ExtractParaContinued"/>
    <w:basedOn w:val="ExtractPara"/>
    <w:qFormat/>
    <w:rsid w:val="006466BF"/>
    <w:pPr>
      <w:spacing w:before="0"/>
      <w:ind w:firstLine="360"/>
    </w:pPr>
  </w:style>
  <w:style w:type="paragraph" w:customStyle="1" w:styleId="AppendixNumber">
    <w:name w:val="AppendixNumber"/>
    <w:qFormat/>
    <w:rsid w:val="006466B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6466BF"/>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6466BF"/>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6466BF"/>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6466BF"/>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6466BF"/>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6466BF"/>
    <w:rPr>
      <w:color w:val="3366FF"/>
      <w:vertAlign w:val="superscript"/>
    </w:rPr>
  </w:style>
  <w:style w:type="paragraph" w:customStyle="1" w:styleId="Reference">
    <w:name w:val="Reference"/>
    <w:qFormat/>
    <w:rsid w:val="006466BF"/>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6466BF"/>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6466BF"/>
    <w:rPr>
      <w:rFonts w:ascii="Courier" w:hAnsi="Courier"/>
      <w:color w:val="A6A6A6" w:themeColor="background1" w:themeShade="A6"/>
    </w:rPr>
  </w:style>
  <w:style w:type="character" w:customStyle="1" w:styleId="PyBracket">
    <w:name w:val="PyBracket"/>
    <w:uiPriority w:val="1"/>
    <w:qFormat/>
    <w:rsid w:val="006466BF"/>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6466BF"/>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6466BF"/>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6466BF"/>
  </w:style>
  <w:style w:type="character" w:styleId="BookTitle">
    <w:name w:val="Book Title"/>
    <w:basedOn w:val="DefaultParagraphFont"/>
    <w:uiPriority w:val="33"/>
    <w:qFormat/>
    <w:rsid w:val="006466BF"/>
    <w:rPr>
      <w:b/>
      <w:bCs/>
      <w:smallCaps/>
      <w:spacing w:val="5"/>
    </w:rPr>
  </w:style>
  <w:style w:type="paragraph" w:customStyle="1" w:styleId="BookTitle0">
    <w:name w:val="BookTitle"/>
    <w:qFormat/>
    <w:rsid w:val="006466B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6466BF"/>
  </w:style>
  <w:style w:type="paragraph" w:customStyle="1" w:styleId="BookEdition">
    <w:name w:val="BookEdition"/>
    <w:basedOn w:val="BookSubtitle"/>
    <w:qFormat/>
    <w:rsid w:val="006466BF"/>
    <w:rPr>
      <w:b w:val="0"/>
      <w:bCs w:val="0"/>
      <w:i/>
      <w:iCs/>
      <w:sz w:val="24"/>
      <w:szCs w:val="24"/>
    </w:rPr>
  </w:style>
  <w:style w:type="paragraph" w:customStyle="1" w:styleId="BookAuthor">
    <w:name w:val="BookAuthor"/>
    <w:basedOn w:val="BookEdition"/>
    <w:qFormat/>
    <w:rsid w:val="006466BF"/>
    <w:rPr>
      <w:i w:val="0"/>
      <w:iCs w:val="0"/>
      <w:smallCaps/>
    </w:rPr>
  </w:style>
  <w:style w:type="paragraph" w:customStyle="1" w:styleId="BookPublisher">
    <w:name w:val="BookPublisher"/>
    <w:basedOn w:val="BookAuthor"/>
    <w:qFormat/>
    <w:rsid w:val="006466BF"/>
    <w:rPr>
      <w:i/>
      <w:iCs/>
      <w:smallCaps w:val="0"/>
      <w:sz w:val="20"/>
      <w:szCs w:val="20"/>
    </w:rPr>
  </w:style>
  <w:style w:type="paragraph" w:customStyle="1" w:styleId="Copyright">
    <w:name w:val="Copyright"/>
    <w:qFormat/>
    <w:rsid w:val="006466BF"/>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6466BF"/>
  </w:style>
  <w:style w:type="paragraph" w:customStyle="1" w:styleId="CopyrightHead">
    <w:name w:val="CopyrightHead"/>
    <w:basedOn w:val="CopyrightLOC"/>
    <w:qFormat/>
    <w:rsid w:val="006466BF"/>
    <w:pPr>
      <w:jc w:val="center"/>
    </w:pPr>
    <w:rPr>
      <w:b/>
    </w:rPr>
  </w:style>
  <w:style w:type="paragraph" w:customStyle="1" w:styleId="Dedication">
    <w:name w:val="Dedication"/>
    <w:basedOn w:val="BookPublisher"/>
    <w:qFormat/>
    <w:rsid w:val="006466BF"/>
  </w:style>
  <w:style w:type="paragraph" w:customStyle="1" w:styleId="FrontmatterTitle">
    <w:name w:val="FrontmatterTitle"/>
    <w:basedOn w:val="BackmatterTitle"/>
    <w:qFormat/>
    <w:rsid w:val="006466BF"/>
  </w:style>
  <w:style w:type="paragraph" w:customStyle="1" w:styleId="TOCFM">
    <w:name w:val="TOCFM"/>
    <w:basedOn w:val="Normal"/>
    <w:qFormat/>
    <w:rsid w:val="006466BF"/>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6466BF"/>
    <w:pPr>
      <w:ind w:left="720"/>
    </w:pPr>
    <w:rPr>
      <w:b/>
    </w:rPr>
  </w:style>
  <w:style w:type="paragraph" w:customStyle="1" w:styleId="TOCPart">
    <w:name w:val="TOCPart"/>
    <w:basedOn w:val="TOCH1"/>
    <w:qFormat/>
    <w:rsid w:val="006466BF"/>
    <w:pPr>
      <w:spacing w:before="120"/>
      <w:ind w:left="0"/>
      <w:jc w:val="center"/>
    </w:pPr>
    <w:rPr>
      <w:b w:val="0"/>
      <w:sz w:val="28"/>
      <w:szCs w:val="24"/>
    </w:rPr>
  </w:style>
  <w:style w:type="paragraph" w:customStyle="1" w:styleId="TOCChapter">
    <w:name w:val="TOCChapter"/>
    <w:basedOn w:val="TOCH1"/>
    <w:qFormat/>
    <w:rsid w:val="006466BF"/>
    <w:pPr>
      <w:ind w:left="360"/>
    </w:pPr>
    <w:rPr>
      <w:b w:val="0"/>
      <w:sz w:val="24"/>
    </w:rPr>
  </w:style>
  <w:style w:type="paragraph" w:customStyle="1" w:styleId="TOCH2">
    <w:name w:val="TOCH2"/>
    <w:basedOn w:val="TOCH1"/>
    <w:qFormat/>
    <w:rsid w:val="006466BF"/>
    <w:pPr>
      <w:ind w:left="1080"/>
    </w:pPr>
    <w:rPr>
      <w:i/>
    </w:rPr>
  </w:style>
  <w:style w:type="paragraph" w:customStyle="1" w:styleId="TOCH3">
    <w:name w:val="TOCH3"/>
    <w:basedOn w:val="TOCH1"/>
    <w:qFormat/>
    <w:rsid w:val="006466BF"/>
    <w:pPr>
      <w:ind w:left="1440"/>
    </w:pPr>
    <w:rPr>
      <w:b w:val="0"/>
      <w:i/>
    </w:rPr>
  </w:style>
  <w:style w:type="paragraph" w:customStyle="1" w:styleId="BoxType">
    <w:name w:val="BoxType"/>
    <w:qFormat/>
    <w:rsid w:val="006466BF"/>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6466BF"/>
    <w:rPr>
      <w:b w:val="0"/>
      <w:bCs w:val="0"/>
      <w:i w:val="0"/>
      <w:iCs w:val="0"/>
      <w:color w:val="3366FF"/>
      <w:bdr w:val="none" w:sz="0" w:space="0" w:color="auto"/>
      <w:shd w:val="clear" w:color="auto" w:fill="CCFFCC"/>
    </w:rPr>
  </w:style>
  <w:style w:type="character" w:customStyle="1" w:styleId="CodeAnnotation">
    <w:name w:val="CodeAnnotation"/>
    <w:uiPriority w:val="1"/>
    <w:qFormat/>
    <w:rsid w:val="006466BF"/>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6466BF"/>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6466BF"/>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6466BF"/>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6466BF"/>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6466BF"/>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6466BF"/>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6466BF"/>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6466BF"/>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6466BF"/>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6466BF"/>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6466BF"/>
    <w:rPr>
      <w:rFonts w:ascii="Webdings" w:hAnsi="Webdings" w:cs="Webdings"/>
      <w:color w:val="3366FF"/>
      <w:w w:val="100"/>
      <w:position w:val="0"/>
      <w:u w:val="none"/>
      <w:vertAlign w:val="baseline"/>
      <w:lang w:val="en-US"/>
    </w:rPr>
  </w:style>
  <w:style w:type="paragraph" w:customStyle="1" w:styleId="TableTitle">
    <w:name w:val="TableTitle"/>
    <w:qFormat/>
    <w:rsid w:val="006466BF"/>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6466BF"/>
    <w:pPr>
      <w:jc w:val="right"/>
    </w:pPr>
  </w:style>
  <w:style w:type="paragraph" w:customStyle="1" w:styleId="Body">
    <w:name w:val="Body"/>
    <w:uiPriority w:val="99"/>
    <w:qFormat/>
    <w:rsid w:val="006466BF"/>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6466BF"/>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6466BF"/>
    <w:rPr>
      <w:color w:val="FF0000"/>
      <w:lang w:val="fr-FR"/>
    </w:rPr>
  </w:style>
  <w:style w:type="paragraph" w:customStyle="1" w:styleId="Default">
    <w:name w:val="Default"/>
    <w:rsid w:val="006466BF"/>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6466BF"/>
  </w:style>
  <w:style w:type="paragraph" w:customStyle="1" w:styleId="ReviewHead">
    <w:name w:val="ReviewHead"/>
    <w:basedOn w:val="FrontmatterTitle"/>
    <w:qFormat/>
    <w:rsid w:val="006466BF"/>
  </w:style>
  <w:style w:type="paragraph" w:customStyle="1" w:styleId="ReviewQuote">
    <w:name w:val="ReviewQuote"/>
    <w:basedOn w:val="QuotePara"/>
    <w:qFormat/>
    <w:rsid w:val="006466BF"/>
  </w:style>
  <w:style w:type="paragraph" w:customStyle="1" w:styleId="ReviewSource">
    <w:name w:val="ReviewSource"/>
    <w:basedOn w:val="QuoteSource"/>
    <w:qFormat/>
    <w:rsid w:val="006466BF"/>
  </w:style>
  <w:style w:type="paragraph" w:customStyle="1" w:styleId="ListGraphic">
    <w:name w:val="ListGraphic"/>
    <w:basedOn w:val="GraphicSlug"/>
    <w:qFormat/>
    <w:rsid w:val="006466BF"/>
    <w:pPr>
      <w:ind w:left="0"/>
    </w:pPr>
  </w:style>
  <w:style w:type="paragraph" w:customStyle="1" w:styleId="ListCaption">
    <w:name w:val="ListCaption"/>
    <w:basedOn w:val="CaptionLine"/>
    <w:qFormat/>
    <w:rsid w:val="006466BF"/>
    <w:pPr>
      <w:ind w:left="3600"/>
    </w:pPr>
  </w:style>
  <w:style w:type="paragraph" w:customStyle="1" w:styleId="NoteContinued">
    <w:name w:val="NoteContinued"/>
    <w:basedOn w:val="Note"/>
    <w:qFormat/>
    <w:rsid w:val="006466BF"/>
    <w:pPr>
      <w:spacing w:before="0"/>
      <w:ind w:firstLine="0"/>
    </w:pPr>
  </w:style>
  <w:style w:type="paragraph" w:customStyle="1" w:styleId="NoteCode">
    <w:name w:val="NoteCode"/>
    <w:basedOn w:val="Code"/>
    <w:qFormat/>
    <w:rsid w:val="006466BF"/>
    <w:pPr>
      <w:spacing w:after="240"/>
    </w:pPr>
  </w:style>
  <w:style w:type="paragraph" w:customStyle="1" w:styleId="ListBulletSub">
    <w:name w:val="ListBulletSub"/>
    <w:basedOn w:val="ListBullet"/>
    <w:qFormat/>
    <w:rsid w:val="006466BF"/>
    <w:pPr>
      <w:ind w:left="2520"/>
    </w:pPr>
  </w:style>
  <w:style w:type="paragraph" w:customStyle="1" w:styleId="CodeCustom1">
    <w:name w:val="CodeCustom1"/>
    <w:basedOn w:val="Code"/>
    <w:qFormat/>
    <w:rsid w:val="006466BF"/>
    <w:rPr>
      <w:color w:val="00B0F0"/>
    </w:rPr>
  </w:style>
  <w:style w:type="paragraph" w:customStyle="1" w:styleId="CodeCustom2">
    <w:name w:val="CodeCustom2"/>
    <w:basedOn w:val="Normal"/>
    <w:qFormat/>
    <w:rsid w:val="006466BF"/>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6466BF"/>
    <w:rPr>
      <w:bCs/>
      <w:color w:val="A12126"/>
    </w:rPr>
  </w:style>
  <w:style w:type="paragraph" w:customStyle="1" w:styleId="Equation">
    <w:name w:val="Equation"/>
    <w:basedOn w:val="ListPlain"/>
    <w:qFormat/>
    <w:rsid w:val="006466BF"/>
  </w:style>
  <w:style w:type="character" w:customStyle="1" w:styleId="Heading1Char">
    <w:name w:val="Heading 1 Char"/>
    <w:basedOn w:val="DefaultParagraphFont"/>
    <w:link w:val="Heading1"/>
    <w:uiPriority w:val="9"/>
    <w:rsid w:val="009C2243"/>
    <w:rPr>
      <w:rFonts w:ascii="Times New Roman" w:hAnsi="Times New Roman"/>
      <w:b/>
      <w:bCs/>
      <w:kern w:val="36"/>
      <w:sz w:val="48"/>
      <w:szCs w:val="48"/>
      <w:lang w:val="en-GB" w:eastAsia="en-GB"/>
    </w:rPr>
  </w:style>
  <w:style w:type="character" w:customStyle="1" w:styleId="Title1">
    <w:name w:val="Title1"/>
    <w:basedOn w:val="DefaultParagraphFont"/>
    <w:rsid w:val="009C2243"/>
  </w:style>
  <w:style w:type="character" w:styleId="Hyperlink">
    <w:name w:val="Hyperlink"/>
    <w:basedOn w:val="DefaultParagraphFont"/>
    <w:uiPriority w:val="99"/>
    <w:unhideWhenUsed/>
    <w:rsid w:val="009C2243"/>
    <w:rPr>
      <w:color w:val="0000FF"/>
      <w:u w:val="single"/>
    </w:rPr>
  </w:style>
  <w:style w:type="paragraph" w:styleId="NormalWeb">
    <w:name w:val="Normal (Web)"/>
    <w:basedOn w:val="Normal"/>
    <w:uiPriority w:val="99"/>
    <w:semiHidden/>
    <w:unhideWhenUsed/>
    <w:rsid w:val="009C2243"/>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9C2243"/>
    <w:rPr>
      <w:i/>
      <w:iCs/>
    </w:rPr>
  </w:style>
  <w:style w:type="character" w:styleId="HTMLCode">
    <w:name w:val="HTML Code"/>
    <w:basedOn w:val="DefaultParagraphFont"/>
    <w:uiPriority w:val="99"/>
    <w:semiHidden/>
    <w:unhideWhenUsed/>
    <w:rsid w:val="009C224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C2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9C2243"/>
    <w:rPr>
      <w:rFonts w:ascii="Courier New" w:hAnsi="Courier New" w:cs="Courier New"/>
      <w:lang w:val="en-GB" w:eastAsia="en-GB"/>
    </w:rPr>
  </w:style>
  <w:style w:type="paragraph" w:styleId="TOC1">
    <w:name w:val="toc 1"/>
    <w:basedOn w:val="Normal"/>
    <w:next w:val="Normal"/>
    <w:autoRedefine/>
    <w:uiPriority w:val="39"/>
    <w:unhideWhenUsed/>
    <w:rsid w:val="008152B4"/>
    <w:pPr>
      <w:tabs>
        <w:tab w:val="right" w:leader="dot" w:pos="8090"/>
      </w:tabs>
      <w:spacing w:after="100"/>
    </w:pPr>
  </w:style>
  <w:style w:type="paragraph" w:styleId="TOC2">
    <w:name w:val="toc 2"/>
    <w:basedOn w:val="Normal"/>
    <w:next w:val="Normal"/>
    <w:autoRedefine/>
    <w:uiPriority w:val="39"/>
    <w:unhideWhenUsed/>
    <w:rsid w:val="00AE5782"/>
    <w:pPr>
      <w:tabs>
        <w:tab w:val="right" w:leader="dot" w:pos="8090"/>
      </w:tabs>
      <w:spacing w:after="100"/>
      <w:ind w:left="220"/>
    </w:pPr>
  </w:style>
  <w:style w:type="paragraph" w:styleId="TOC3">
    <w:name w:val="toc 3"/>
    <w:basedOn w:val="Normal"/>
    <w:next w:val="Normal"/>
    <w:autoRedefine/>
    <w:uiPriority w:val="39"/>
    <w:unhideWhenUsed/>
    <w:rsid w:val="006466BF"/>
    <w:pPr>
      <w:spacing w:after="100"/>
      <w:ind w:left="440"/>
    </w:pPr>
  </w:style>
  <w:style w:type="paragraph" w:styleId="Revision">
    <w:name w:val="Revision"/>
    <w:hidden/>
    <w:uiPriority w:val="71"/>
    <w:rsid w:val="008B209C"/>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724F5B"/>
    <w:rPr>
      <w:sz w:val="16"/>
      <w:szCs w:val="16"/>
    </w:rPr>
  </w:style>
  <w:style w:type="paragraph" w:styleId="CommentText">
    <w:name w:val="annotation text"/>
    <w:basedOn w:val="Normal"/>
    <w:link w:val="CommentTextChar"/>
    <w:uiPriority w:val="99"/>
    <w:semiHidden/>
    <w:unhideWhenUsed/>
    <w:rsid w:val="00724F5B"/>
    <w:pPr>
      <w:spacing w:line="240" w:lineRule="auto"/>
    </w:pPr>
    <w:rPr>
      <w:sz w:val="20"/>
      <w:szCs w:val="20"/>
    </w:rPr>
  </w:style>
  <w:style w:type="character" w:customStyle="1" w:styleId="CommentTextChar">
    <w:name w:val="Comment Text Char"/>
    <w:basedOn w:val="DefaultParagraphFont"/>
    <w:link w:val="CommentText"/>
    <w:uiPriority w:val="99"/>
    <w:semiHidden/>
    <w:rsid w:val="00724F5B"/>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724F5B"/>
    <w:rPr>
      <w:b/>
      <w:bCs/>
    </w:rPr>
  </w:style>
  <w:style w:type="character" w:customStyle="1" w:styleId="CommentSubjectChar">
    <w:name w:val="Comment Subject Char"/>
    <w:basedOn w:val="CommentTextChar"/>
    <w:link w:val="CommentSubject"/>
    <w:uiPriority w:val="99"/>
    <w:semiHidden/>
    <w:rsid w:val="00724F5B"/>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 w:id="2051147318">
      <w:bodyDiv w:val="1"/>
      <w:marLeft w:val="0"/>
      <w:marRight w:val="0"/>
      <w:marTop w:val="0"/>
      <w:marBottom w:val="0"/>
      <w:divBdr>
        <w:top w:val="none" w:sz="0" w:space="0" w:color="auto"/>
        <w:left w:val="none" w:sz="0" w:space="0" w:color="auto"/>
        <w:bottom w:val="none" w:sz="0" w:space="0" w:color="auto"/>
        <w:right w:val="none" w:sz="0" w:space="0" w:color="auto"/>
      </w:divBdr>
      <w:divsChild>
        <w:div w:id="13541835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CC383-4A67-4261-B7B3-56DD147B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NSPTemplate02172021</Template>
  <TotalTime>2</TotalTime>
  <Pages>16</Pages>
  <Words>5119</Words>
  <Characters>29183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Audrey Doyle</cp:lastModifiedBy>
  <cp:revision>2</cp:revision>
  <dcterms:created xsi:type="dcterms:W3CDTF">2022-08-23T19:04:00Z</dcterms:created>
  <dcterms:modified xsi:type="dcterms:W3CDTF">2022-08-23T19:04:00Z</dcterms:modified>
</cp:coreProperties>
</file>